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D92" w:rsidRPr="00343B5F" w:rsidRDefault="00452D92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452D92" w:rsidRPr="00343B5F" w:rsidRDefault="00452D92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452D92" w:rsidRPr="00343B5F" w:rsidRDefault="00452D92" w:rsidP="00BC5E9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343B5F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452D92" w:rsidRPr="00343B5F" w:rsidRDefault="00452D92" w:rsidP="00303B1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343B5F">
        <w:rPr>
          <w:rFonts w:ascii="Times New Roman" w:hAnsi="Times New Roman" w:cs="Times New Roman"/>
          <w:sz w:val="26"/>
          <w:szCs w:val="26"/>
        </w:rPr>
        <w:t>«Об областном бюджете на 2016 год»</w:t>
      </w:r>
    </w:p>
    <w:p w:rsidR="00452D92" w:rsidRPr="00343B5F" w:rsidRDefault="00452D92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52D92" w:rsidRPr="00343B5F" w:rsidRDefault="00452D92" w:rsidP="0081305D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343B5F">
        <w:rPr>
          <w:b/>
          <w:sz w:val="26"/>
          <w:szCs w:val="26"/>
        </w:rPr>
        <w:t>Статья 1.</w:t>
      </w:r>
      <w:r w:rsidRPr="00343B5F">
        <w:rPr>
          <w:sz w:val="26"/>
          <w:szCs w:val="26"/>
        </w:rPr>
        <w:tab/>
        <w:t xml:space="preserve">Внести в Закон Челябинской области от 24 декабря 2015 года </w:t>
      </w:r>
      <w:r w:rsidRPr="00343B5F">
        <w:rPr>
          <w:sz w:val="26"/>
          <w:szCs w:val="26"/>
        </w:rPr>
        <w:br/>
        <w:t>№ 275-ЗО «Об областном бюджете на 2016 год» (Южноуральская панорама, 2015,</w:t>
      </w:r>
      <w:r w:rsidRPr="00343B5F">
        <w:rPr>
          <w:sz w:val="26"/>
          <w:szCs w:val="26"/>
        </w:rPr>
        <w:br/>
        <w:t>25 декабря; 2016, 27 февраля; Официальный интернет-портал правовой информации (www.</w:t>
      </w:r>
      <w:r w:rsidRPr="00343B5F">
        <w:rPr>
          <w:sz w:val="26"/>
          <w:szCs w:val="26"/>
          <w:lang w:val="en-US"/>
        </w:rPr>
        <w:t>pravo</w:t>
      </w:r>
      <w:r w:rsidRPr="00343B5F">
        <w:rPr>
          <w:sz w:val="26"/>
          <w:szCs w:val="26"/>
        </w:rPr>
        <w:t>.</w:t>
      </w:r>
      <w:r w:rsidRPr="00343B5F">
        <w:rPr>
          <w:sz w:val="26"/>
          <w:szCs w:val="26"/>
          <w:lang w:val="en-US"/>
        </w:rPr>
        <w:t>gov</w:t>
      </w:r>
      <w:r w:rsidRPr="00343B5F">
        <w:rPr>
          <w:sz w:val="26"/>
          <w:szCs w:val="26"/>
        </w:rPr>
        <w:t>.</w:t>
      </w:r>
      <w:r w:rsidRPr="00343B5F">
        <w:rPr>
          <w:sz w:val="26"/>
          <w:szCs w:val="26"/>
          <w:lang w:val="en-US"/>
        </w:rPr>
        <w:t>ru</w:t>
      </w:r>
      <w:r w:rsidRPr="00343B5F">
        <w:rPr>
          <w:sz w:val="26"/>
          <w:szCs w:val="26"/>
        </w:rPr>
        <w:t>), 1 апреля 2016 года, № 7400201604010001;  Южноуральская пан</w:t>
      </w:r>
      <w:r w:rsidRPr="00343B5F">
        <w:rPr>
          <w:sz w:val="26"/>
          <w:szCs w:val="26"/>
        </w:rPr>
        <w:t>о</w:t>
      </w:r>
      <w:r w:rsidRPr="00343B5F">
        <w:rPr>
          <w:sz w:val="26"/>
          <w:szCs w:val="26"/>
        </w:rPr>
        <w:t>рама, 2016, 30 апреля</w:t>
      </w:r>
      <w:r>
        <w:rPr>
          <w:sz w:val="26"/>
          <w:szCs w:val="26"/>
        </w:rPr>
        <w:t>;</w:t>
      </w:r>
      <w:r w:rsidRPr="00343B5F">
        <w:rPr>
          <w:sz w:val="26"/>
          <w:szCs w:val="26"/>
        </w:rPr>
        <w:t xml:space="preserve"> 25 июня</w:t>
      </w:r>
      <w:r>
        <w:rPr>
          <w:sz w:val="26"/>
          <w:szCs w:val="26"/>
        </w:rPr>
        <w:t>;</w:t>
      </w:r>
      <w:r w:rsidRPr="00343B5F">
        <w:rPr>
          <w:sz w:val="26"/>
          <w:szCs w:val="26"/>
        </w:rPr>
        <w:t xml:space="preserve"> 20 августа) следующие изменения:</w:t>
      </w:r>
    </w:p>
    <w:p w:rsidR="00452D92" w:rsidRPr="00343B5F" w:rsidRDefault="00452D92" w:rsidP="00A8305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43B5F">
        <w:rPr>
          <w:spacing w:val="-4"/>
          <w:sz w:val="26"/>
          <w:szCs w:val="26"/>
        </w:rPr>
        <w:t xml:space="preserve">1) </w:t>
      </w:r>
      <w:r w:rsidRPr="00343B5F">
        <w:rPr>
          <w:sz w:val="26"/>
          <w:szCs w:val="26"/>
        </w:rPr>
        <w:t>в статье 1:</w:t>
      </w:r>
    </w:p>
    <w:p w:rsidR="00452D92" w:rsidRPr="00343B5F" w:rsidRDefault="00452D92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в пункте 1 цифры «125 290 083,99» заменить цифрами «127 335 448,21», цифры «23 345 231,86» заменить цифрами «23 407 590,58»;</w:t>
      </w:r>
    </w:p>
    <w:p w:rsidR="00452D92" w:rsidRPr="00343B5F" w:rsidRDefault="00452D92" w:rsidP="008C189B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43B5F">
        <w:rPr>
          <w:sz w:val="26"/>
          <w:szCs w:val="26"/>
        </w:rPr>
        <w:t>в пункте 2 цифры «134 008 806,59» заменить цифрами «136 054 170,81»;</w:t>
      </w:r>
    </w:p>
    <w:p w:rsidR="00452D92" w:rsidRPr="00343B5F" w:rsidRDefault="00452D92" w:rsidP="0016628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2) в части 1 статьи 5 цифры «8 247 383,25» заменить цифрами «8 086 127,06»;</w:t>
      </w:r>
    </w:p>
    <w:p w:rsidR="00452D92" w:rsidRPr="00343B5F" w:rsidRDefault="00452D92" w:rsidP="0016628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3) в абзаце первом статьи 12 цифры «14 668 004,7» заменить цифрами «17 668 004,7»;</w:t>
      </w:r>
    </w:p>
    <w:p w:rsidR="00452D92" w:rsidRPr="00343B5F" w:rsidRDefault="00452D92" w:rsidP="0016628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43B5F">
        <w:rPr>
          <w:sz w:val="26"/>
          <w:szCs w:val="26"/>
        </w:rPr>
        <w:t>4) в статье 16:</w:t>
      </w:r>
    </w:p>
    <w:p w:rsidR="00452D92" w:rsidRPr="00343B5F" w:rsidRDefault="00452D92" w:rsidP="0016628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в части 1:</w:t>
      </w:r>
    </w:p>
    <w:p w:rsidR="00452D92" w:rsidRPr="00343B5F" w:rsidRDefault="00452D92" w:rsidP="001662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343B5F">
        <w:rPr>
          <w:sz w:val="26"/>
          <w:szCs w:val="26"/>
        </w:rPr>
        <w:t>в абзаце первом цифры «69 526 353,42» заменить цифрами «71 362 331,9»</w:t>
      </w:r>
      <w:r w:rsidRPr="00343B5F">
        <w:rPr>
          <w:bCs/>
          <w:sz w:val="26"/>
          <w:szCs w:val="26"/>
        </w:rPr>
        <w:t>;</w:t>
      </w:r>
    </w:p>
    <w:p w:rsidR="00452D92" w:rsidRPr="00343B5F" w:rsidRDefault="00452D92" w:rsidP="00F5493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343B5F">
        <w:rPr>
          <w:sz w:val="26"/>
          <w:szCs w:val="26"/>
        </w:rPr>
        <w:t>в пункте 1 цифры «69 305 811,42» заменить цифрами «71 141 789,9»</w:t>
      </w:r>
      <w:r w:rsidRPr="00343B5F">
        <w:rPr>
          <w:bCs/>
          <w:sz w:val="26"/>
          <w:szCs w:val="26"/>
        </w:rPr>
        <w:t>;</w:t>
      </w:r>
    </w:p>
    <w:p w:rsidR="00452D92" w:rsidRPr="00343B5F" w:rsidRDefault="00452D92" w:rsidP="0000298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343B5F">
        <w:rPr>
          <w:sz w:val="26"/>
          <w:szCs w:val="26"/>
        </w:rPr>
        <w:t>в абзаце первом части 3 цифры «2 371 097,69» заменить цифрами «2 573 018,92»</w:t>
      </w:r>
      <w:r w:rsidRPr="00343B5F">
        <w:rPr>
          <w:bCs/>
          <w:sz w:val="26"/>
          <w:szCs w:val="26"/>
        </w:rPr>
        <w:t>;</w:t>
      </w:r>
    </w:p>
    <w:p w:rsidR="00452D92" w:rsidRPr="00343B5F" w:rsidRDefault="00452D92" w:rsidP="0000298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5) в приложении 3:</w:t>
      </w:r>
    </w:p>
    <w:p w:rsidR="00452D92" w:rsidRPr="00343B5F" w:rsidRDefault="00452D92" w:rsidP="00002987">
      <w:pPr>
        <w:spacing w:line="360" w:lineRule="auto"/>
        <w:ind w:left="1069"/>
        <w:jc w:val="both"/>
        <w:rPr>
          <w:bCs/>
          <w:sz w:val="26"/>
          <w:szCs w:val="26"/>
        </w:rPr>
      </w:pPr>
      <w:r w:rsidRPr="00343B5F">
        <w:rPr>
          <w:bCs/>
          <w:sz w:val="26"/>
          <w:szCs w:val="26"/>
        </w:rPr>
        <w:t>после строки: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452D92" w:rsidRPr="00343B5F" w:rsidTr="00002987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92" w:rsidRPr="00343B5F" w:rsidRDefault="00452D92" w:rsidP="00A84AA2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343B5F">
              <w:rPr>
                <w:bCs/>
                <w:spacing w:val="-2"/>
                <w:sz w:val="26"/>
                <w:szCs w:val="26"/>
              </w:rPr>
              <w:t>«012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92" w:rsidRPr="00343B5F" w:rsidRDefault="00452D92" w:rsidP="00A84AA2">
            <w:pPr>
              <w:jc w:val="center"/>
              <w:rPr>
                <w:spacing w:val="-2"/>
                <w:sz w:val="26"/>
                <w:szCs w:val="26"/>
              </w:rPr>
            </w:pPr>
            <w:r w:rsidRPr="00343B5F">
              <w:rPr>
                <w:sz w:val="26"/>
                <w:szCs w:val="26"/>
              </w:rPr>
              <w:t>2 02 02278 02 0000 151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92" w:rsidRPr="00343B5F" w:rsidRDefault="00452D92" w:rsidP="000029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343B5F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Фед</w:t>
            </w:r>
            <w:r w:rsidRPr="00343B5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43B5F">
              <w:rPr>
                <w:rFonts w:ascii="Times New Roman" w:hAnsi="Times New Roman" w:cs="Times New Roman"/>
                <w:sz w:val="26"/>
                <w:szCs w:val="26"/>
              </w:rPr>
              <w:t>рации на государственную поддержку молодежн</w:t>
            </w:r>
            <w:r w:rsidRPr="00343B5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43B5F">
              <w:rPr>
                <w:rFonts w:ascii="Times New Roman" w:hAnsi="Times New Roman" w:cs="Times New Roman"/>
                <w:sz w:val="26"/>
                <w:szCs w:val="26"/>
              </w:rPr>
              <w:t>го предпринимательства»</w:t>
            </w:r>
          </w:p>
        </w:tc>
      </w:tr>
    </w:tbl>
    <w:p w:rsidR="00452D92" w:rsidRPr="00343B5F" w:rsidRDefault="00452D92" w:rsidP="00002987">
      <w:pPr>
        <w:spacing w:before="160" w:line="360" w:lineRule="auto"/>
        <w:ind w:firstLine="708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дополнить строкой следующего содержания: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452D92" w:rsidRPr="00343B5F" w:rsidTr="00002987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92" w:rsidRPr="00343B5F" w:rsidRDefault="00452D92" w:rsidP="00A84AA2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343B5F">
              <w:rPr>
                <w:bCs/>
                <w:spacing w:val="-2"/>
                <w:sz w:val="26"/>
                <w:szCs w:val="26"/>
              </w:rPr>
              <w:t>«012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92" w:rsidRPr="00343B5F" w:rsidRDefault="00452D92" w:rsidP="00A84AA2">
            <w:pPr>
              <w:jc w:val="center"/>
              <w:rPr>
                <w:spacing w:val="-2"/>
                <w:sz w:val="26"/>
                <w:szCs w:val="26"/>
              </w:rPr>
            </w:pPr>
            <w:r w:rsidRPr="00343B5F">
              <w:rPr>
                <w:sz w:val="26"/>
                <w:szCs w:val="26"/>
              </w:rPr>
              <w:t>2 02 02284 02 0000 151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92" w:rsidRPr="00343B5F" w:rsidRDefault="00452D92" w:rsidP="000029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343B5F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Фед</w:t>
            </w:r>
            <w:r w:rsidRPr="00343B5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43B5F">
              <w:rPr>
                <w:rFonts w:ascii="Times New Roman" w:hAnsi="Times New Roman" w:cs="Times New Roman"/>
                <w:sz w:val="26"/>
                <w:szCs w:val="26"/>
              </w:rPr>
              <w:t>рации на реализацию мероприятий по содействию создания в субъектах Российской Федерации новых мест в общеобразовательных организациях»;</w:t>
            </w:r>
          </w:p>
        </w:tc>
      </w:tr>
    </w:tbl>
    <w:p w:rsidR="00452D92" w:rsidRPr="00343B5F" w:rsidRDefault="00452D92" w:rsidP="004500F6">
      <w:pPr>
        <w:spacing w:line="360" w:lineRule="auto"/>
        <w:ind w:firstLine="708"/>
        <w:jc w:val="both"/>
        <w:rPr>
          <w:bCs/>
          <w:sz w:val="26"/>
          <w:szCs w:val="26"/>
        </w:rPr>
      </w:pPr>
      <w:r w:rsidRPr="00343B5F">
        <w:rPr>
          <w:bCs/>
          <w:sz w:val="26"/>
          <w:szCs w:val="26"/>
        </w:rPr>
        <w:t>после строки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452D92" w:rsidRPr="00343B5F" w:rsidTr="00002987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92" w:rsidRPr="00343B5F" w:rsidRDefault="00452D92" w:rsidP="00A84AA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43B5F">
              <w:rPr>
                <w:sz w:val="26"/>
                <w:szCs w:val="26"/>
              </w:rPr>
              <w:t>«017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92" w:rsidRPr="00343B5F" w:rsidRDefault="00452D92" w:rsidP="00A84AA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43B5F">
              <w:rPr>
                <w:sz w:val="26"/>
                <w:szCs w:val="26"/>
              </w:rPr>
              <w:t>2 02 04081 02 0000 151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92" w:rsidRPr="00343B5F" w:rsidRDefault="00452D92" w:rsidP="00A84AA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43B5F">
              <w:rPr>
                <w:sz w:val="26"/>
                <w:szCs w:val="26"/>
              </w:rPr>
              <w:t>Межбюджетные трансферты, передаваемые бю</w:t>
            </w:r>
            <w:r w:rsidRPr="00343B5F">
              <w:rPr>
                <w:sz w:val="26"/>
                <w:szCs w:val="26"/>
              </w:rPr>
              <w:t>д</w:t>
            </w:r>
            <w:r w:rsidRPr="00343B5F">
              <w:rPr>
                <w:sz w:val="26"/>
                <w:szCs w:val="26"/>
              </w:rPr>
              <w:t>жетам субъектов Российской Федерации на фина</w:t>
            </w:r>
            <w:r w:rsidRPr="00343B5F">
              <w:rPr>
                <w:sz w:val="26"/>
                <w:szCs w:val="26"/>
              </w:rPr>
              <w:t>н</w:t>
            </w:r>
            <w:r w:rsidRPr="00343B5F">
              <w:rPr>
                <w:sz w:val="26"/>
                <w:szCs w:val="26"/>
              </w:rPr>
              <w:t>совое обеспечение мероприятий по временному социально-бытовому обустройству лиц, выну</w:t>
            </w:r>
            <w:r w:rsidRPr="00343B5F">
              <w:rPr>
                <w:sz w:val="26"/>
                <w:szCs w:val="26"/>
              </w:rPr>
              <w:t>ж</w:t>
            </w:r>
            <w:r w:rsidRPr="00343B5F">
              <w:rPr>
                <w:sz w:val="26"/>
                <w:szCs w:val="26"/>
              </w:rPr>
              <w:t>денно покинувших территорию Украины и нах</w:t>
            </w:r>
            <w:r w:rsidRPr="00343B5F">
              <w:rPr>
                <w:sz w:val="26"/>
                <w:szCs w:val="26"/>
              </w:rPr>
              <w:t>о</w:t>
            </w:r>
            <w:r w:rsidRPr="00343B5F">
              <w:rPr>
                <w:sz w:val="26"/>
                <w:szCs w:val="26"/>
              </w:rPr>
              <w:t>дящихся в пунктах временного размещения»</w:t>
            </w:r>
          </w:p>
        </w:tc>
      </w:tr>
    </w:tbl>
    <w:p w:rsidR="00452D92" w:rsidRPr="00343B5F" w:rsidRDefault="00452D92" w:rsidP="004500F6">
      <w:pPr>
        <w:spacing w:before="160" w:line="360" w:lineRule="auto"/>
        <w:ind w:firstLine="708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дополнить строкой следующего содержания: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452D92" w:rsidRPr="00343B5F" w:rsidTr="00A430AA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92" w:rsidRPr="00343B5F" w:rsidRDefault="00452D92" w:rsidP="00A84AA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43B5F">
              <w:rPr>
                <w:sz w:val="26"/>
                <w:szCs w:val="26"/>
              </w:rPr>
              <w:t>«017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92" w:rsidRPr="00343B5F" w:rsidRDefault="00452D92" w:rsidP="00A430A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43B5F">
              <w:rPr>
                <w:sz w:val="26"/>
                <w:szCs w:val="26"/>
              </w:rPr>
              <w:t>2 02 04118 02 0000 151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92" w:rsidRPr="00343B5F" w:rsidRDefault="00452D92" w:rsidP="00A84AA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43B5F">
              <w:rPr>
                <w:sz w:val="26"/>
                <w:szCs w:val="26"/>
              </w:rPr>
              <w:t>Межбюджетные трансферты, передаваемые бю</w:t>
            </w:r>
            <w:r w:rsidRPr="00343B5F">
              <w:rPr>
                <w:sz w:val="26"/>
                <w:szCs w:val="26"/>
              </w:rPr>
              <w:t>д</w:t>
            </w:r>
            <w:r w:rsidRPr="00343B5F">
              <w:rPr>
                <w:sz w:val="26"/>
                <w:szCs w:val="26"/>
              </w:rPr>
              <w:t>жетам субъектов Российской Федерации на фина</w:t>
            </w:r>
            <w:r w:rsidRPr="00343B5F">
              <w:rPr>
                <w:sz w:val="26"/>
                <w:szCs w:val="26"/>
              </w:rPr>
              <w:t>н</w:t>
            </w:r>
            <w:r w:rsidRPr="00343B5F">
              <w:rPr>
                <w:sz w:val="26"/>
                <w:szCs w:val="26"/>
              </w:rPr>
              <w:t>совое обеспечение мероприятий, связанных с о</w:t>
            </w:r>
            <w:r w:rsidRPr="00343B5F">
              <w:rPr>
                <w:sz w:val="26"/>
                <w:szCs w:val="26"/>
              </w:rPr>
              <w:t>т</w:t>
            </w:r>
            <w:r w:rsidRPr="00343B5F">
              <w:rPr>
                <w:sz w:val="26"/>
                <w:szCs w:val="26"/>
              </w:rPr>
              <w:t>дыхом и оздоровлением детей, находящихся в трудной жизненной ситуации»;</w:t>
            </w:r>
          </w:p>
        </w:tc>
      </w:tr>
    </w:tbl>
    <w:p w:rsidR="00452D92" w:rsidRPr="00343B5F" w:rsidRDefault="00452D92" w:rsidP="00A430AA">
      <w:pPr>
        <w:autoSpaceDE w:val="0"/>
        <w:autoSpaceDN w:val="0"/>
        <w:adjustRightInd w:val="0"/>
        <w:spacing w:before="240"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 xml:space="preserve">6) приложение 5 изложить в новой редакции (приложение 1 к настоящему </w:t>
      </w:r>
      <w:r w:rsidRPr="00343B5F">
        <w:rPr>
          <w:sz w:val="26"/>
          <w:szCs w:val="26"/>
        </w:rPr>
        <w:br/>
        <w:t>Закону);</w:t>
      </w:r>
    </w:p>
    <w:p w:rsidR="00452D92" w:rsidRPr="00343B5F" w:rsidRDefault="00452D92" w:rsidP="00F5493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 xml:space="preserve">7) приложение 6 изложить в новой редакции (приложение 2 к настоящему </w:t>
      </w:r>
      <w:r w:rsidRPr="00343B5F">
        <w:rPr>
          <w:sz w:val="26"/>
          <w:szCs w:val="26"/>
        </w:rPr>
        <w:br/>
        <w:t>Закону);</w:t>
      </w:r>
    </w:p>
    <w:p w:rsidR="00452D92" w:rsidRPr="00343B5F" w:rsidRDefault="00452D92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8) приложение 7 изложить в новой редакции (приложение 3 к настоящему</w:t>
      </w:r>
      <w:r w:rsidRPr="00343B5F">
        <w:rPr>
          <w:sz w:val="26"/>
          <w:szCs w:val="26"/>
        </w:rPr>
        <w:br/>
        <w:t>Закону);</w:t>
      </w:r>
    </w:p>
    <w:p w:rsidR="00452D92" w:rsidRPr="00343B5F" w:rsidRDefault="00452D92" w:rsidP="00993A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9) приложение 9</w:t>
      </w:r>
      <w:r w:rsidRPr="00343B5F">
        <w:rPr>
          <w:sz w:val="26"/>
          <w:szCs w:val="26"/>
          <w:vertAlign w:val="superscript"/>
        </w:rPr>
        <w:t>1</w:t>
      </w:r>
      <w:r w:rsidRPr="00343B5F">
        <w:rPr>
          <w:sz w:val="26"/>
          <w:szCs w:val="26"/>
        </w:rPr>
        <w:t xml:space="preserve"> изложить в новой редакции (приложение 4 к настоящему</w:t>
      </w:r>
      <w:r w:rsidRPr="00343B5F">
        <w:rPr>
          <w:sz w:val="26"/>
          <w:szCs w:val="26"/>
        </w:rPr>
        <w:br/>
        <w:t>Закону);</w:t>
      </w:r>
    </w:p>
    <w:p w:rsidR="00452D92" w:rsidRPr="00343B5F" w:rsidRDefault="00452D92" w:rsidP="000E57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 xml:space="preserve">10) приложение 12 изложить в новой редакции (приложение 5 к настоящему </w:t>
      </w:r>
      <w:r w:rsidRPr="00343B5F">
        <w:rPr>
          <w:sz w:val="26"/>
          <w:szCs w:val="26"/>
        </w:rPr>
        <w:br/>
        <w:t>Закону);</w:t>
      </w:r>
    </w:p>
    <w:p w:rsidR="00452D92" w:rsidRPr="00343B5F" w:rsidRDefault="00452D92" w:rsidP="0086720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11) в приложении 13:</w:t>
      </w:r>
    </w:p>
    <w:p w:rsidR="00452D92" w:rsidRDefault="00452D92" w:rsidP="00707CD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таблицу 4 изложить в новой редакции (приложение 6 к настоящему Закону);</w:t>
      </w:r>
    </w:p>
    <w:p w:rsidR="00452D92" w:rsidRPr="00343B5F" w:rsidRDefault="00452D92" w:rsidP="00707CD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таблицу 5 изложить в новой редакции (приложение 7 к настоящему Закону);</w:t>
      </w:r>
    </w:p>
    <w:p w:rsidR="00452D92" w:rsidRPr="00343B5F" w:rsidRDefault="00452D92" w:rsidP="00DA60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 xml:space="preserve">таблицу 9 изложить в новой редакции (приложение </w:t>
      </w:r>
      <w:r>
        <w:rPr>
          <w:sz w:val="26"/>
          <w:szCs w:val="26"/>
        </w:rPr>
        <w:t>8</w:t>
      </w:r>
      <w:r w:rsidRPr="00343B5F">
        <w:rPr>
          <w:sz w:val="26"/>
          <w:szCs w:val="26"/>
        </w:rPr>
        <w:t xml:space="preserve"> к настоящему Закону);</w:t>
      </w:r>
    </w:p>
    <w:p w:rsidR="00452D92" w:rsidRPr="00343B5F" w:rsidRDefault="00452D92" w:rsidP="008E331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 xml:space="preserve">таблицу 10 изложить в новой редакции (приложение </w:t>
      </w:r>
      <w:r>
        <w:rPr>
          <w:sz w:val="26"/>
          <w:szCs w:val="26"/>
        </w:rPr>
        <w:t>9</w:t>
      </w:r>
      <w:r w:rsidRPr="00343B5F">
        <w:rPr>
          <w:sz w:val="26"/>
          <w:szCs w:val="26"/>
        </w:rPr>
        <w:t xml:space="preserve"> к настоящему Закону);</w:t>
      </w:r>
    </w:p>
    <w:p w:rsidR="00452D92" w:rsidRPr="00343B5F" w:rsidRDefault="00452D92" w:rsidP="008B65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 xml:space="preserve">таблицу 11 изложить в новой редакции (приложение </w:t>
      </w:r>
      <w:r>
        <w:rPr>
          <w:sz w:val="26"/>
          <w:szCs w:val="26"/>
        </w:rPr>
        <w:t>10</w:t>
      </w:r>
      <w:r w:rsidRPr="00343B5F">
        <w:rPr>
          <w:sz w:val="26"/>
          <w:szCs w:val="26"/>
        </w:rPr>
        <w:t xml:space="preserve"> к настоящему Закону);</w:t>
      </w:r>
    </w:p>
    <w:p w:rsidR="00452D92" w:rsidRPr="00343B5F" w:rsidRDefault="00452D92" w:rsidP="000417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 xml:space="preserve">таблицу 13 изложить в новой редакции (приложение </w:t>
      </w:r>
      <w:r>
        <w:rPr>
          <w:sz w:val="26"/>
          <w:szCs w:val="26"/>
        </w:rPr>
        <w:t>11</w:t>
      </w:r>
      <w:r w:rsidRPr="00343B5F">
        <w:rPr>
          <w:sz w:val="26"/>
          <w:szCs w:val="26"/>
        </w:rPr>
        <w:t xml:space="preserve"> к настоящему Закону);</w:t>
      </w:r>
    </w:p>
    <w:p w:rsidR="00452D92" w:rsidRPr="00343B5F" w:rsidRDefault="00452D92" w:rsidP="0011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таблицу 14 изложить в новой редакции (приложение 1</w:t>
      </w:r>
      <w:r>
        <w:rPr>
          <w:sz w:val="26"/>
          <w:szCs w:val="26"/>
        </w:rPr>
        <w:t>2</w:t>
      </w:r>
      <w:r w:rsidRPr="00343B5F">
        <w:rPr>
          <w:sz w:val="26"/>
          <w:szCs w:val="26"/>
        </w:rPr>
        <w:t xml:space="preserve"> к настоящему Закону);</w:t>
      </w:r>
    </w:p>
    <w:p w:rsidR="00452D92" w:rsidRPr="00343B5F" w:rsidRDefault="00452D92" w:rsidP="006D773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таблицу 15 изложить в новой редакции (приложение 1</w:t>
      </w:r>
      <w:r>
        <w:rPr>
          <w:sz w:val="26"/>
          <w:szCs w:val="26"/>
        </w:rPr>
        <w:t>3</w:t>
      </w:r>
      <w:r w:rsidRPr="00343B5F">
        <w:rPr>
          <w:sz w:val="26"/>
          <w:szCs w:val="26"/>
        </w:rPr>
        <w:t xml:space="preserve"> к настоящему Закону);</w:t>
      </w:r>
    </w:p>
    <w:p w:rsidR="00452D92" w:rsidRPr="00343B5F" w:rsidRDefault="00452D92" w:rsidP="00C07C8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таблицу 17 изложить в новой редакции (приложение 1</w:t>
      </w:r>
      <w:r>
        <w:rPr>
          <w:sz w:val="26"/>
          <w:szCs w:val="26"/>
        </w:rPr>
        <w:t>4</w:t>
      </w:r>
      <w:r w:rsidRPr="00343B5F">
        <w:rPr>
          <w:sz w:val="26"/>
          <w:szCs w:val="26"/>
        </w:rPr>
        <w:t xml:space="preserve"> к настоящему Закону);</w:t>
      </w:r>
    </w:p>
    <w:p w:rsidR="00452D92" w:rsidRPr="00343B5F" w:rsidRDefault="00452D92" w:rsidP="00860A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таблицу 24 изложить в новой редакции (приложение 1</w:t>
      </w:r>
      <w:r>
        <w:rPr>
          <w:sz w:val="26"/>
          <w:szCs w:val="26"/>
        </w:rPr>
        <w:t>5</w:t>
      </w:r>
      <w:r w:rsidRPr="00343B5F">
        <w:rPr>
          <w:sz w:val="26"/>
          <w:szCs w:val="26"/>
        </w:rPr>
        <w:t xml:space="preserve"> к настоящему Закону);</w:t>
      </w:r>
    </w:p>
    <w:p w:rsidR="00452D92" w:rsidRPr="00343B5F" w:rsidRDefault="00452D92" w:rsidP="00872F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таблицу 25 изложить в новой редакции (приложение 1</w:t>
      </w:r>
      <w:r>
        <w:rPr>
          <w:sz w:val="26"/>
          <w:szCs w:val="26"/>
        </w:rPr>
        <w:t>6</w:t>
      </w:r>
      <w:r w:rsidRPr="00343B5F">
        <w:rPr>
          <w:sz w:val="26"/>
          <w:szCs w:val="26"/>
        </w:rPr>
        <w:t xml:space="preserve"> к настоящему Закону);</w:t>
      </w:r>
    </w:p>
    <w:p w:rsidR="00452D92" w:rsidRPr="00343B5F" w:rsidRDefault="00452D92" w:rsidP="00872F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таблицу 27 изложить в новой редакции (приложение 1</w:t>
      </w:r>
      <w:r>
        <w:rPr>
          <w:sz w:val="26"/>
          <w:szCs w:val="26"/>
        </w:rPr>
        <w:t>7</w:t>
      </w:r>
      <w:r w:rsidRPr="00343B5F">
        <w:rPr>
          <w:sz w:val="26"/>
          <w:szCs w:val="26"/>
        </w:rPr>
        <w:t xml:space="preserve"> к настоящему Закону);</w:t>
      </w:r>
    </w:p>
    <w:p w:rsidR="00452D92" w:rsidRPr="00343B5F" w:rsidRDefault="00452D92" w:rsidP="001377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таблицу 30 изложить в новой редакции (приложение 1</w:t>
      </w:r>
      <w:r>
        <w:rPr>
          <w:sz w:val="26"/>
          <w:szCs w:val="26"/>
        </w:rPr>
        <w:t>8</w:t>
      </w:r>
      <w:r w:rsidRPr="00343B5F">
        <w:rPr>
          <w:sz w:val="26"/>
          <w:szCs w:val="26"/>
        </w:rPr>
        <w:t xml:space="preserve"> к настоящему Закону);</w:t>
      </w:r>
    </w:p>
    <w:p w:rsidR="00452D92" w:rsidRPr="00343B5F" w:rsidRDefault="00452D92" w:rsidP="00FE0B7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таблицу 31 изложить в новой редакции (приложение 1</w:t>
      </w:r>
      <w:r>
        <w:rPr>
          <w:sz w:val="26"/>
          <w:szCs w:val="26"/>
        </w:rPr>
        <w:t>9</w:t>
      </w:r>
      <w:r w:rsidRPr="00343B5F">
        <w:rPr>
          <w:sz w:val="26"/>
          <w:szCs w:val="26"/>
        </w:rPr>
        <w:t xml:space="preserve"> к настоящему Закону);</w:t>
      </w:r>
    </w:p>
    <w:p w:rsidR="00452D92" w:rsidRPr="00343B5F" w:rsidRDefault="00452D92" w:rsidP="009B3DF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 xml:space="preserve">таблицу 32 изложить в новой редакции (приложение </w:t>
      </w:r>
      <w:r>
        <w:rPr>
          <w:sz w:val="26"/>
          <w:szCs w:val="26"/>
        </w:rPr>
        <w:t>20</w:t>
      </w:r>
      <w:r w:rsidRPr="00343B5F">
        <w:rPr>
          <w:sz w:val="26"/>
          <w:szCs w:val="26"/>
        </w:rPr>
        <w:t xml:space="preserve"> к настоящему Закону);</w:t>
      </w:r>
    </w:p>
    <w:p w:rsidR="00452D92" w:rsidRPr="00343B5F" w:rsidRDefault="00452D92" w:rsidP="00BD7A0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 xml:space="preserve">таблицу 34 изложить в новой редакции (приложение </w:t>
      </w:r>
      <w:r>
        <w:rPr>
          <w:sz w:val="26"/>
          <w:szCs w:val="26"/>
        </w:rPr>
        <w:t>21</w:t>
      </w:r>
      <w:r w:rsidRPr="00343B5F">
        <w:rPr>
          <w:sz w:val="26"/>
          <w:szCs w:val="26"/>
        </w:rPr>
        <w:t xml:space="preserve"> к настоящему Закону);</w:t>
      </w:r>
    </w:p>
    <w:p w:rsidR="00452D92" w:rsidRPr="00343B5F" w:rsidRDefault="00452D92" w:rsidP="004A46E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таблицу 35 изложить в новой редакции (приложение 2</w:t>
      </w:r>
      <w:r>
        <w:rPr>
          <w:sz w:val="26"/>
          <w:szCs w:val="26"/>
        </w:rPr>
        <w:t>2</w:t>
      </w:r>
      <w:r w:rsidRPr="00343B5F">
        <w:rPr>
          <w:sz w:val="26"/>
          <w:szCs w:val="26"/>
        </w:rPr>
        <w:t xml:space="preserve"> к настоящему Закону);</w:t>
      </w:r>
    </w:p>
    <w:p w:rsidR="00452D92" w:rsidRPr="00343B5F" w:rsidRDefault="00452D92" w:rsidP="00E815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таблицу 36 изложить в новой редакции (приложение 2</w:t>
      </w:r>
      <w:r>
        <w:rPr>
          <w:sz w:val="26"/>
          <w:szCs w:val="26"/>
        </w:rPr>
        <w:t>3</w:t>
      </w:r>
      <w:r w:rsidRPr="00343B5F">
        <w:rPr>
          <w:sz w:val="26"/>
          <w:szCs w:val="26"/>
        </w:rPr>
        <w:t xml:space="preserve"> к настоящему Закону);</w:t>
      </w:r>
    </w:p>
    <w:p w:rsidR="00452D92" w:rsidRPr="00343B5F" w:rsidRDefault="00452D92" w:rsidP="00F578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таблицу 37 изложить в новой редакции (приложение 2</w:t>
      </w:r>
      <w:r>
        <w:rPr>
          <w:sz w:val="26"/>
          <w:szCs w:val="26"/>
        </w:rPr>
        <w:t>4</w:t>
      </w:r>
      <w:r w:rsidRPr="00343B5F">
        <w:rPr>
          <w:sz w:val="26"/>
          <w:szCs w:val="26"/>
        </w:rPr>
        <w:t xml:space="preserve"> к настоящему Закону);</w:t>
      </w:r>
    </w:p>
    <w:p w:rsidR="00452D92" w:rsidRPr="00343B5F" w:rsidRDefault="00452D92" w:rsidP="008C227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таблицу 38 изложить в новой редакции (приложение 2</w:t>
      </w:r>
      <w:r>
        <w:rPr>
          <w:sz w:val="26"/>
          <w:szCs w:val="26"/>
        </w:rPr>
        <w:t>5</w:t>
      </w:r>
      <w:r w:rsidRPr="00343B5F">
        <w:rPr>
          <w:sz w:val="26"/>
          <w:szCs w:val="26"/>
        </w:rPr>
        <w:t xml:space="preserve"> к настоящему Закону);</w:t>
      </w:r>
    </w:p>
    <w:p w:rsidR="00452D92" w:rsidRPr="00343B5F" w:rsidRDefault="00452D92" w:rsidP="00C14D7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таблицу 39 изложить в новой редакции (приложение 2</w:t>
      </w:r>
      <w:r>
        <w:rPr>
          <w:sz w:val="26"/>
          <w:szCs w:val="26"/>
        </w:rPr>
        <w:t>6</w:t>
      </w:r>
      <w:r w:rsidRPr="00343B5F">
        <w:rPr>
          <w:sz w:val="26"/>
          <w:szCs w:val="26"/>
        </w:rPr>
        <w:t xml:space="preserve"> к настоящему Закону);</w:t>
      </w:r>
    </w:p>
    <w:p w:rsidR="00452D92" w:rsidRPr="00343B5F" w:rsidRDefault="00452D92" w:rsidP="00FE35E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таблицу 40 изложить в новой редакции (приложение 2</w:t>
      </w:r>
      <w:r>
        <w:rPr>
          <w:sz w:val="26"/>
          <w:szCs w:val="26"/>
        </w:rPr>
        <w:t>7</w:t>
      </w:r>
      <w:r w:rsidRPr="00343B5F">
        <w:rPr>
          <w:sz w:val="26"/>
          <w:szCs w:val="26"/>
        </w:rPr>
        <w:t xml:space="preserve"> к настоящему Закону);</w:t>
      </w:r>
    </w:p>
    <w:p w:rsidR="00452D92" w:rsidRPr="00343B5F" w:rsidRDefault="00452D92" w:rsidP="00B804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таблицу 41 изложить в новой редакции (приложение 2</w:t>
      </w:r>
      <w:r>
        <w:rPr>
          <w:sz w:val="26"/>
          <w:szCs w:val="26"/>
        </w:rPr>
        <w:t>8</w:t>
      </w:r>
      <w:r w:rsidRPr="00343B5F">
        <w:rPr>
          <w:sz w:val="26"/>
          <w:szCs w:val="26"/>
        </w:rPr>
        <w:t xml:space="preserve"> к настоящему Закону);</w:t>
      </w:r>
    </w:p>
    <w:p w:rsidR="00452D92" w:rsidRPr="00343B5F" w:rsidRDefault="00452D92" w:rsidP="00F557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>таблицу 49 изложить в новой редакции (приложение 2</w:t>
      </w:r>
      <w:r>
        <w:rPr>
          <w:sz w:val="26"/>
          <w:szCs w:val="26"/>
        </w:rPr>
        <w:t>9</w:t>
      </w:r>
      <w:r w:rsidRPr="00343B5F">
        <w:rPr>
          <w:sz w:val="26"/>
          <w:szCs w:val="26"/>
        </w:rPr>
        <w:t xml:space="preserve"> к настоящему Закону);</w:t>
      </w:r>
    </w:p>
    <w:p w:rsidR="00452D92" w:rsidRPr="00343B5F" w:rsidRDefault="00452D92" w:rsidP="008C227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B5F">
        <w:rPr>
          <w:sz w:val="26"/>
          <w:szCs w:val="26"/>
        </w:rPr>
        <w:t xml:space="preserve">таблицу 51 изложить в новой редакции (приложение </w:t>
      </w:r>
      <w:r>
        <w:rPr>
          <w:sz w:val="26"/>
          <w:szCs w:val="26"/>
        </w:rPr>
        <w:t>30</w:t>
      </w:r>
      <w:r w:rsidRPr="00343B5F">
        <w:rPr>
          <w:sz w:val="26"/>
          <w:szCs w:val="26"/>
        </w:rPr>
        <w:t xml:space="preserve"> к настоящему Закону);</w:t>
      </w:r>
    </w:p>
    <w:p w:rsidR="00452D92" w:rsidRPr="00343B5F" w:rsidRDefault="00452D92" w:rsidP="00165B6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43B5F">
        <w:rPr>
          <w:sz w:val="26"/>
          <w:szCs w:val="26"/>
        </w:rPr>
        <w:t xml:space="preserve">дополнить таблицей 54 (приложение </w:t>
      </w:r>
      <w:r>
        <w:rPr>
          <w:sz w:val="26"/>
          <w:szCs w:val="26"/>
        </w:rPr>
        <w:t>31 к настоящему Закону).</w:t>
      </w:r>
    </w:p>
    <w:p w:rsidR="00452D92" w:rsidRPr="00343B5F" w:rsidRDefault="00452D92" w:rsidP="00B71F7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452D92" w:rsidRPr="00343B5F" w:rsidRDefault="00452D92" w:rsidP="00B47D3F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43B5F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343B5F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</w:t>
      </w:r>
      <w:r w:rsidRPr="00343B5F">
        <w:rPr>
          <w:rFonts w:ascii="Times New Roman" w:hAnsi="Times New Roman" w:cs="Times New Roman"/>
          <w:sz w:val="26"/>
          <w:szCs w:val="26"/>
        </w:rPr>
        <w:t>б</w:t>
      </w:r>
      <w:r w:rsidRPr="00343B5F">
        <w:rPr>
          <w:rFonts w:ascii="Times New Roman" w:hAnsi="Times New Roman" w:cs="Times New Roman"/>
          <w:sz w:val="26"/>
          <w:szCs w:val="26"/>
        </w:rPr>
        <w:t>ликования.</w:t>
      </w:r>
    </w:p>
    <w:p w:rsidR="00452D92" w:rsidRPr="00343B5F" w:rsidRDefault="00452D92" w:rsidP="00FF32D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52D92" w:rsidRPr="00343B5F" w:rsidRDefault="00452D92" w:rsidP="00FF32D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W w:w="0" w:type="auto"/>
        <w:tblLook w:val="00A0"/>
      </w:tblPr>
      <w:tblGrid>
        <w:gridCol w:w="4927"/>
        <w:gridCol w:w="4927"/>
      </w:tblGrid>
      <w:tr w:rsidR="00452D92" w:rsidRPr="00A33F1D" w:rsidTr="007216C3">
        <w:tc>
          <w:tcPr>
            <w:tcW w:w="4927" w:type="dxa"/>
          </w:tcPr>
          <w:p w:rsidR="00452D92" w:rsidRPr="007216C3" w:rsidRDefault="00452D92" w:rsidP="007216C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7216C3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Исполняющий обязанности </w:t>
            </w:r>
          </w:p>
          <w:p w:rsidR="00452D92" w:rsidRPr="007216C3" w:rsidRDefault="00452D92" w:rsidP="007216C3">
            <w:pPr>
              <w:pStyle w:val="ConsPlusTitle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216C3">
              <w:rPr>
                <w:rFonts w:ascii="Times New Roman" w:hAnsi="Times New Roman" w:cs="Times New Roman"/>
                <w:b w:val="0"/>
                <w:sz w:val="26"/>
                <w:szCs w:val="26"/>
              </w:rPr>
              <w:t>Губернатора Челябинской области</w:t>
            </w:r>
          </w:p>
        </w:tc>
        <w:tc>
          <w:tcPr>
            <w:tcW w:w="4927" w:type="dxa"/>
          </w:tcPr>
          <w:p w:rsidR="00452D92" w:rsidRPr="007216C3" w:rsidRDefault="00452D92" w:rsidP="007216C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2D92" w:rsidRPr="007216C3" w:rsidRDefault="00452D92" w:rsidP="007216C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216C3">
              <w:rPr>
                <w:rFonts w:ascii="Times New Roman" w:hAnsi="Times New Roman" w:cs="Times New Roman"/>
                <w:sz w:val="26"/>
                <w:szCs w:val="26"/>
              </w:rPr>
              <w:t>Е.В. Редин</w:t>
            </w:r>
          </w:p>
        </w:tc>
      </w:tr>
    </w:tbl>
    <w:p w:rsidR="00452D92" w:rsidRPr="00A33F1D" w:rsidRDefault="00452D92" w:rsidP="00A11D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452D92" w:rsidRPr="00A33F1D" w:rsidSect="00CF75C7">
      <w:footerReference w:type="even" r:id="rId7"/>
      <w:footerReference w:type="default" r:id="rId8"/>
      <w:pgSz w:w="11906" w:h="16838" w:code="9"/>
      <w:pgMar w:top="1134" w:right="567" w:bottom="1134" w:left="1701" w:header="709" w:footer="6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D92" w:rsidRDefault="00452D92">
      <w:r>
        <w:separator/>
      </w:r>
    </w:p>
  </w:endnote>
  <w:endnote w:type="continuationSeparator" w:id="0">
    <w:p w:rsidR="00452D92" w:rsidRDefault="00452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D92" w:rsidRDefault="00452D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2D92" w:rsidRDefault="00452D9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D92" w:rsidRPr="000667A6" w:rsidRDefault="00452D92">
    <w:pPr>
      <w:pStyle w:val="Footer"/>
      <w:framePr w:wrap="around" w:vAnchor="text" w:hAnchor="margin" w:xAlign="right" w:y="1"/>
      <w:rPr>
        <w:rStyle w:val="PageNumber"/>
      </w:rPr>
    </w:pPr>
    <w:r w:rsidRPr="000667A6">
      <w:rPr>
        <w:rStyle w:val="PageNumber"/>
      </w:rPr>
      <w:fldChar w:fldCharType="begin"/>
    </w:r>
    <w:r w:rsidRPr="000667A6">
      <w:rPr>
        <w:rStyle w:val="PageNumber"/>
      </w:rPr>
      <w:instrText xml:space="preserve">PAGE  </w:instrText>
    </w:r>
    <w:r w:rsidRPr="000667A6">
      <w:rPr>
        <w:rStyle w:val="PageNumber"/>
      </w:rPr>
      <w:fldChar w:fldCharType="separate"/>
    </w:r>
    <w:r>
      <w:rPr>
        <w:rStyle w:val="PageNumber"/>
        <w:noProof/>
      </w:rPr>
      <w:t>2</w:t>
    </w:r>
    <w:r w:rsidRPr="000667A6">
      <w:rPr>
        <w:rStyle w:val="PageNumber"/>
      </w:rPr>
      <w:fldChar w:fldCharType="end"/>
    </w:r>
  </w:p>
  <w:p w:rsidR="00452D92" w:rsidRDefault="00452D92" w:rsidP="006C47C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D92" w:rsidRDefault="00452D92">
      <w:r>
        <w:separator/>
      </w:r>
    </w:p>
  </w:footnote>
  <w:footnote w:type="continuationSeparator" w:id="0">
    <w:p w:rsidR="00452D92" w:rsidRDefault="00452D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C647727"/>
    <w:multiLevelType w:val="hybridMultilevel"/>
    <w:tmpl w:val="B43C1772"/>
    <w:lvl w:ilvl="0" w:tplc="805A919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ED77C13"/>
    <w:multiLevelType w:val="hybridMultilevel"/>
    <w:tmpl w:val="AC469048"/>
    <w:lvl w:ilvl="0" w:tplc="7C6E2F6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5B02A2F"/>
    <w:multiLevelType w:val="hybridMultilevel"/>
    <w:tmpl w:val="BC0A7A8E"/>
    <w:lvl w:ilvl="0" w:tplc="B92A360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2C94268"/>
    <w:multiLevelType w:val="hybridMultilevel"/>
    <w:tmpl w:val="B8A04D28"/>
    <w:lvl w:ilvl="0" w:tplc="FD30CF5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5CC8270A"/>
    <w:multiLevelType w:val="hybridMultilevel"/>
    <w:tmpl w:val="895CF560"/>
    <w:lvl w:ilvl="0" w:tplc="82903FA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60F32434"/>
    <w:multiLevelType w:val="hybridMultilevel"/>
    <w:tmpl w:val="D3061CB2"/>
    <w:lvl w:ilvl="0" w:tplc="1C52D92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69EB301D"/>
    <w:multiLevelType w:val="hybridMultilevel"/>
    <w:tmpl w:val="D628349E"/>
    <w:lvl w:ilvl="0" w:tplc="EFECCFA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7752471E"/>
    <w:multiLevelType w:val="hybridMultilevel"/>
    <w:tmpl w:val="C15EAC4E"/>
    <w:lvl w:ilvl="0" w:tplc="C8AC17F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21"/>
  </w:num>
  <w:num w:numId="4">
    <w:abstractNumId w:val="23"/>
  </w:num>
  <w:num w:numId="5">
    <w:abstractNumId w:val="14"/>
  </w:num>
  <w:num w:numId="6">
    <w:abstractNumId w:val="27"/>
  </w:num>
  <w:num w:numId="7">
    <w:abstractNumId w:val="9"/>
  </w:num>
  <w:num w:numId="8">
    <w:abstractNumId w:val="20"/>
  </w:num>
  <w:num w:numId="9">
    <w:abstractNumId w:val="3"/>
  </w:num>
  <w:num w:numId="10">
    <w:abstractNumId w:val="4"/>
  </w:num>
  <w:num w:numId="11">
    <w:abstractNumId w:val="7"/>
  </w:num>
  <w:num w:numId="12">
    <w:abstractNumId w:val="26"/>
  </w:num>
  <w:num w:numId="13">
    <w:abstractNumId w:val="2"/>
  </w:num>
  <w:num w:numId="14">
    <w:abstractNumId w:val="12"/>
  </w:num>
  <w:num w:numId="15">
    <w:abstractNumId w:val="15"/>
  </w:num>
  <w:num w:numId="16">
    <w:abstractNumId w:val="22"/>
  </w:num>
  <w:num w:numId="17">
    <w:abstractNumId w:val="10"/>
  </w:num>
  <w:num w:numId="18">
    <w:abstractNumId w:val="17"/>
  </w:num>
  <w:num w:numId="19">
    <w:abstractNumId w:val="1"/>
  </w:num>
  <w:num w:numId="20">
    <w:abstractNumId w:val="24"/>
  </w:num>
  <w:num w:numId="21">
    <w:abstractNumId w:val="6"/>
  </w:num>
  <w:num w:numId="22">
    <w:abstractNumId w:val="19"/>
  </w:num>
  <w:num w:numId="23">
    <w:abstractNumId w:val="25"/>
  </w:num>
  <w:num w:numId="24">
    <w:abstractNumId w:val="8"/>
  </w:num>
  <w:num w:numId="25">
    <w:abstractNumId w:val="5"/>
  </w:num>
  <w:num w:numId="26">
    <w:abstractNumId w:val="18"/>
  </w:num>
  <w:num w:numId="27">
    <w:abstractNumId w:val="16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autoHyphenation/>
  <w:hyphenationZone w:val="284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197B"/>
    <w:rsid w:val="00000345"/>
    <w:rsid w:val="0000035B"/>
    <w:rsid w:val="0000043F"/>
    <w:rsid w:val="0000054D"/>
    <w:rsid w:val="00001AE9"/>
    <w:rsid w:val="00001FE4"/>
    <w:rsid w:val="00002086"/>
    <w:rsid w:val="000027BB"/>
    <w:rsid w:val="00002987"/>
    <w:rsid w:val="00002B81"/>
    <w:rsid w:val="00002FC7"/>
    <w:rsid w:val="00003469"/>
    <w:rsid w:val="00005313"/>
    <w:rsid w:val="00005FB4"/>
    <w:rsid w:val="000061FD"/>
    <w:rsid w:val="000068DE"/>
    <w:rsid w:val="00007286"/>
    <w:rsid w:val="000107C3"/>
    <w:rsid w:val="00010E1E"/>
    <w:rsid w:val="00011CE9"/>
    <w:rsid w:val="0001256B"/>
    <w:rsid w:val="00012B86"/>
    <w:rsid w:val="00013F09"/>
    <w:rsid w:val="00014085"/>
    <w:rsid w:val="0001489E"/>
    <w:rsid w:val="00015580"/>
    <w:rsid w:val="00015749"/>
    <w:rsid w:val="00015DD9"/>
    <w:rsid w:val="00016066"/>
    <w:rsid w:val="00016141"/>
    <w:rsid w:val="0001636E"/>
    <w:rsid w:val="000168E5"/>
    <w:rsid w:val="000169E9"/>
    <w:rsid w:val="00016F8F"/>
    <w:rsid w:val="000170CB"/>
    <w:rsid w:val="00017781"/>
    <w:rsid w:val="00017EFA"/>
    <w:rsid w:val="00020215"/>
    <w:rsid w:val="00021E86"/>
    <w:rsid w:val="00022184"/>
    <w:rsid w:val="00022607"/>
    <w:rsid w:val="00022902"/>
    <w:rsid w:val="0002347D"/>
    <w:rsid w:val="00023CD3"/>
    <w:rsid w:val="00023DDA"/>
    <w:rsid w:val="000249B6"/>
    <w:rsid w:val="000249E1"/>
    <w:rsid w:val="00024A89"/>
    <w:rsid w:val="00024DAC"/>
    <w:rsid w:val="0002546C"/>
    <w:rsid w:val="00025A1B"/>
    <w:rsid w:val="00025AAB"/>
    <w:rsid w:val="00025F5F"/>
    <w:rsid w:val="000268BA"/>
    <w:rsid w:val="00026A90"/>
    <w:rsid w:val="000272B9"/>
    <w:rsid w:val="00027407"/>
    <w:rsid w:val="000274F5"/>
    <w:rsid w:val="00027A9B"/>
    <w:rsid w:val="000301EB"/>
    <w:rsid w:val="00030369"/>
    <w:rsid w:val="0003109E"/>
    <w:rsid w:val="00031105"/>
    <w:rsid w:val="00031391"/>
    <w:rsid w:val="00031E83"/>
    <w:rsid w:val="00032464"/>
    <w:rsid w:val="00032A43"/>
    <w:rsid w:val="00032F12"/>
    <w:rsid w:val="0003303D"/>
    <w:rsid w:val="000333B0"/>
    <w:rsid w:val="000336FA"/>
    <w:rsid w:val="00033B3B"/>
    <w:rsid w:val="00033CCE"/>
    <w:rsid w:val="00033D1E"/>
    <w:rsid w:val="00034D5E"/>
    <w:rsid w:val="00035CA8"/>
    <w:rsid w:val="00035EFB"/>
    <w:rsid w:val="00036237"/>
    <w:rsid w:val="000369E0"/>
    <w:rsid w:val="00036F36"/>
    <w:rsid w:val="00037B56"/>
    <w:rsid w:val="00037DE8"/>
    <w:rsid w:val="00040207"/>
    <w:rsid w:val="00040DEC"/>
    <w:rsid w:val="0004170E"/>
    <w:rsid w:val="00041B04"/>
    <w:rsid w:val="000427B7"/>
    <w:rsid w:val="00042A3B"/>
    <w:rsid w:val="00042B3B"/>
    <w:rsid w:val="00042C3B"/>
    <w:rsid w:val="00042C76"/>
    <w:rsid w:val="00042EC7"/>
    <w:rsid w:val="000434F3"/>
    <w:rsid w:val="000437CF"/>
    <w:rsid w:val="000438A0"/>
    <w:rsid w:val="00043D96"/>
    <w:rsid w:val="00043E5D"/>
    <w:rsid w:val="00044031"/>
    <w:rsid w:val="00045C6B"/>
    <w:rsid w:val="0004710C"/>
    <w:rsid w:val="0004712F"/>
    <w:rsid w:val="0004749D"/>
    <w:rsid w:val="00047770"/>
    <w:rsid w:val="0004794D"/>
    <w:rsid w:val="00047DF1"/>
    <w:rsid w:val="00050B7C"/>
    <w:rsid w:val="00050BF5"/>
    <w:rsid w:val="00051E75"/>
    <w:rsid w:val="00052118"/>
    <w:rsid w:val="000521AD"/>
    <w:rsid w:val="0005244D"/>
    <w:rsid w:val="000527DA"/>
    <w:rsid w:val="00052FED"/>
    <w:rsid w:val="00053A78"/>
    <w:rsid w:val="00053BEB"/>
    <w:rsid w:val="0005440B"/>
    <w:rsid w:val="00054EEC"/>
    <w:rsid w:val="000554D2"/>
    <w:rsid w:val="00055808"/>
    <w:rsid w:val="00055C5C"/>
    <w:rsid w:val="00055DD4"/>
    <w:rsid w:val="00056919"/>
    <w:rsid w:val="000571B3"/>
    <w:rsid w:val="00057DA6"/>
    <w:rsid w:val="0006021B"/>
    <w:rsid w:val="00060806"/>
    <w:rsid w:val="000609AA"/>
    <w:rsid w:val="000615D0"/>
    <w:rsid w:val="00061E9E"/>
    <w:rsid w:val="00063088"/>
    <w:rsid w:val="0006331F"/>
    <w:rsid w:val="000634BF"/>
    <w:rsid w:val="00063F51"/>
    <w:rsid w:val="00065241"/>
    <w:rsid w:val="00065A92"/>
    <w:rsid w:val="000667A6"/>
    <w:rsid w:val="00066B10"/>
    <w:rsid w:val="00066BCD"/>
    <w:rsid w:val="00066C91"/>
    <w:rsid w:val="000679FA"/>
    <w:rsid w:val="00071FA0"/>
    <w:rsid w:val="000721F9"/>
    <w:rsid w:val="0007299E"/>
    <w:rsid w:val="00072B58"/>
    <w:rsid w:val="00072D4B"/>
    <w:rsid w:val="000735E1"/>
    <w:rsid w:val="00074609"/>
    <w:rsid w:val="00074E94"/>
    <w:rsid w:val="00075583"/>
    <w:rsid w:val="0007566B"/>
    <w:rsid w:val="0007682F"/>
    <w:rsid w:val="00076E2C"/>
    <w:rsid w:val="000774BF"/>
    <w:rsid w:val="000779B1"/>
    <w:rsid w:val="00077D71"/>
    <w:rsid w:val="000808CC"/>
    <w:rsid w:val="0008091D"/>
    <w:rsid w:val="00080B39"/>
    <w:rsid w:val="000811FC"/>
    <w:rsid w:val="00081290"/>
    <w:rsid w:val="00082136"/>
    <w:rsid w:val="0008236A"/>
    <w:rsid w:val="0008273C"/>
    <w:rsid w:val="00082D51"/>
    <w:rsid w:val="00083091"/>
    <w:rsid w:val="0008444B"/>
    <w:rsid w:val="000845D7"/>
    <w:rsid w:val="0008466B"/>
    <w:rsid w:val="00084782"/>
    <w:rsid w:val="00084D30"/>
    <w:rsid w:val="0008574E"/>
    <w:rsid w:val="00085CE9"/>
    <w:rsid w:val="000868F0"/>
    <w:rsid w:val="00086E1B"/>
    <w:rsid w:val="00087CA6"/>
    <w:rsid w:val="00090539"/>
    <w:rsid w:val="00090940"/>
    <w:rsid w:val="00090A52"/>
    <w:rsid w:val="000914F6"/>
    <w:rsid w:val="0009168D"/>
    <w:rsid w:val="000919BB"/>
    <w:rsid w:val="00091B4C"/>
    <w:rsid w:val="00092D76"/>
    <w:rsid w:val="000930F5"/>
    <w:rsid w:val="00093B34"/>
    <w:rsid w:val="00093D11"/>
    <w:rsid w:val="00094523"/>
    <w:rsid w:val="00094542"/>
    <w:rsid w:val="0009467F"/>
    <w:rsid w:val="00094F55"/>
    <w:rsid w:val="0009565B"/>
    <w:rsid w:val="00095BD0"/>
    <w:rsid w:val="00095D8D"/>
    <w:rsid w:val="00096199"/>
    <w:rsid w:val="000966DA"/>
    <w:rsid w:val="00097AD2"/>
    <w:rsid w:val="00097C88"/>
    <w:rsid w:val="000A1947"/>
    <w:rsid w:val="000A1AD6"/>
    <w:rsid w:val="000A2B66"/>
    <w:rsid w:val="000A3EDC"/>
    <w:rsid w:val="000A4AAE"/>
    <w:rsid w:val="000A4D26"/>
    <w:rsid w:val="000A5980"/>
    <w:rsid w:val="000A64E3"/>
    <w:rsid w:val="000A68D2"/>
    <w:rsid w:val="000A6AB1"/>
    <w:rsid w:val="000A6FAB"/>
    <w:rsid w:val="000A75CD"/>
    <w:rsid w:val="000A7962"/>
    <w:rsid w:val="000B1C10"/>
    <w:rsid w:val="000B215D"/>
    <w:rsid w:val="000B2FD2"/>
    <w:rsid w:val="000B33A3"/>
    <w:rsid w:val="000B354A"/>
    <w:rsid w:val="000B552B"/>
    <w:rsid w:val="000B5958"/>
    <w:rsid w:val="000B5AED"/>
    <w:rsid w:val="000B5E23"/>
    <w:rsid w:val="000B6FCA"/>
    <w:rsid w:val="000B6FE3"/>
    <w:rsid w:val="000B70C2"/>
    <w:rsid w:val="000C01E2"/>
    <w:rsid w:val="000C07DF"/>
    <w:rsid w:val="000C09F1"/>
    <w:rsid w:val="000C0B43"/>
    <w:rsid w:val="000C0C60"/>
    <w:rsid w:val="000C1838"/>
    <w:rsid w:val="000C1A54"/>
    <w:rsid w:val="000C1F11"/>
    <w:rsid w:val="000C20E2"/>
    <w:rsid w:val="000C22F2"/>
    <w:rsid w:val="000C2511"/>
    <w:rsid w:val="000C2E52"/>
    <w:rsid w:val="000C33F4"/>
    <w:rsid w:val="000C37E1"/>
    <w:rsid w:val="000C3A56"/>
    <w:rsid w:val="000C3A9F"/>
    <w:rsid w:val="000C3CCE"/>
    <w:rsid w:val="000C3D1A"/>
    <w:rsid w:val="000C3E43"/>
    <w:rsid w:val="000C4172"/>
    <w:rsid w:val="000C453D"/>
    <w:rsid w:val="000C459B"/>
    <w:rsid w:val="000C473C"/>
    <w:rsid w:val="000C5252"/>
    <w:rsid w:val="000C550D"/>
    <w:rsid w:val="000C5D6F"/>
    <w:rsid w:val="000C5D70"/>
    <w:rsid w:val="000C69BE"/>
    <w:rsid w:val="000C6A90"/>
    <w:rsid w:val="000C755F"/>
    <w:rsid w:val="000C7BFF"/>
    <w:rsid w:val="000C7CE5"/>
    <w:rsid w:val="000D00F3"/>
    <w:rsid w:val="000D04DB"/>
    <w:rsid w:val="000D096D"/>
    <w:rsid w:val="000D09BB"/>
    <w:rsid w:val="000D16A3"/>
    <w:rsid w:val="000D1883"/>
    <w:rsid w:val="000D1A4F"/>
    <w:rsid w:val="000D22DD"/>
    <w:rsid w:val="000D240A"/>
    <w:rsid w:val="000D2915"/>
    <w:rsid w:val="000D3878"/>
    <w:rsid w:val="000D3D9F"/>
    <w:rsid w:val="000D446C"/>
    <w:rsid w:val="000D6541"/>
    <w:rsid w:val="000D6E82"/>
    <w:rsid w:val="000D7313"/>
    <w:rsid w:val="000E0084"/>
    <w:rsid w:val="000E02DF"/>
    <w:rsid w:val="000E03BB"/>
    <w:rsid w:val="000E09F3"/>
    <w:rsid w:val="000E10C9"/>
    <w:rsid w:val="000E16FC"/>
    <w:rsid w:val="000E1AE8"/>
    <w:rsid w:val="000E21B9"/>
    <w:rsid w:val="000E287A"/>
    <w:rsid w:val="000E2DEF"/>
    <w:rsid w:val="000E3967"/>
    <w:rsid w:val="000E3B97"/>
    <w:rsid w:val="000E465E"/>
    <w:rsid w:val="000E4AE6"/>
    <w:rsid w:val="000E4FFC"/>
    <w:rsid w:val="000E50CD"/>
    <w:rsid w:val="000E577D"/>
    <w:rsid w:val="000E61C5"/>
    <w:rsid w:val="000E6AB9"/>
    <w:rsid w:val="000E7122"/>
    <w:rsid w:val="000F08D2"/>
    <w:rsid w:val="000F0C76"/>
    <w:rsid w:val="000F0FD1"/>
    <w:rsid w:val="000F1116"/>
    <w:rsid w:val="000F1487"/>
    <w:rsid w:val="000F1488"/>
    <w:rsid w:val="000F1CC2"/>
    <w:rsid w:val="000F1EA2"/>
    <w:rsid w:val="000F2E22"/>
    <w:rsid w:val="000F2F98"/>
    <w:rsid w:val="000F2FAD"/>
    <w:rsid w:val="000F3296"/>
    <w:rsid w:val="000F35E5"/>
    <w:rsid w:val="000F3D5C"/>
    <w:rsid w:val="000F3F1C"/>
    <w:rsid w:val="000F4501"/>
    <w:rsid w:val="000F4778"/>
    <w:rsid w:val="000F565C"/>
    <w:rsid w:val="000F68F7"/>
    <w:rsid w:val="000F6CDC"/>
    <w:rsid w:val="000F711E"/>
    <w:rsid w:val="000F7483"/>
    <w:rsid w:val="000F76C2"/>
    <w:rsid w:val="000F7CE6"/>
    <w:rsid w:val="000F7F4B"/>
    <w:rsid w:val="0010033C"/>
    <w:rsid w:val="0010034A"/>
    <w:rsid w:val="00100FE8"/>
    <w:rsid w:val="001020C0"/>
    <w:rsid w:val="00102953"/>
    <w:rsid w:val="001030A4"/>
    <w:rsid w:val="00103255"/>
    <w:rsid w:val="00103C87"/>
    <w:rsid w:val="0010446F"/>
    <w:rsid w:val="00104628"/>
    <w:rsid w:val="00104D20"/>
    <w:rsid w:val="00105310"/>
    <w:rsid w:val="0010537F"/>
    <w:rsid w:val="00105E9C"/>
    <w:rsid w:val="00105F78"/>
    <w:rsid w:val="001061B5"/>
    <w:rsid w:val="00106410"/>
    <w:rsid w:val="001065D7"/>
    <w:rsid w:val="00106F20"/>
    <w:rsid w:val="00107229"/>
    <w:rsid w:val="0010738D"/>
    <w:rsid w:val="00107596"/>
    <w:rsid w:val="00110545"/>
    <w:rsid w:val="001105B1"/>
    <w:rsid w:val="0011062B"/>
    <w:rsid w:val="00110734"/>
    <w:rsid w:val="00110B24"/>
    <w:rsid w:val="0011103A"/>
    <w:rsid w:val="001116F6"/>
    <w:rsid w:val="00111953"/>
    <w:rsid w:val="00111CB9"/>
    <w:rsid w:val="001126BD"/>
    <w:rsid w:val="001132BC"/>
    <w:rsid w:val="001134CE"/>
    <w:rsid w:val="00113923"/>
    <w:rsid w:val="00113DAA"/>
    <w:rsid w:val="00113E71"/>
    <w:rsid w:val="001145FD"/>
    <w:rsid w:val="001147D8"/>
    <w:rsid w:val="00115106"/>
    <w:rsid w:val="0011511D"/>
    <w:rsid w:val="001153BF"/>
    <w:rsid w:val="00115CCB"/>
    <w:rsid w:val="00115E47"/>
    <w:rsid w:val="00115EAA"/>
    <w:rsid w:val="001165B8"/>
    <w:rsid w:val="00116BA3"/>
    <w:rsid w:val="00117E68"/>
    <w:rsid w:val="00120586"/>
    <w:rsid w:val="00120B88"/>
    <w:rsid w:val="00120D61"/>
    <w:rsid w:val="00120E32"/>
    <w:rsid w:val="00120F0D"/>
    <w:rsid w:val="00121829"/>
    <w:rsid w:val="00121DA4"/>
    <w:rsid w:val="00121DD3"/>
    <w:rsid w:val="00122976"/>
    <w:rsid w:val="00122B72"/>
    <w:rsid w:val="00122C75"/>
    <w:rsid w:val="00122F12"/>
    <w:rsid w:val="001231D6"/>
    <w:rsid w:val="001233DE"/>
    <w:rsid w:val="00123429"/>
    <w:rsid w:val="00124A77"/>
    <w:rsid w:val="00124A8F"/>
    <w:rsid w:val="00124B26"/>
    <w:rsid w:val="00124F09"/>
    <w:rsid w:val="001251E2"/>
    <w:rsid w:val="001257A3"/>
    <w:rsid w:val="00127A55"/>
    <w:rsid w:val="00127AE6"/>
    <w:rsid w:val="001317D1"/>
    <w:rsid w:val="00133B8C"/>
    <w:rsid w:val="00133E20"/>
    <w:rsid w:val="0013459A"/>
    <w:rsid w:val="00134E2D"/>
    <w:rsid w:val="00134E99"/>
    <w:rsid w:val="00135EDC"/>
    <w:rsid w:val="00136AE3"/>
    <w:rsid w:val="00136D77"/>
    <w:rsid w:val="00136EE7"/>
    <w:rsid w:val="00137701"/>
    <w:rsid w:val="001377D5"/>
    <w:rsid w:val="00137867"/>
    <w:rsid w:val="00137956"/>
    <w:rsid w:val="00137A04"/>
    <w:rsid w:val="00140143"/>
    <w:rsid w:val="0014029F"/>
    <w:rsid w:val="00140D9A"/>
    <w:rsid w:val="00140E18"/>
    <w:rsid w:val="0014176E"/>
    <w:rsid w:val="001418D1"/>
    <w:rsid w:val="00141FEC"/>
    <w:rsid w:val="00142086"/>
    <w:rsid w:val="0014323D"/>
    <w:rsid w:val="00144342"/>
    <w:rsid w:val="001447BB"/>
    <w:rsid w:val="00144A1F"/>
    <w:rsid w:val="00144FB6"/>
    <w:rsid w:val="00144FC6"/>
    <w:rsid w:val="001451A0"/>
    <w:rsid w:val="00145714"/>
    <w:rsid w:val="001459C8"/>
    <w:rsid w:val="00145F8A"/>
    <w:rsid w:val="0014704C"/>
    <w:rsid w:val="0015063B"/>
    <w:rsid w:val="00150CC7"/>
    <w:rsid w:val="00151128"/>
    <w:rsid w:val="00151812"/>
    <w:rsid w:val="00152242"/>
    <w:rsid w:val="00152606"/>
    <w:rsid w:val="00152C14"/>
    <w:rsid w:val="00153DB6"/>
    <w:rsid w:val="00153E29"/>
    <w:rsid w:val="00153F88"/>
    <w:rsid w:val="00154690"/>
    <w:rsid w:val="00154855"/>
    <w:rsid w:val="00155E02"/>
    <w:rsid w:val="00156627"/>
    <w:rsid w:val="00156887"/>
    <w:rsid w:val="001569FA"/>
    <w:rsid w:val="001574D4"/>
    <w:rsid w:val="0015766D"/>
    <w:rsid w:val="00157670"/>
    <w:rsid w:val="00160F92"/>
    <w:rsid w:val="00161050"/>
    <w:rsid w:val="001610BC"/>
    <w:rsid w:val="001615F0"/>
    <w:rsid w:val="0016160A"/>
    <w:rsid w:val="00161639"/>
    <w:rsid w:val="00161FDB"/>
    <w:rsid w:val="00163D9A"/>
    <w:rsid w:val="00163E0E"/>
    <w:rsid w:val="00163E2E"/>
    <w:rsid w:val="00164268"/>
    <w:rsid w:val="001657FE"/>
    <w:rsid w:val="00165B6C"/>
    <w:rsid w:val="00166283"/>
    <w:rsid w:val="00166F76"/>
    <w:rsid w:val="00167731"/>
    <w:rsid w:val="00167FE7"/>
    <w:rsid w:val="0017185F"/>
    <w:rsid w:val="001725AB"/>
    <w:rsid w:val="00172E54"/>
    <w:rsid w:val="001731FB"/>
    <w:rsid w:val="001744B4"/>
    <w:rsid w:val="0017480A"/>
    <w:rsid w:val="001750D4"/>
    <w:rsid w:val="001750F9"/>
    <w:rsid w:val="001754BA"/>
    <w:rsid w:val="00175897"/>
    <w:rsid w:val="00175E82"/>
    <w:rsid w:val="001766A1"/>
    <w:rsid w:val="00176C3E"/>
    <w:rsid w:val="00177493"/>
    <w:rsid w:val="001803C7"/>
    <w:rsid w:val="00180410"/>
    <w:rsid w:val="00180648"/>
    <w:rsid w:val="00180733"/>
    <w:rsid w:val="0018075D"/>
    <w:rsid w:val="001808C4"/>
    <w:rsid w:val="00180952"/>
    <w:rsid w:val="001818C4"/>
    <w:rsid w:val="00181F67"/>
    <w:rsid w:val="0018241E"/>
    <w:rsid w:val="001829C8"/>
    <w:rsid w:val="00183E95"/>
    <w:rsid w:val="001852B4"/>
    <w:rsid w:val="00185416"/>
    <w:rsid w:val="00185654"/>
    <w:rsid w:val="001858C0"/>
    <w:rsid w:val="0018651C"/>
    <w:rsid w:val="0018699E"/>
    <w:rsid w:val="00186B6F"/>
    <w:rsid w:val="001870D3"/>
    <w:rsid w:val="001871A7"/>
    <w:rsid w:val="001874D4"/>
    <w:rsid w:val="00187810"/>
    <w:rsid w:val="00187C1F"/>
    <w:rsid w:val="0019071C"/>
    <w:rsid w:val="00190740"/>
    <w:rsid w:val="00190DC0"/>
    <w:rsid w:val="00190F53"/>
    <w:rsid w:val="00191999"/>
    <w:rsid w:val="00192078"/>
    <w:rsid w:val="001922E7"/>
    <w:rsid w:val="00192586"/>
    <w:rsid w:val="00192640"/>
    <w:rsid w:val="00192A90"/>
    <w:rsid w:val="00193A7D"/>
    <w:rsid w:val="001940EB"/>
    <w:rsid w:val="001945B4"/>
    <w:rsid w:val="00194F0C"/>
    <w:rsid w:val="001954FA"/>
    <w:rsid w:val="00195E62"/>
    <w:rsid w:val="001960DD"/>
    <w:rsid w:val="00196398"/>
    <w:rsid w:val="00197087"/>
    <w:rsid w:val="001973D0"/>
    <w:rsid w:val="00197A29"/>
    <w:rsid w:val="00197E5C"/>
    <w:rsid w:val="00197FD3"/>
    <w:rsid w:val="001A13EA"/>
    <w:rsid w:val="001A22D1"/>
    <w:rsid w:val="001A2805"/>
    <w:rsid w:val="001A2B78"/>
    <w:rsid w:val="001A30D2"/>
    <w:rsid w:val="001A3A66"/>
    <w:rsid w:val="001A3CB4"/>
    <w:rsid w:val="001A41E8"/>
    <w:rsid w:val="001A4411"/>
    <w:rsid w:val="001A5354"/>
    <w:rsid w:val="001A5412"/>
    <w:rsid w:val="001A5B73"/>
    <w:rsid w:val="001A5FE0"/>
    <w:rsid w:val="001A60E0"/>
    <w:rsid w:val="001A6238"/>
    <w:rsid w:val="001A6C01"/>
    <w:rsid w:val="001A6F41"/>
    <w:rsid w:val="001A6F7B"/>
    <w:rsid w:val="001B0B7C"/>
    <w:rsid w:val="001B143B"/>
    <w:rsid w:val="001B1BA7"/>
    <w:rsid w:val="001B1DA2"/>
    <w:rsid w:val="001B1FB1"/>
    <w:rsid w:val="001B206D"/>
    <w:rsid w:val="001B22A0"/>
    <w:rsid w:val="001B265E"/>
    <w:rsid w:val="001B26F9"/>
    <w:rsid w:val="001B2AF7"/>
    <w:rsid w:val="001B2E3E"/>
    <w:rsid w:val="001B31B4"/>
    <w:rsid w:val="001B4550"/>
    <w:rsid w:val="001B4849"/>
    <w:rsid w:val="001B4856"/>
    <w:rsid w:val="001B4B1D"/>
    <w:rsid w:val="001B59D1"/>
    <w:rsid w:val="001B5CF7"/>
    <w:rsid w:val="001B6AF9"/>
    <w:rsid w:val="001B6DC0"/>
    <w:rsid w:val="001B6F1B"/>
    <w:rsid w:val="001B716F"/>
    <w:rsid w:val="001B784E"/>
    <w:rsid w:val="001B7AA5"/>
    <w:rsid w:val="001B7D5F"/>
    <w:rsid w:val="001C09D5"/>
    <w:rsid w:val="001C0C55"/>
    <w:rsid w:val="001C10C8"/>
    <w:rsid w:val="001C1B5E"/>
    <w:rsid w:val="001C1C09"/>
    <w:rsid w:val="001C1D71"/>
    <w:rsid w:val="001C1D72"/>
    <w:rsid w:val="001C2770"/>
    <w:rsid w:val="001C2CF3"/>
    <w:rsid w:val="001C3358"/>
    <w:rsid w:val="001C3917"/>
    <w:rsid w:val="001C4C00"/>
    <w:rsid w:val="001C4CDF"/>
    <w:rsid w:val="001C518F"/>
    <w:rsid w:val="001C52E1"/>
    <w:rsid w:val="001C581D"/>
    <w:rsid w:val="001C58AC"/>
    <w:rsid w:val="001C6177"/>
    <w:rsid w:val="001C64A5"/>
    <w:rsid w:val="001C6C29"/>
    <w:rsid w:val="001C7224"/>
    <w:rsid w:val="001C73F0"/>
    <w:rsid w:val="001C79F5"/>
    <w:rsid w:val="001C7FEC"/>
    <w:rsid w:val="001D05CE"/>
    <w:rsid w:val="001D176F"/>
    <w:rsid w:val="001D1919"/>
    <w:rsid w:val="001D2257"/>
    <w:rsid w:val="001D2289"/>
    <w:rsid w:val="001D293C"/>
    <w:rsid w:val="001D2EEC"/>
    <w:rsid w:val="001D4495"/>
    <w:rsid w:val="001D4EB8"/>
    <w:rsid w:val="001D5159"/>
    <w:rsid w:val="001D57D9"/>
    <w:rsid w:val="001D5AFD"/>
    <w:rsid w:val="001D5C03"/>
    <w:rsid w:val="001D69BB"/>
    <w:rsid w:val="001D715B"/>
    <w:rsid w:val="001D76BD"/>
    <w:rsid w:val="001D7B6A"/>
    <w:rsid w:val="001E080E"/>
    <w:rsid w:val="001E1D5C"/>
    <w:rsid w:val="001E2925"/>
    <w:rsid w:val="001E3540"/>
    <w:rsid w:val="001E3B25"/>
    <w:rsid w:val="001E49CC"/>
    <w:rsid w:val="001E4FAC"/>
    <w:rsid w:val="001E5650"/>
    <w:rsid w:val="001E56AA"/>
    <w:rsid w:val="001E5827"/>
    <w:rsid w:val="001E6C5B"/>
    <w:rsid w:val="001E6DEE"/>
    <w:rsid w:val="001E7397"/>
    <w:rsid w:val="001E7679"/>
    <w:rsid w:val="001F01AB"/>
    <w:rsid w:val="001F066B"/>
    <w:rsid w:val="001F0D1D"/>
    <w:rsid w:val="001F0D6C"/>
    <w:rsid w:val="001F14CF"/>
    <w:rsid w:val="001F267C"/>
    <w:rsid w:val="001F2734"/>
    <w:rsid w:val="001F2C2E"/>
    <w:rsid w:val="001F2C64"/>
    <w:rsid w:val="001F3143"/>
    <w:rsid w:val="001F38BD"/>
    <w:rsid w:val="001F3D60"/>
    <w:rsid w:val="001F3DC9"/>
    <w:rsid w:val="001F3DFF"/>
    <w:rsid w:val="001F42B6"/>
    <w:rsid w:val="001F4318"/>
    <w:rsid w:val="001F5009"/>
    <w:rsid w:val="001F613F"/>
    <w:rsid w:val="001F6A25"/>
    <w:rsid w:val="001F6F90"/>
    <w:rsid w:val="001F72BB"/>
    <w:rsid w:val="001F76AC"/>
    <w:rsid w:val="001F787D"/>
    <w:rsid w:val="00200586"/>
    <w:rsid w:val="00200C76"/>
    <w:rsid w:val="00200F0D"/>
    <w:rsid w:val="00201645"/>
    <w:rsid w:val="00201D89"/>
    <w:rsid w:val="00201EF2"/>
    <w:rsid w:val="00201F2E"/>
    <w:rsid w:val="00202AAD"/>
    <w:rsid w:val="00203088"/>
    <w:rsid w:val="00203119"/>
    <w:rsid w:val="0020366B"/>
    <w:rsid w:val="00203A95"/>
    <w:rsid w:val="00203B70"/>
    <w:rsid w:val="00204013"/>
    <w:rsid w:val="00204154"/>
    <w:rsid w:val="002042BD"/>
    <w:rsid w:val="002043AB"/>
    <w:rsid w:val="00204431"/>
    <w:rsid w:val="00204C92"/>
    <w:rsid w:val="002059CF"/>
    <w:rsid w:val="00206257"/>
    <w:rsid w:val="00206693"/>
    <w:rsid w:val="00207632"/>
    <w:rsid w:val="002076E7"/>
    <w:rsid w:val="002100CE"/>
    <w:rsid w:val="002103C3"/>
    <w:rsid w:val="002108F0"/>
    <w:rsid w:val="002112E2"/>
    <w:rsid w:val="00211442"/>
    <w:rsid w:val="00211ABA"/>
    <w:rsid w:val="0021241F"/>
    <w:rsid w:val="00212629"/>
    <w:rsid w:val="00212CE8"/>
    <w:rsid w:val="00213806"/>
    <w:rsid w:val="002138AB"/>
    <w:rsid w:val="00213B9B"/>
    <w:rsid w:val="00214742"/>
    <w:rsid w:val="00214805"/>
    <w:rsid w:val="002151AA"/>
    <w:rsid w:val="0021577B"/>
    <w:rsid w:val="00215C10"/>
    <w:rsid w:val="00215FB2"/>
    <w:rsid w:val="00216012"/>
    <w:rsid w:val="0021603B"/>
    <w:rsid w:val="00216056"/>
    <w:rsid w:val="00216674"/>
    <w:rsid w:val="00216A08"/>
    <w:rsid w:val="002175A5"/>
    <w:rsid w:val="00217A0A"/>
    <w:rsid w:val="00220D71"/>
    <w:rsid w:val="00220F91"/>
    <w:rsid w:val="00221351"/>
    <w:rsid w:val="0022191B"/>
    <w:rsid w:val="00222081"/>
    <w:rsid w:val="0022265F"/>
    <w:rsid w:val="0022349E"/>
    <w:rsid w:val="00223A0B"/>
    <w:rsid w:val="00223B02"/>
    <w:rsid w:val="002244B0"/>
    <w:rsid w:val="00224956"/>
    <w:rsid w:val="00224B68"/>
    <w:rsid w:val="002250CC"/>
    <w:rsid w:val="0022537D"/>
    <w:rsid w:val="00225861"/>
    <w:rsid w:val="00226A0C"/>
    <w:rsid w:val="00227271"/>
    <w:rsid w:val="00227332"/>
    <w:rsid w:val="00227764"/>
    <w:rsid w:val="00227AF8"/>
    <w:rsid w:val="0023085B"/>
    <w:rsid w:val="00230B55"/>
    <w:rsid w:val="00230E51"/>
    <w:rsid w:val="00230E90"/>
    <w:rsid w:val="002313F0"/>
    <w:rsid w:val="00231496"/>
    <w:rsid w:val="00231A99"/>
    <w:rsid w:val="00231B14"/>
    <w:rsid w:val="00231CC6"/>
    <w:rsid w:val="0023234D"/>
    <w:rsid w:val="0023500D"/>
    <w:rsid w:val="0023508B"/>
    <w:rsid w:val="0023631B"/>
    <w:rsid w:val="002365ED"/>
    <w:rsid w:val="00236BDD"/>
    <w:rsid w:val="00240494"/>
    <w:rsid w:val="002405F9"/>
    <w:rsid w:val="00240801"/>
    <w:rsid w:val="00240E0C"/>
    <w:rsid w:val="00240F75"/>
    <w:rsid w:val="002410A8"/>
    <w:rsid w:val="00241E73"/>
    <w:rsid w:val="00242010"/>
    <w:rsid w:val="002423D0"/>
    <w:rsid w:val="002427EF"/>
    <w:rsid w:val="00242C69"/>
    <w:rsid w:val="00242E15"/>
    <w:rsid w:val="00242E85"/>
    <w:rsid w:val="002433DE"/>
    <w:rsid w:val="00243895"/>
    <w:rsid w:val="002440D0"/>
    <w:rsid w:val="00244558"/>
    <w:rsid w:val="00244753"/>
    <w:rsid w:val="0024547A"/>
    <w:rsid w:val="00245F3E"/>
    <w:rsid w:val="002460AE"/>
    <w:rsid w:val="002467B9"/>
    <w:rsid w:val="00246A04"/>
    <w:rsid w:val="002477AC"/>
    <w:rsid w:val="002478BA"/>
    <w:rsid w:val="002479DF"/>
    <w:rsid w:val="00247F13"/>
    <w:rsid w:val="002501B4"/>
    <w:rsid w:val="002502EE"/>
    <w:rsid w:val="0025113D"/>
    <w:rsid w:val="00251B7E"/>
    <w:rsid w:val="00252806"/>
    <w:rsid w:val="00252C49"/>
    <w:rsid w:val="002532BE"/>
    <w:rsid w:val="002535CA"/>
    <w:rsid w:val="00253CEC"/>
    <w:rsid w:val="002540CE"/>
    <w:rsid w:val="00254455"/>
    <w:rsid w:val="002550E8"/>
    <w:rsid w:val="00255BB6"/>
    <w:rsid w:val="002565FB"/>
    <w:rsid w:val="00256BCF"/>
    <w:rsid w:val="00256F3D"/>
    <w:rsid w:val="00257085"/>
    <w:rsid w:val="002572C0"/>
    <w:rsid w:val="00257934"/>
    <w:rsid w:val="00257CB8"/>
    <w:rsid w:val="00257CFB"/>
    <w:rsid w:val="0026065A"/>
    <w:rsid w:val="00260661"/>
    <w:rsid w:val="00260881"/>
    <w:rsid w:val="00260A2D"/>
    <w:rsid w:val="00260BFD"/>
    <w:rsid w:val="0026322C"/>
    <w:rsid w:val="00263421"/>
    <w:rsid w:val="00263E9F"/>
    <w:rsid w:val="002641C6"/>
    <w:rsid w:val="00264DE1"/>
    <w:rsid w:val="0026562B"/>
    <w:rsid w:val="00265C0C"/>
    <w:rsid w:val="0026613C"/>
    <w:rsid w:val="00266523"/>
    <w:rsid w:val="00266953"/>
    <w:rsid w:val="0026695E"/>
    <w:rsid w:val="00266BD3"/>
    <w:rsid w:val="0026771C"/>
    <w:rsid w:val="00270B66"/>
    <w:rsid w:val="00270BFA"/>
    <w:rsid w:val="00270D2F"/>
    <w:rsid w:val="00270EE2"/>
    <w:rsid w:val="00271C6E"/>
    <w:rsid w:val="00271DAE"/>
    <w:rsid w:val="002726F2"/>
    <w:rsid w:val="00272828"/>
    <w:rsid w:val="00272E0E"/>
    <w:rsid w:val="00273165"/>
    <w:rsid w:val="0027376C"/>
    <w:rsid w:val="00274472"/>
    <w:rsid w:val="00275E26"/>
    <w:rsid w:val="002763E2"/>
    <w:rsid w:val="00276DE7"/>
    <w:rsid w:val="002801AD"/>
    <w:rsid w:val="00280779"/>
    <w:rsid w:val="002808EF"/>
    <w:rsid w:val="00280947"/>
    <w:rsid w:val="002821CB"/>
    <w:rsid w:val="0028242B"/>
    <w:rsid w:val="00282C76"/>
    <w:rsid w:val="00283B95"/>
    <w:rsid w:val="00284039"/>
    <w:rsid w:val="002844CE"/>
    <w:rsid w:val="00284D88"/>
    <w:rsid w:val="00285655"/>
    <w:rsid w:val="00285B25"/>
    <w:rsid w:val="00285D4F"/>
    <w:rsid w:val="002862CF"/>
    <w:rsid w:val="00290961"/>
    <w:rsid w:val="00291277"/>
    <w:rsid w:val="0029196F"/>
    <w:rsid w:val="00291EC1"/>
    <w:rsid w:val="0029244E"/>
    <w:rsid w:val="002925F3"/>
    <w:rsid w:val="00292B96"/>
    <w:rsid w:val="00292CC6"/>
    <w:rsid w:val="0029383B"/>
    <w:rsid w:val="00294051"/>
    <w:rsid w:val="002940CA"/>
    <w:rsid w:val="00294579"/>
    <w:rsid w:val="0029465D"/>
    <w:rsid w:val="002946D4"/>
    <w:rsid w:val="00295207"/>
    <w:rsid w:val="00296271"/>
    <w:rsid w:val="002964CB"/>
    <w:rsid w:val="00296530"/>
    <w:rsid w:val="00296711"/>
    <w:rsid w:val="0029684D"/>
    <w:rsid w:val="00296A75"/>
    <w:rsid w:val="00297337"/>
    <w:rsid w:val="00297707"/>
    <w:rsid w:val="00297CAE"/>
    <w:rsid w:val="00297E4F"/>
    <w:rsid w:val="002A0562"/>
    <w:rsid w:val="002A05ED"/>
    <w:rsid w:val="002A0DFC"/>
    <w:rsid w:val="002A1111"/>
    <w:rsid w:val="002A160F"/>
    <w:rsid w:val="002A18F3"/>
    <w:rsid w:val="002A211F"/>
    <w:rsid w:val="002A25A3"/>
    <w:rsid w:val="002A2CA4"/>
    <w:rsid w:val="002A399A"/>
    <w:rsid w:val="002A4B20"/>
    <w:rsid w:val="002A5841"/>
    <w:rsid w:val="002A59EA"/>
    <w:rsid w:val="002A5C6B"/>
    <w:rsid w:val="002A5D9D"/>
    <w:rsid w:val="002A622C"/>
    <w:rsid w:val="002A623D"/>
    <w:rsid w:val="002A651F"/>
    <w:rsid w:val="002A66F9"/>
    <w:rsid w:val="002A6A25"/>
    <w:rsid w:val="002A7222"/>
    <w:rsid w:val="002A7C77"/>
    <w:rsid w:val="002B0047"/>
    <w:rsid w:val="002B0809"/>
    <w:rsid w:val="002B0E39"/>
    <w:rsid w:val="002B13D0"/>
    <w:rsid w:val="002B185A"/>
    <w:rsid w:val="002B18C9"/>
    <w:rsid w:val="002B1E43"/>
    <w:rsid w:val="002B2642"/>
    <w:rsid w:val="002B2E1A"/>
    <w:rsid w:val="002B3116"/>
    <w:rsid w:val="002B3501"/>
    <w:rsid w:val="002B40D9"/>
    <w:rsid w:val="002B40F1"/>
    <w:rsid w:val="002B4A29"/>
    <w:rsid w:val="002B5715"/>
    <w:rsid w:val="002B5898"/>
    <w:rsid w:val="002B5CD1"/>
    <w:rsid w:val="002B5E2B"/>
    <w:rsid w:val="002B60EF"/>
    <w:rsid w:val="002B6559"/>
    <w:rsid w:val="002B6A5B"/>
    <w:rsid w:val="002B6C5F"/>
    <w:rsid w:val="002B74E3"/>
    <w:rsid w:val="002B76DA"/>
    <w:rsid w:val="002B7952"/>
    <w:rsid w:val="002C0380"/>
    <w:rsid w:val="002C075B"/>
    <w:rsid w:val="002C0E3A"/>
    <w:rsid w:val="002C0E7F"/>
    <w:rsid w:val="002C10DD"/>
    <w:rsid w:val="002C1393"/>
    <w:rsid w:val="002C1D70"/>
    <w:rsid w:val="002C2851"/>
    <w:rsid w:val="002C28A5"/>
    <w:rsid w:val="002C2FDC"/>
    <w:rsid w:val="002C3935"/>
    <w:rsid w:val="002C42AB"/>
    <w:rsid w:val="002C5140"/>
    <w:rsid w:val="002C599A"/>
    <w:rsid w:val="002C69D2"/>
    <w:rsid w:val="002C6E1C"/>
    <w:rsid w:val="002C70AA"/>
    <w:rsid w:val="002C7592"/>
    <w:rsid w:val="002C7F65"/>
    <w:rsid w:val="002D0415"/>
    <w:rsid w:val="002D04C9"/>
    <w:rsid w:val="002D05AA"/>
    <w:rsid w:val="002D0B13"/>
    <w:rsid w:val="002D0CA1"/>
    <w:rsid w:val="002D1523"/>
    <w:rsid w:val="002D2316"/>
    <w:rsid w:val="002D274F"/>
    <w:rsid w:val="002D2921"/>
    <w:rsid w:val="002D2CE4"/>
    <w:rsid w:val="002D2E9C"/>
    <w:rsid w:val="002D2F28"/>
    <w:rsid w:val="002D3659"/>
    <w:rsid w:val="002D3F68"/>
    <w:rsid w:val="002D4233"/>
    <w:rsid w:val="002D45D8"/>
    <w:rsid w:val="002D5155"/>
    <w:rsid w:val="002D51F0"/>
    <w:rsid w:val="002D5203"/>
    <w:rsid w:val="002D531C"/>
    <w:rsid w:val="002D5D99"/>
    <w:rsid w:val="002D607E"/>
    <w:rsid w:val="002D741F"/>
    <w:rsid w:val="002E037B"/>
    <w:rsid w:val="002E06F5"/>
    <w:rsid w:val="002E1507"/>
    <w:rsid w:val="002E23BD"/>
    <w:rsid w:val="002E248D"/>
    <w:rsid w:val="002E2E69"/>
    <w:rsid w:val="002E3665"/>
    <w:rsid w:val="002E3D84"/>
    <w:rsid w:val="002E3E31"/>
    <w:rsid w:val="002E5094"/>
    <w:rsid w:val="002E51B1"/>
    <w:rsid w:val="002E579D"/>
    <w:rsid w:val="002E5853"/>
    <w:rsid w:val="002E5DFA"/>
    <w:rsid w:val="002E61A4"/>
    <w:rsid w:val="002E6BBD"/>
    <w:rsid w:val="002E76A6"/>
    <w:rsid w:val="002E7AE7"/>
    <w:rsid w:val="002F07BA"/>
    <w:rsid w:val="002F0D73"/>
    <w:rsid w:val="002F15D0"/>
    <w:rsid w:val="002F1823"/>
    <w:rsid w:val="002F3464"/>
    <w:rsid w:val="002F36F7"/>
    <w:rsid w:val="002F5697"/>
    <w:rsid w:val="002F56B0"/>
    <w:rsid w:val="002F5A52"/>
    <w:rsid w:val="002F6D58"/>
    <w:rsid w:val="002F6E23"/>
    <w:rsid w:val="002F707D"/>
    <w:rsid w:val="002F73CB"/>
    <w:rsid w:val="002F7D95"/>
    <w:rsid w:val="00300780"/>
    <w:rsid w:val="00300BAB"/>
    <w:rsid w:val="003010AE"/>
    <w:rsid w:val="0030141A"/>
    <w:rsid w:val="00301429"/>
    <w:rsid w:val="0030196F"/>
    <w:rsid w:val="00301DB8"/>
    <w:rsid w:val="00302254"/>
    <w:rsid w:val="00302DEF"/>
    <w:rsid w:val="00303900"/>
    <w:rsid w:val="00303B1E"/>
    <w:rsid w:val="00304276"/>
    <w:rsid w:val="00304C1F"/>
    <w:rsid w:val="00305A38"/>
    <w:rsid w:val="00306FD7"/>
    <w:rsid w:val="003071F1"/>
    <w:rsid w:val="00307210"/>
    <w:rsid w:val="003079AA"/>
    <w:rsid w:val="00307C73"/>
    <w:rsid w:val="00310286"/>
    <w:rsid w:val="003111EA"/>
    <w:rsid w:val="00311C61"/>
    <w:rsid w:val="00311D39"/>
    <w:rsid w:val="003121A9"/>
    <w:rsid w:val="00312382"/>
    <w:rsid w:val="00313ED1"/>
    <w:rsid w:val="0031414F"/>
    <w:rsid w:val="00314713"/>
    <w:rsid w:val="003147FE"/>
    <w:rsid w:val="003151C4"/>
    <w:rsid w:val="00315409"/>
    <w:rsid w:val="0031557E"/>
    <w:rsid w:val="00316045"/>
    <w:rsid w:val="003164FC"/>
    <w:rsid w:val="0031663D"/>
    <w:rsid w:val="00316D11"/>
    <w:rsid w:val="003171AF"/>
    <w:rsid w:val="00317882"/>
    <w:rsid w:val="003201A4"/>
    <w:rsid w:val="003202C5"/>
    <w:rsid w:val="003204B5"/>
    <w:rsid w:val="00321DC0"/>
    <w:rsid w:val="00322566"/>
    <w:rsid w:val="00322670"/>
    <w:rsid w:val="00322DC2"/>
    <w:rsid w:val="00322E76"/>
    <w:rsid w:val="0032384C"/>
    <w:rsid w:val="0032420D"/>
    <w:rsid w:val="00324C8F"/>
    <w:rsid w:val="00324EBC"/>
    <w:rsid w:val="003251E7"/>
    <w:rsid w:val="00325F16"/>
    <w:rsid w:val="00325F60"/>
    <w:rsid w:val="00326158"/>
    <w:rsid w:val="003261A9"/>
    <w:rsid w:val="00326643"/>
    <w:rsid w:val="003279E7"/>
    <w:rsid w:val="00327D75"/>
    <w:rsid w:val="0033148C"/>
    <w:rsid w:val="003316B5"/>
    <w:rsid w:val="00331C9A"/>
    <w:rsid w:val="00331DAE"/>
    <w:rsid w:val="00332412"/>
    <w:rsid w:val="0033247C"/>
    <w:rsid w:val="00332A81"/>
    <w:rsid w:val="00332E0C"/>
    <w:rsid w:val="00333371"/>
    <w:rsid w:val="0033414F"/>
    <w:rsid w:val="00334AF6"/>
    <w:rsid w:val="00334FCC"/>
    <w:rsid w:val="0033526D"/>
    <w:rsid w:val="00335505"/>
    <w:rsid w:val="00335C77"/>
    <w:rsid w:val="00336B94"/>
    <w:rsid w:val="00337262"/>
    <w:rsid w:val="003373EB"/>
    <w:rsid w:val="003410D1"/>
    <w:rsid w:val="0034218C"/>
    <w:rsid w:val="00343B5F"/>
    <w:rsid w:val="00343D56"/>
    <w:rsid w:val="00344591"/>
    <w:rsid w:val="00344716"/>
    <w:rsid w:val="00344D6C"/>
    <w:rsid w:val="0034558F"/>
    <w:rsid w:val="0034606C"/>
    <w:rsid w:val="003460AE"/>
    <w:rsid w:val="00346163"/>
    <w:rsid w:val="00346BF7"/>
    <w:rsid w:val="00347B30"/>
    <w:rsid w:val="003503DE"/>
    <w:rsid w:val="00351B22"/>
    <w:rsid w:val="00351F71"/>
    <w:rsid w:val="003529AC"/>
    <w:rsid w:val="0035319C"/>
    <w:rsid w:val="0035326C"/>
    <w:rsid w:val="00354DC7"/>
    <w:rsid w:val="00355C2A"/>
    <w:rsid w:val="0035602D"/>
    <w:rsid w:val="003565DF"/>
    <w:rsid w:val="00356C2D"/>
    <w:rsid w:val="00357189"/>
    <w:rsid w:val="00357295"/>
    <w:rsid w:val="00357656"/>
    <w:rsid w:val="003576CA"/>
    <w:rsid w:val="003576EA"/>
    <w:rsid w:val="00357D59"/>
    <w:rsid w:val="00360E3A"/>
    <w:rsid w:val="00361022"/>
    <w:rsid w:val="003617C6"/>
    <w:rsid w:val="00361874"/>
    <w:rsid w:val="00361C2F"/>
    <w:rsid w:val="00361C77"/>
    <w:rsid w:val="00361F62"/>
    <w:rsid w:val="00362333"/>
    <w:rsid w:val="00362485"/>
    <w:rsid w:val="003624D3"/>
    <w:rsid w:val="0036274C"/>
    <w:rsid w:val="00362816"/>
    <w:rsid w:val="00363E86"/>
    <w:rsid w:val="00363F4D"/>
    <w:rsid w:val="003643E7"/>
    <w:rsid w:val="003658BE"/>
    <w:rsid w:val="00365E52"/>
    <w:rsid w:val="0036629B"/>
    <w:rsid w:val="00366DB8"/>
    <w:rsid w:val="003679B8"/>
    <w:rsid w:val="00367D52"/>
    <w:rsid w:val="0037056A"/>
    <w:rsid w:val="003705E5"/>
    <w:rsid w:val="003708E0"/>
    <w:rsid w:val="00370916"/>
    <w:rsid w:val="00370AE1"/>
    <w:rsid w:val="00370B31"/>
    <w:rsid w:val="00370EA4"/>
    <w:rsid w:val="00371C13"/>
    <w:rsid w:val="00371E49"/>
    <w:rsid w:val="003723BD"/>
    <w:rsid w:val="00372875"/>
    <w:rsid w:val="00372ACC"/>
    <w:rsid w:val="003730D7"/>
    <w:rsid w:val="00373444"/>
    <w:rsid w:val="003734A9"/>
    <w:rsid w:val="00373846"/>
    <w:rsid w:val="00373AA8"/>
    <w:rsid w:val="003740F2"/>
    <w:rsid w:val="0037529A"/>
    <w:rsid w:val="0037530D"/>
    <w:rsid w:val="00375702"/>
    <w:rsid w:val="0037635C"/>
    <w:rsid w:val="00377F25"/>
    <w:rsid w:val="0038000F"/>
    <w:rsid w:val="00380900"/>
    <w:rsid w:val="00380BE2"/>
    <w:rsid w:val="00380C31"/>
    <w:rsid w:val="003817FC"/>
    <w:rsid w:val="00381886"/>
    <w:rsid w:val="0038235B"/>
    <w:rsid w:val="00383051"/>
    <w:rsid w:val="00383227"/>
    <w:rsid w:val="0038328E"/>
    <w:rsid w:val="00383696"/>
    <w:rsid w:val="00383A06"/>
    <w:rsid w:val="00383AEB"/>
    <w:rsid w:val="00384171"/>
    <w:rsid w:val="003843D6"/>
    <w:rsid w:val="0038465B"/>
    <w:rsid w:val="00384881"/>
    <w:rsid w:val="00384F6F"/>
    <w:rsid w:val="0038576F"/>
    <w:rsid w:val="0038636D"/>
    <w:rsid w:val="00386965"/>
    <w:rsid w:val="00387261"/>
    <w:rsid w:val="003877AC"/>
    <w:rsid w:val="00387B22"/>
    <w:rsid w:val="00390DC6"/>
    <w:rsid w:val="00390FD4"/>
    <w:rsid w:val="00391039"/>
    <w:rsid w:val="003910F8"/>
    <w:rsid w:val="003914E5"/>
    <w:rsid w:val="00391E53"/>
    <w:rsid w:val="003926BA"/>
    <w:rsid w:val="00392C04"/>
    <w:rsid w:val="00392EC6"/>
    <w:rsid w:val="00393BFA"/>
    <w:rsid w:val="003942F3"/>
    <w:rsid w:val="00394EE4"/>
    <w:rsid w:val="00395DA2"/>
    <w:rsid w:val="0039656B"/>
    <w:rsid w:val="00396582"/>
    <w:rsid w:val="00396C2D"/>
    <w:rsid w:val="00397278"/>
    <w:rsid w:val="003972E0"/>
    <w:rsid w:val="003A1A26"/>
    <w:rsid w:val="003A1D17"/>
    <w:rsid w:val="003A256C"/>
    <w:rsid w:val="003A2BB5"/>
    <w:rsid w:val="003A2DC5"/>
    <w:rsid w:val="003A3D77"/>
    <w:rsid w:val="003A41F4"/>
    <w:rsid w:val="003A50AD"/>
    <w:rsid w:val="003A5966"/>
    <w:rsid w:val="003A648C"/>
    <w:rsid w:val="003A6647"/>
    <w:rsid w:val="003A6D9F"/>
    <w:rsid w:val="003A6FE9"/>
    <w:rsid w:val="003A7629"/>
    <w:rsid w:val="003A7A65"/>
    <w:rsid w:val="003B00EC"/>
    <w:rsid w:val="003B0141"/>
    <w:rsid w:val="003B172D"/>
    <w:rsid w:val="003B1F81"/>
    <w:rsid w:val="003B30D8"/>
    <w:rsid w:val="003B391A"/>
    <w:rsid w:val="003B420A"/>
    <w:rsid w:val="003B5337"/>
    <w:rsid w:val="003B6219"/>
    <w:rsid w:val="003B6352"/>
    <w:rsid w:val="003B644D"/>
    <w:rsid w:val="003B6D67"/>
    <w:rsid w:val="003B6D99"/>
    <w:rsid w:val="003B6FDC"/>
    <w:rsid w:val="003B770E"/>
    <w:rsid w:val="003B7859"/>
    <w:rsid w:val="003B78CF"/>
    <w:rsid w:val="003B7C8D"/>
    <w:rsid w:val="003B7EE5"/>
    <w:rsid w:val="003C0160"/>
    <w:rsid w:val="003C01EF"/>
    <w:rsid w:val="003C0EB2"/>
    <w:rsid w:val="003C1920"/>
    <w:rsid w:val="003C19AF"/>
    <w:rsid w:val="003C1F8E"/>
    <w:rsid w:val="003C2104"/>
    <w:rsid w:val="003C4F22"/>
    <w:rsid w:val="003C508E"/>
    <w:rsid w:val="003C57B0"/>
    <w:rsid w:val="003C67AA"/>
    <w:rsid w:val="003C7982"/>
    <w:rsid w:val="003C7A08"/>
    <w:rsid w:val="003D073D"/>
    <w:rsid w:val="003D099E"/>
    <w:rsid w:val="003D0B17"/>
    <w:rsid w:val="003D0F28"/>
    <w:rsid w:val="003D12E9"/>
    <w:rsid w:val="003D134C"/>
    <w:rsid w:val="003D21EF"/>
    <w:rsid w:val="003D26C9"/>
    <w:rsid w:val="003D2789"/>
    <w:rsid w:val="003D2C8E"/>
    <w:rsid w:val="003D3A48"/>
    <w:rsid w:val="003D5157"/>
    <w:rsid w:val="003D683E"/>
    <w:rsid w:val="003D70B6"/>
    <w:rsid w:val="003D721F"/>
    <w:rsid w:val="003D7381"/>
    <w:rsid w:val="003D7392"/>
    <w:rsid w:val="003D7A01"/>
    <w:rsid w:val="003D7FE5"/>
    <w:rsid w:val="003E036E"/>
    <w:rsid w:val="003E0805"/>
    <w:rsid w:val="003E1F0A"/>
    <w:rsid w:val="003E2955"/>
    <w:rsid w:val="003E2EF1"/>
    <w:rsid w:val="003E362D"/>
    <w:rsid w:val="003E3E1E"/>
    <w:rsid w:val="003E3F9D"/>
    <w:rsid w:val="003E40D8"/>
    <w:rsid w:val="003E4A45"/>
    <w:rsid w:val="003E50D3"/>
    <w:rsid w:val="003E5483"/>
    <w:rsid w:val="003E583E"/>
    <w:rsid w:val="003E5F26"/>
    <w:rsid w:val="003E603B"/>
    <w:rsid w:val="003E6576"/>
    <w:rsid w:val="003E6E17"/>
    <w:rsid w:val="003E6FD6"/>
    <w:rsid w:val="003E72CA"/>
    <w:rsid w:val="003E7430"/>
    <w:rsid w:val="003E7AAD"/>
    <w:rsid w:val="003E7B6E"/>
    <w:rsid w:val="003E7C36"/>
    <w:rsid w:val="003F03DF"/>
    <w:rsid w:val="003F0675"/>
    <w:rsid w:val="003F06AF"/>
    <w:rsid w:val="003F0F60"/>
    <w:rsid w:val="003F1806"/>
    <w:rsid w:val="003F197B"/>
    <w:rsid w:val="003F1E2E"/>
    <w:rsid w:val="003F2590"/>
    <w:rsid w:val="003F262E"/>
    <w:rsid w:val="003F29FC"/>
    <w:rsid w:val="003F2DA3"/>
    <w:rsid w:val="003F3250"/>
    <w:rsid w:val="003F386D"/>
    <w:rsid w:val="003F669A"/>
    <w:rsid w:val="003F6721"/>
    <w:rsid w:val="003F71A0"/>
    <w:rsid w:val="003F78C0"/>
    <w:rsid w:val="003F7AC4"/>
    <w:rsid w:val="003F7CE2"/>
    <w:rsid w:val="004003F5"/>
    <w:rsid w:val="00400F86"/>
    <w:rsid w:val="00401346"/>
    <w:rsid w:val="0040179C"/>
    <w:rsid w:val="00401A40"/>
    <w:rsid w:val="00401AF0"/>
    <w:rsid w:val="00401B56"/>
    <w:rsid w:val="004023C6"/>
    <w:rsid w:val="004024C2"/>
    <w:rsid w:val="00402DC7"/>
    <w:rsid w:val="004031BE"/>
    <w:rsid w:val="00403879"/>
    <w:rsid w:val="00404107"/>
    <w:rsid w:val="00404262"/>
    <w:rsid w:val="004045F4"/>
    <w:rsid w:val="00407FC3"/>
    <w:rsid w:val="00410423"/>
    <w:rsid w:val="004106FA"/>
    <w:rsid w:val="00411350"/>
    <w:rsid w:val="00411E79"/>
    <w:rsid w:val="00414F98"/>
    <w:rsid w:val="00415385"/>
    <w:rsid w:val="004153E4"/>
    <w:rsid w:val="00415711"/>
    <w:rsid w:val="00415D4B"/>
    <w:rsid w:val="004160DF"/>
    <w:rsid w:val="004161C3"/>
    <w:rsid w:val="0041675B"/>
    <w:rsid w:val="00416BB5"/>
    <w:rsid w:val="004170F2"/>
    <w:rsid w:val="00417A9E"/>
    <w:rsid w:val="004201E5"/>
    <w:rsid w:val="0042055B"/>
    <w:rsid w:val="00420C6E"/>
    <w:rsid w:val="004215D3"/>
    <w:rsid w:val="00421711"/>
    <w:rsid w:val="00421822"/>
    <w:rsid w:val="00421A86"/>
    <w:rsid w:val="00422770"/>
    <w:rsid w:val="004228F7"/>
    <w:rsid w:val="0042475E"/>
    <w:rsid w:val="0042478A"/>
    <w:rsid w:val="00424864"/>
    <w:rsid w:val="00425833"/>
    <w:rsid w:val="004259B9"/>
    <w:rsid w:val="00425AA6"/>
    <w:rsid w:val="00426916"/>
    <w:rsid w:val="00426DD9"/>
    <w:rsid w:val="004271E2"/>
    <w:rsid w:val="004273E9"/>
    <w:rsid w:val="0043003D"/>
    <w:rsid w:val="00430D32"/>
    <w:rsid w:val="00432B14"/>
    <w:rsid w:val="00432C21"/>
    <w:rsid w:val="00433E75"/>
    <w:rsid w:val="00433EC1"/>
    <w:rsid w:val="004343FD"/>
    <w:rsid w:val="00434470"/>
    <w:rsid w:val="0043462F"/>
    <w:rsid w:val="00435628"/>
    <w:rsid w:val="00435741"/>
    <w:rsid w:val="00435E8F"/>
    <w:rsid w:val="00435E9C"/>
    <w:rsid w:val="00436533"/>
    <w:rsid w:val="00436A42"/>
    <w:rsid w:val="00436D4F"/>
    <w:rsid w:val="00437944"/>
    <w:rsid w:val="004400B3"/>
    <w:rsid w:val="0044082F"/>
    <w:rsid w:val="00440C2D"/>
    <w:rsid w:val="00440CC7"/>
    <w:rsid w:val="00441C0A"/>
    <w:rsid w:val="00441CD5"/>
    <w:rsid w:val="00441CDE"/>
    <w:rsid w:val="004426B4"/>
    <w:rsid w:val="00443674"/>
    <w:rsid w:val="00443A8F"/>
    <w:rsid w:val="00443E4B"/>
    <w:rsid w:val="00444549"/>
    <w:rsid w:val="0044587E"/>
    <w:rsid w:val="004462F6"/>
    <w:rsid w:val="00446EF6"/>
    <w:rsid w:val="004471B5"/>
    <w:rsid w:val="00447251"/>
    <w:rsid w:val="00447E78"/>
    <w:rsid w:val="004500F6"/>
    <w:rsid w:val="00450B1B"/>
    <w:rsid w:val="00450F10"/>
    <w:rsid w:val="00451270"/>
    <w:rsid w:val="00451E3C"/>
    <w:rsid w:val="00452385"/>
    <w:rsid w:val="004529DF"/>
    <w:rsid w:val="00452D92"/>
    <w:rsid w:val="004538B6"/>
    <w:rsid w:val="00453938"/>
    <w:rsid w:val="00453B07"/>
    <w:rsid w:val="0045425A"/>
    <w:rsid w:val="004548FD"/>
    <w:rsid w:val="00454BC1"/>
    <w:rsid w:val="00454C5B"/>
    <w:rsid w:val="00454D09"/>
    <w:rsid w:val="00455153"/>
    <w:rsid w:val="00455445"/>
    <w:rsid w:val="00456538"/>
    <w:rsid w:val="00456FBD"/>
    <w:rsid w:val="004570FE"/>
    <w:rsid w:val="004573A3"/>
    <w:rsid w:val="004575E7"/>
    <w:rsid w:val="00457A8C"/>
    <w:rsid w:val="00457E0D"/>
    <w:rsid w:val="00460138"/>
    <w:rsid w:val="004602BC"/>
    <w:rsid w:val="0046131B"/>
    <w:rsid w:val="00461429"/>
    <w:rsid w:val="00461580"/>
    <w:rsid w:val="004627F6"/>
    <w:rsid w:val="0046325B"/>
    <w:rsid w:val="004637E6"/>
    <w:rsid w:val="00464D3C"/>
    <w:rsid w:val="00464DF4"/>
    <w:rsid w:val="00465059"/>
    <w:rsid w:val="004651F7"/>
    <w:rsid w:val="004658F6"/>
    <w:rsid w:val="0046610D"/>
    <w:rsid w:val="00466255"/>
    <w:rsid w:val="004665D6"/>
    <w:rsid w:val="004666F9"/>
    <w:rsid w:val="00466B19"/>
    <w:rsid w:val="00467603"/>
    <w:rsid w:val="004701E8"/>
    <w:rsid w:val="00470219"/>
    <w:rsid w:val="004702A0"/>
    <w:rsid w:val="00470606"/>
    <w:rsid w:val="00470F91"/>
    <w:rsid w:val="00471C8A"/>
    <w:rsid w:val="00471E0B"/>
    <w:rsid w:val="00471F43"/>
    <w:rsid w:val="0047224A"/>
    <w:rsid w:val="00472D23"/>
    <w:rsid w:val="00472D65"/>
    <w:rsid w:val="004736BF"/>
    <w:rsid w:val="00473BF6"/>
    <w:rsid w:val="004743AE"/>
    <w:rsid w:val="00474FDD"/>
    <w:rsid w:val="00480569"/>
    <w:rsid w:val="0048063F"/>
    <w:rsid w:val="004806D2"/>
    <w:rsid w:val="0048123D"/>
    <w:rsid w:val="004812E6"/>
    <w:rsid w:val="004813F5"/>
    <w:rsid w:val="00483316"/>
    <w:rsid w:val="00484B80"/>
    <w:rsid w:val="00485728"/>
    <w:rsid w:val="004857C4"/>
    <w:rsid w:val="00485994"/>
    <w:rsid w:val="00486570"/>
    <w:rsid w:val="00486892"/>
    <w:rsid w:val="004868C3"/>
    <w:rsid w:val="00490395"/>
    <w:rsid w:val="00490522"/>
    <w:rsid w:val="0049071C"/>
    <w:rsid w:val="00490EFD"/>
    <w:rsid w:val="00490F4C"/>
    <w:rsid w:val="004911F5"/>
    <w:rsid w:val="0049155A"/>
    <w:rsid w:val="00491F13"/>
    <w:rsid w:val="00492338"/>
    <w:rsid w:val="00493323"/>
    <w:rsid w:val="004941E3"/>
    <w:rsid w:val="004941E6"/>
    <w:rsid w:val="00494A4A"/>
    <w:rsid w:val="00494D23"/>
    <w:rsid w:val="00494F99"/>
    <w:rsid w:val="00497944"/>
    <w:rsid w:val="004A0649"/>
    <w:rsid w:val="004A0916"/>
    <w:rsid w:val="004A1492"/>
    <w:rsid w:val="004A1993"/>
    <w:rsid w:val="004A24AC"/>
    <w:rsid w:val="004A29A9"/>
    <w:rsid w:val="004A2B9F"/>
    <w:rsid w:val="004A2C96"/>
    <w:rsid w:val="004A2FDF"/>
    <w:rsid w:val="004A3039"/>
    <w:rsid w:val="004A312E"/>
    <w:rsid w:val="004A31BA"/>
    <w:rsid w:val="004A32DC"/>
    <w:rsid w:val="004A3484"/>
    <w:rsid w:val="004A3B64"/>
    <w:rsid w:val="004A412F"/>
    <w:rsid w:val="004A4262"/>
    <w:rsid w:val="004A46E9"/>
    <w:rsid w:val="004A49FB"/>
    <w:rsid w:val="004A5376"/>
    <w:rsid w:val="004A5EFF"/>
    <w:rsid w:val="004A6EE3"/>
    <w:rsid w:val="004A7071"/>
    <w:rsid w:val="004A7183"/>
    <w:rsid w:val="004A7F1A"/>
    <w:rsid w:val="004B16FD"/>
    <w:rsid w:val="004B2074"/>
    <w:rsid w:val="004B3BD1"/>
    <w:rsid w:val="004B3EF0"/>
    <w:rsid w:val="004B4355"/>
    <w:rsid w:val="004B52BA"/>
    <w:rsid w:val="004B6210"/>
    <w:rsid w:val="004B63D8"/>
    <w:rsid w:val="004B6869"/>
    <w:rsid w:val="004B69A0"/>
    <w:rsid w:val="004C16A3"/>
    <w:rsid w:val="004C1831"/>
    <w:rsid w:val="004C260F"/>
    <w:rsid w:val="004C39A8"/>
    <w:rsid w:val="004C484A"/>
    <w:rsid w:val="004C4D41"/>
    <w:rsid w:val="004C5672"/>
    <w:rsid w:val="004C5B64"/>
    <w:rsid w:val="004C5DBC"/>
    <w:rsid w:val="004C607F"/>
    <w:rsid w:val="004C68AD"/>
    <w:rsid w:val="004C69A7"/>
    <w:rsid w:val="004C6A95"/>
    <w:rsid w:val="004C6FCC"/>
    <w:rsid w:val="004C7447"/>
    <w:rsid w:val="004D0744"/>
    <w:rsid w:val="004D07A5"/>
    <w:rsid w:val="004D1135"/>
    <w:rsid w:val="004D1524"/>
    <w:rsid w:val="004D1B15"/>
    <w:rsid w:val="004D20B6"/>
    <w:rsid w:val="004D2450"/>
    <w:rsid w:val="004D30A1"/>
    <w:rsid w:val="004D3826"/>
    <w:rsid w:val="004D395E"/>
    <w:rsid w:val="004D49BE"/>
    <w:rsid w:val="004D561C"/>
    <w:rsid w:val="004D5838"/>
    <w:rsid w:val="004D6496"/>
    <w:rsid w:val="004D69C2"/>
    <w:rsid w:val="004D77B8"/>
    <w:rsid w:val="004D7A0C"/>
    <w:rsid w:val="004D7BD7"/>
    <w:rsid w:val="004E02E5"/>
    <w:rsid w:val="004E164B"/>
    <w:rsid w:val="004E1D8E"/>
    <w:rsid w:val="004E1EA4"/>
    <w:rsid w:val="004E1F77"/>
    <w:rsid w:val="004E2106"/>
    <w:rsid w:val="004E27FB"/>
    <w:rsid w:val="004E2B20"/>
    <w:rsid w:val="004E2C33"/>
    <w:rsid w:val="004E2C5C"/>
    <w:rsid w:val="004E2E6E"/>
    <w:rsid w:val="004E52B5"/>
    <w:rsid w:val="004E5A9F"/>
    <w:rsid w:val="004E63AB"/>
    <w:rsid w:val="004E6E44"/>
    <w:rsid w:val="004E7D8A"/>
    <w:rsid w:val="004F0084"/>
    <w:rsid w:val="004F05E8"/>
    <w:rsid w:val="004F0849"/>
    <w:rsid w:val="004F13E4"/>
    <w:rsid w:val="004F2264"/>
    <w:rsid w:val="004F278E"/>
    <w:rsid w:val="004F2D4A"/>
    <w:rsid w:val="004F319B"/>
    <w:rsid w:val="004F3565"/>
    <w:rsid w:val="004F4527"/>
    <w:rsid w:val="004F4EC2"/>
    <w:rsid w:val="004F58EB"/>
    <w:rsid w:val="004F5FDA"/>
    <w:rsid w:val="004F6884"/>
    <w:rsid w:val="004F7404"/>
    <w:rsid w:val="004F7E01"/>
    <w:rsid w:val="00500269"/>
    <w:rsid w:val="00500CC1"/>
    <w:rsid w:val="00501019"/>
    <w:rsid w:val="00502A01"/>
    <w:rsid w:val="00503213"/>
    <w:rsid w:val="00503289"/>
    <w:rsid w:val="005032DB"/>
    <w:rsid w:val="00504080"/>
    <w:rsid w:val="005045DB"/>
    <w:rsid w:val="005048A9"/>
    <w:rsid w:val="00504F91"/>
    <w:rsid w:val="005057F2"/>
    <w:rsid w:val="0050626E"/>
    <w:rsid w:val="00507F21"/>
    <w:rsid w:val="005102F2"/>
    <w:rsid w:val="00510B8A"/>
    <w:rsid w:val="00511C24"/>
    <w:rsid w:val="005120F7"/>
    <w:rsid w:val="00512415"/>
    <w:rsid w:val="0051254B"/>
    <w:rsid w:val="00512A07"/>
    <w:rsid w:val="00512DCE"/>
    <w:rsid w:val="00512FE7"/>
    <w:rsid w:val="00513426"/>
    <w:rsid w:val="00513BB6"/>
    <w:rsid w:val="005147D0"/>
    <w:rsid w:val="00514AA1"/>
    <w:rsid w:val="00514AE9"/>
    <w:rsid w:val="00515812"/>
    <w:rsid w:val="0051642E"/>
    <w:rsid w:val="00516BD9"/>
    <w:rsid w:val="00516C08"/>
    <w:rsid w:val="00517270"/>
    <w:rsid w:val="0051747E"/>
    <w:rsid w:val="005178CD"/>
    <w:rsid w:val="005179F6"/>
    <w:rsid w:val="0052105E"/>
    <w:rsid w:val="00521C02"/>
    <w:rsid w:val="00521DA7"/>
    <w:rsid w:val="0052232F"/>
    <w:rsid w:val="0052289C"/>
    <w:rsid w:val="005228F8"/>
    <w:rsid w:val="005235C7"/>
    <w:rsid w:val="00523936"/>
    <w:rsid w:val="0052446A"/>
    <w:rsid w:val="0052529B"/>
    <w:rsid w:val="00525841"/>
    <w:rsid w:val="00525C44"/>
    <w:rsid w:val="00525F69"/>
    <w:rsid w:val="005262BA"/>
    <w:rsid w:val="0052631F"/>
    <w:rsid w:val="00526E6B"/>
    <w:rsid w:val="00527337"/>
    <w:rsid w:val="0052788D"/>
    <w:rsid w:val="00527C37"/>
    <w:rsid w:val="00530744"/>
    <w:rsid w:val="005307CE"/>
    <w:rsid w:val="00530876"/>
    <w:rsid w:val="00531202"/>
    <w:rsid w:val="0053137B"/>
    <w:rsid w:val="005315B3"/>
    <w:rsid w:val="00531702"/>
    <w:rsid w:val="00531B25"/>
    <w:rsid w:val="00531CFC"/>
    <w:rsid w:val="00531DB4"/>
    <w:rsid w:val="00532A18"/>
    <w:rsid w:val="00532C38"/>
    <w:rsid w:val="00532C3B"/>
    <w:rsid w:val="005331FC"/>
    <w:rsid w:val="00533432"/>
    <w:rsid w:val="0053472B"/>
    <w:rsid w:val="00535567"/>
    <w:rsid w:val="00535892"/>
    <w:rsid w:val="005358CB"/>
    <w:rsid w:val="00535E29"/>
    <w:rsid w:val="005360A7"/>
    <w:rsid w:val="00536B3F"/>
    <w:rsid w:val="00536EE4"/>
    <w:rsid w:val="0053706D"/>
    <w:rsid w:val="005376D7"/>
    <w:rsid w:val="00537D82"/>
    <w:rsid w:val="00537F36"/>
    <w:rsid w:val="0054050D"/>
    <w:rsid w:val="00540CAE"/>
    <w:rsid w:val="00540D8A"/>
    <w:rsid w:val="0054106A"/>
    <w:rsid w:val="005414D8"/>
    <w:rsid w:val="00541722"/>
    <w:rsid w:val="00541938"/>
    <w:rsid w:val="005423BB"/>
    <w:rsid w:val="00542C43"/>
    <w:rsid w:val="0054309C"/>
    <w:rsid w:val="005438BA"/>
    <w:rsid w:val="00543BF9"/>
    <w:rsid w:val="00543E9E"/>
    <w:rsid w:val="00543F2F"/>
    <w:rsid w:val="0054472F"/>
    <w:rsid w:val="005448E2"/>
    <w:rsid w:val="00544F34"/>
    <w:rsid w:val="005450FD"/>
    <w:rsid w:val="00545531"/>
    <w:rsid w:val="0054560F"/>
    <w:rsid w:val="005460D3"/>
    <w:rsid w:val="00546343"/>
    <w:rsid w:val="00546A69"/>
    <w:rsid w:val="00547010"/>
    <w:rsid w:val="00547117"/>
    <w:rsid w:val="0054785E"/>
    <w:rsid w:val="00551739"/>
    <w:rsid w:val="0055185B"/>
    <w:rsid w:val="00551AEA"/>
    <w:rsid w:val="00552412"/>
    <w:rsid w:val="00552B6E"/>
    <w:rsid w:val="005535ED"/>
    <w:rsid w:val="0055437A"/>
    <w:rsid w:val="00554871"/>
    <w:rsid w:val="0055491D"/>
    <w:rsid w:val="00554ACE"/>
    <w:rsid w:val="0055507A"/>
    <w:rsid w:val="0055514A"/>
    <w:rsid w:val="005556DA"/>
    <w:rsid w:val="0055612F"/>
    <w:rsid w:val="00556943"/>
    <w:rsid w:val="00557389"/>
    <w:rsid w:val="005578BF"/>
    <w:rsid w:val="00557B89"/>
    <w:rsid w:val="00560B45"/>
    <w:rsid w:val="0056136C"/>
    <w:rsid w:val="00561498"/>
    <w:rsid w:val="005619B2"/>
    <w:rsid w:val="00561ED3"/>
    <w:rsid w:val="0056247C"/>
    <w:rsid w:val="005626DE"/>
    <w:rsid w:val="00562E8C"/>
    <w:rsid w:val="00563616"/>
    <w:rsid w:val="00563FC7"/>
    <w:rsid w:val="00564241"/>
    <w:rsid w:val="005652C7"/>
    <w:rsid w:val="00565722"/>
    <w:rsid w:val="005659AD"/>
    <w:rsid w:val="00565A7D"/>
    <w:rsid w:val="00565A9C"/>
    <w:rsid w:val="005671FF"/>
    <w:rsid w:val="00567BCB"/>
    <w:rsid w:val="00567EE6"/>
    <w:rsid w:val="005710D9"/>
    <w:rsid w:val="00571183"/>
    <w:rsid w:val="0057197D"/>
    <w:rsid w:val="005719AA"/>
    <w:rsid w:val="00571C1B"/>
    <w:rsid w:val="005724F0"/>
    <w:rsid w:val="00572896"/>
    <w:rsid w:val="00572B48"/>
    <w:rsid w:val="0057349A"/>
    <w:rsid w:val="00573C7D"/>
    <w:rsid w:val="00574358"/>
    <w:rsid w:val="005747D7"/>
    <w:rsid w:val="00574D45"/>
    <w:rsid w:val="0057519A"/>
    <w:rsid w:val="0057569C"/>
    <w:rsid w:val="005760BF"/>
    <w:rsid w:val="005760D7"/>
    <w:rsid w:val="005767EE"/>
    <w:rsid w:val="00576E36"/>
    <w:rsid w:val="0057726A"/>
    <w:rsid w:val="005773CF"/>
    <w:rsid w:val="005779E6"/>
    <w:rsid w:val="00577BCB"/>
    <w:rsid w:val="005800E6"/>
    <w:rsid w:val="00580574"/>
    <w:rsid w:val="00580594"/>
    <w:rsid w:val="005807B1"/>
    <w:rsid w:val="00580852"/>
    <w:rsid w:val="00580974"/>
    <w:rsid w:val="00580C21"/>
    <w:rsid w:val="00580E8A"/>
    <w:rsid w:val="0058146F"/>
    <w:rsid w:val="00581884"/>
    <w:rsid w:val="00581B12"/>
    <w:rsid w:val="00581D03"/>
    <w:rsid w:val="0058205C"/>
    <w:rsid w:val="00582148"/>
    <w:rsid w:val="0058233A"/>
    <w:rsid w:val="00582D59"/>
    <w:rsid w:val="00582E91"/>
    <w:rsid w:val="00583276"/>
    <w:rsid w:val="00583973"/>
    <w:rsid w:val="0058397D"/>
    <w:rsid w:val="00583D97"/>
    <w:rsid w:val="00583FCF"/>
    <w:rsid w:val="005842E1"/>
    <w:rsid w:val="0058469B"/>
    <w:rsid w:val="00584E86"/>
    <w:rsid w:val="005857DB"/>
    <w:rsid w:val="00585B11"/>
    <w:rsid w:val="00585FE7"/>
    <w:rsid w:val="00590483"/>
    <w:rsid w:val="00590E70"/>
    <w:rsid w:val="0059171B"/>
    <w:rsid w:val="00591A05"/>
    <w:rsid w:val="00591CDB"/>
    <w:rsid w:val="0059276C"/>
    <w:rsid w:val="00592A69"/>
    <w:rsid w:val="00593199"/>
    <w:rsid w:val="005931B7"/>
    <w:rsid w:val="0059328C"/>
    <w:rsid w:val="00593A2C"/>
    <w:rsid w:val="00593C63"/>
    <w:rsid w:val="0059460B"/>
    <w:rsid w:val="0059496D"/>
    <w:rsid w:val="00594B2C"/>
    <w:rsid w:val="00594C5B"/>
    <w:rsid w:val="0059520A"/>
    <w:rsid w:val="005952D4"/>
    <w:rsid w:val="00595F2A"/>
    <w:rsid w:val="00596712"/>
    <w:rsid w:val="00596981"/>
    <w:rsid w:val="00596AFF"/>
    <w:rsid w:val="00596BC4"/>
    <w:rsid w:val="005974DB"/>
    <w:rsid w:val="005A0078"/>
    <w:rsid w:val="005A010D"/>
    <w:rsid w:val="005A0B7A"/>
    <w:rsid w:val="005A0D8C"/>
    <w:rsid w:val="005A0E97"/>
    <w:rsid w:val="005A1CF1"/>
    <w:rsid w:val="005A2280"/>
    <w:rsid w:val="005A23EC"/>
    <w:rsid w:val="005A2976"/>
    <w:rsid w:val="005A2EC9"/>
    <w:rsid w:val="005A37F2"/>
    <w:rsid w:val="005A38F7"/>
    <w:rsid w:val="005A3D3B"/>
    <w:rsid w:val="005A42F3"/>
    <w:rsid w:val="005A4E54"/>
    <w:rsid w:val="005A516C"/>
    <w:rsid w:val="005A51DD"/>
    <w:rsid w:val="005A5D42"/>
    <w:rsid w:val="005A6571"/>
    <w:rsid w:val="005A6602"/>
    <w:rsid w:val="005A67E5"/>
    <w:rsid w:val="005A67FD"/>
    <w:rsid w:val="005A7967"/>
    <w:rsid w:val="005A7C9C"/>
    <w:rsid w:val="005B0669"/>
    <w:rsid w:val="005B17F4"/>
    <w:rsid w:val="005B2094"/>
    <w:rsid w:val="005B2569"/>
    <w:rsid w:val="005B2CDF"/>
    <w:rsid w:val="005B31AE"/>
    <w:rsid w:val="005B3649"/>
    <w:rsid w:val="005B43BB"/>
    <w:rsid w:val="005B4464"/>
    <w:rsid w:val="005B4A12"/>
    <w:rsid w:val="005B4AF8"/>
    <w:rsid w:val="005B4D13"/>
    <w:rsid w:val="005B5E90"/>
    <w:rsid w:val="005B63DB"/>
    <w:rsid w:val="005B6CDD"/>
    <w:rsid w:val="005B7B0E"/>
    <w:rsid w:val="005B7D26"/>
    <w:rsid w:val="005C00B5"/>
    <w:rsid w:val="005C0540"/>
    <w:rsid w:val="005C0CB6"/>
    <w:rsid w:val="005C13E1"/>
    <w:rsid w:val="005C14A5"/>
    <w:rsid w:val="005C14B7"/>
    <w:rsid w:val="005C1707"/>
    <w:rsid w:val="005C2007"/>
    <w:rsid w:val="005C2276"/>
    <w:rsid w:val="005C2676"/>
    <w:rsid w:val="005C27C5"/>
    <w:rsid w:val="005C37DA"/>
    <w:rsid w:val="005C425B"/>
    <w:rsid w:val="005C4384"/>
    <w:rsid w:val="005C45AC"/>
    <w:rsid w:val="005C5B53"/>
    <w:rsid w:val="005C63B9"/>
    <w:rsid w:val="005C653F"/>
    <w:rsid w:val="005C6A2A"/>
    <w:rsid w:val="005C73C0"/>
    <w:rsid w:val="005C7476"/>
    <w:rsid w:val="005C7677"/>
    <w:rsid w:val="005C77D3"/>
    <w:rsid w:val="005C7A95"/>
    <w:rsid w:val="005D0742"/>
    <w:rsid w:val="005D1109"/>
    <w:rsid w:val="005D11D4"/>
    <w:rsid w:val="005D1382"/>
    <w:rsid w:val="005D191F"/>
    <w:rsid w:val="005D1E40"/>
    <w:rsid w:val="005D200E"/>
    <w:rsid w:val="005D2D68"/>
    <w:rsid w:val="005D2E88"/>
    <w:rsid w:val="005D2F2D"/>
    <w:rsid w:val="005D3C2C"/>
    <w:rsid w:val="005D3DEE"/>
    <w:rsid w:val="005D4C84"/>
    <w:rsid w:val="005D535B"/>
    <w:rsid w:val="005D53ED"/>
    <w:rsid w:val="005D57E5"/>
    <w:rsid w:val="005D5F48"/>
    <w:rsid w:val="005D7395"/>
    <w:rsid w:val="005E0100"/>
    <w:rsid w:val="005E035B"/>
    <w:rsid w:val="005E0692"/>
    <w:rsid w:val="005E0768"/>
    <w:rsid w:val="005E0A5D"/>
    <w:rsid w:val="005E0EA5"/>
    <w:rsid w:val="005E11EA"/>
    <w:rsid w:val="005E1B19"/>
    <w:rsid w:val="005E1CD5"/>
    <w:rsid w:val="005E1F59"/>
    <w:rsid w:val="005E23E0"/>
    <w:rsid w:val="005E2BE2"/>
    <w:rsid w:val="005E30D4"/>
    <w:rsid w:val="005E3866"/>
    <w:rsid w:val="005E3FC9"/>
    <w:rsid w:val="005E4203"/>
    <w:rsid w:val="005E4266"/>
    <w:rsid w:val="005E436F"/>
    <w:rsid w:val="005E4783"/>
    <w:rsid w:val="005E49EB"/>
    <w:rsid w:val="005E4C10"/>
    <w:rsid w:val="005E4C13"/>
    <w:rsid w:val="005E4DEC"/>
    <w:rsid w:val="005E53F4"/>
    <w:rsid w:val="005E5B07"/>
    <w:rsid w:val="005E5C21"/>
    <w:rsid w:val="005E5FB3"/>
    <w:rsid w:val="005E71E4"/>
    <w:rsid w:val="005E7384"/>
    <w:rsid w:val="005F0996"/>
    <w:rsid w:val="005F0A6E"/>
    <w:rsid w:val="005F1D41"/>
    <w:rsid w:val="005F1E3A"/>
    <w:rsid w:val="005F2618"/>
    <w:rsid w:val="005F33E9"/>
    <w:rsid w:val="005F4688"/>
    <w:rsid w:val="005F49E9"/>
    <w:rsid w:val="005F56AF"/>
    <w:rsid w:val="005F5E5A"/>
    <w:rsid w:val="005F60BD"/>
    <w:rsid w:val="005F6335"/>
    <w:rsid w:val="005F7072"/>
    <w:rsid w:val="005F74CE"/>
    <w:rsid w:val="005F7756"/>
    <w:rsid w:val="005F77CF"/>
    <w:rsid w:val="005F77D3"/>
    <w:rsid w:val="005F7A77"/>
    <w:rsid w:val="005F7B9B"/>
    <w:rsid w:val="0060082F"/>
    <w:rsid w:val="0060165F"/>
    <w:rsid w:val="0060212E"/>
    <w:rsid w:val="00602CEB"/>
    <w:rsid w:val="006030B9"/>
    <w:rsid w:val="00603118"/>
    <w:rsid w:val="0060312C"/>
    <w:rsid w:val="00603D8E"/>
    <w:rsid w:val="006042C7"/>
    <w:rsid w:val="00604872"/>
    <w:rsid w:val="006052DA"/>
    <w:rsid w:val="00605BC1"/>
    <w:rsid w:val="00605C6A"/>
    <w:rsid w:val="00607476"/>
    <w:rsid w:val="00607701"/>
    <w:rsid w:val="00607B04"/>
    <w:rsid w:val="00607D23"/>
    <w:rsid w:val="0061039F"/>
    <w:rsid w:val="0061044E"/>
    <w:rsid w:val="00610CEF"/>
    <w:rsid w:val="00610F00"/>
    <w:rsid w:val="006112F5"/>
    <w:rsid w:val="00611702"/>
    <w:rsid w:val="00611843"/>
    <w:rsid w:val="00611C67"/>
    <w:rsid w:val="00613143"/>
    <w:rsid w:val="006131A4"/>
    <w:rsid w:val="006140CC"/>
    <w:rsid w:val="00614170"/>
    <w:rsid w:val="00614EE7"/>
    <w:rsid w:val="00615EB3"/>
    <w:rsid w:val="00616530"/>
    <w:rsid w:val="00616B99"/>
    <w:rsid w:val="00616E54"/>
    <w:rsid w:val="00617732"/>
    <w:rsid w:val="00617895"/>
    <w:rsid w:val="006204D4"/>
    <w:rsid w:val="00620A45"/>
    <w:rsid w:val="0062155C"/>
    <w:rsid w:val="00621F85"/>
    <w:rsid w:val="006224D1"/>
    <w:rsid w:val="00622598"/>
    <w:rsid w:val="006226DA"/>
    <w:rsid w:val="0062351C"/>
    <w:rsid w:val="0062370F"/>
    <w:rsid w:val="006237C4"/>
    <w:rsid w:val="006243EE"/>
    <w:rsid w:val="006246E0"/>
    <w:rsid w:val="00624AC5"/>
    <w:rsid w:val="00624DB1"/>
    <w:rsid w:val="00624DB9"/>
    <w:rsid w:val="00624ED4"/>
    <w:rsid w:val="0062518D"/>
    <w:rsid w:val="0062625D"/>
    <w:rsid w:val="0062634A"/>
    <w:rsid w:val="00626F2C"/>
    <w:rsid w:val="006275E0"/>
    <w:rsid w:val="00627A38"/>
    <w:rsid w:val="00627AAA"/>
    <w:rsid w:val="00630386"/>
    <w:rsid w:val="006310AA"/>
    <w:rsid w:val="006318D0"/>
    <w:rsid w:val="00632D25"/>
    <w:rsid w:val="00632E34"/>
    <w:rsid w:val="00633329"/>
    <w:rsid w:val="00633985"/>
    <w:rsid w:val="00633E35"/>
    <w:rsid w:val="00633E9F"/>
    <w:rsid w:val="00634495"/>
    <w:rsid w:val="00635198"/>
    <w:rsid w:val="006352EA"/>
    <w:rsid w:val="0063548D"/>
    <w:rsid w:val="006358E5"/>
    <w:rsid w:val="00636446"/>
    <w:rsid w:val="0063647B"/>
    <w:rsid w:val="006367BF"/>
    <w:rsid w:val="006368AD"/>
    <w:rsid w:val="00636D7F"/>
    <w:rsid w:val="0063788D"/>
    <w:rsid w:val="006411B9"/>
    <w:rsid w:val="00641448"/>
    <w:rsid w:val="0064157C"/>
    <w:rsid w:val="00641595"/>
    <w:rsid w:val="00641683"/>
    <w:rsid w:val="00642AF2"/>
    <w:rsid w:val="0064311B"/>
    <w:rsid w:val="00643216"/>
    <w:rsid w:val="0064364C"/>
    <w:rsid w:val="00643953"/>
    <w:rsid w:val="00643C2B"/>
    <w:rsid w:val="00644CFE"/>
    <w:rsid w:val="00644E1E"/>
    <w:rsid w:val="00645023"/>
    <w:rsid w:val="00645570"/>
    <w:rsid w:val="00645F8A"/>
    <w:rsid w:val="00646CDD"/>
    <w:rsid w:val="006474E0"/>
    <w:rsid w:val="006500BE"/>
    <w:rsid w:val="006502A7"/>
    <w:rsid w:val="00650C59"/>
    <w:rsid w:val="00650D7C"/>
    <w:rsid w:val="00653085"/>
    <w:rsid w:val="00653178"/>
    <w:rsid w:val="00654F6C"/>
    <w:rsid w:val="00655804"/>
    <w:rsid w:val="006563EC"/>
    <w:rsid w:val="00656592"/>
    <w:rsid w:val="00656D0F"/>
    <w:rsid w:val="00657A80"/>
    <w:rsid w:val="00657D20"/>
    <w:rsid w:val="00660744"/>
    <w:rsid w:val="0066115C"/>
    <w:rsid w:val="00662592"/>
    <w:rsid w:val="00662CEF"/>
    <w:rsid w:val="00663068"/>
    <w:rsid w:val="00663C01"/>
    <w:rsid w:val="00664073"/>
    <w:rsid w:val="0066410E"/>
    <w:rsid w:val="00665BA3"/>
    <w:rsid w:val="00665EA0"/>
    <w:rsid w:val="0066606D"/>
    <w:rsid w:val="00666A32"/>
    <w:rsid w:val="00667DD7"/>
    <w:rsid w:val="00670D3B"/>
    <w:rsid w:val="0067171F"/>
    <w:rsid w:val="00671819"/>
    <w:rsid w:val="00671930"/>
    <w:rsid w:val="00671B35"/>
    <w:rsid w:val="00671CFC"/>
    <w:rsid w:val="0067223E"/>
    <w:rsid w:val="00672284"/>
    <w:rsid w:val="006728D9"/>
    <w:rsid w:val="00672C2E"/>
    <w:rsid w:val="00672F1F"/>
    <w:rsid w:val="006731A4"/>
    <w:rsid w:val="006737D7"/>
    <w:rsid w:val="00674F5E"/>
    <w:rsid w:val="00675394"/>
    <w:rsid w:val="00675702"/>
    <w:rsid w:val="00675BE0"/>
    <w:rsid w:val="006764A3"/>
    <w:rsid w:val="00676C73"/>
    <w:rsid w:val="00677366"/>
    <w:rsid w:val="00680854"/>
    <w:rsid w:val="006810D7"/>
    <w:rsid w:val="0068174E"/>
    <w:rsid w:val="006817DC"/>
    <w:rsid w:val="006820A7"/>
    <w:rsid w:val="0068268F"/>
    <w:rsid w:val="00682A49"/>
    <w:rsid w:val="00682CCA"/>
    <w:rsid w:val="00683421"/>
    <w:rsid w:val="00683523"/>
    <w:rsid w:val="0068363F"/>
    <w:rsid w:val="006841A9"/>
    <w:rsid w:val="0068470F"/>
    <w:rsid w:val="0068521B"/>
    <w:rsid w:val="00685936"/>
    <w:rsid w:val="00685F58"/>
    <w:rsid w:val="0068629E"/>
    <w:rsid w:val="00686ABB"/>
    <w:rsid w:val="00686D3F"/>
    <w:rsid w:val="00687189"/>
    <w:rsid w:val="00687429"/>
    <w:rsid w:val="0068777C"/>
    <w:rsid w:val="006901F7"/>
    <w:rsid w:val="006910E3"/>
    <w:rsid w:val="006915B1"/>
    <w:rsid w:val="00691BB2"/>
    <w:rsid w:val="00692627"/>
    <w:rsid w:val="006931D1"/>
    <w:rsid w:val="00693281"/>
    <w:rsid w:val="00693285"/>
    <w:rsid w:val="0069337A"/>
    <w:rsid w:val="00693CEC"/>
    <w:rsid w:val="00693E8D"/>
    <w:rsid w:val="00694105"/>
    <w:rsid w:val="00694C3D"/>
    <w:rsid w:val="006958D8"/>
    <w:rsid w:val="00695B7C"/>
    <w:rsid w:val="00696652"/>
    <w:rsid w:val="00697365"/>
    <w:rsid w:val="00697B88"/>
    <w:rsid w:val="00697EB7"/>
    <w:rsid w:val="00697FF1"/>
    <w:rsid w:val="006A0ED7"/>
    <w:rsid w:val="006A23B1"/>
    <w:rsid w:val="006A2F68"/>
    <w:rsid w:val="006A397A"/>
    <w:rsid w:val="006A3A2D"/>
    <w:rsid w:val="006A55DA"/>
    <w:rsid w:val="006A5B5C"/>
    <w:rsid w:val="006A5F60"/>
    <w:rsid w:val="006A66CD"/>
    <w:rsid w:val="006A6972"/>
    <w:rsid w:val="006A6FA7"/>
    <w:rsid w:val="006B00C4"/>
    <w:rsid w:val="006B0157"/>
    <w:rsid w:val="006B0219"/>
    <w:rsid w:val="006B0577"/>
    <w:rsid w:val="006B0FF5"/>
    <w:rsid w:val="006B1C30"/>
    <w:rsid w:val="006B2154"/>
    <w:rsid w:val="006B272F"/>
    <w:rsid w:val="006B3257"/>
    <w:rsid w:val="006B37C9"/>
    <w:rsid w:val="006B38EB"/>
    <w:rsid w:val="006B4A52"/>
    <w:rsid w:val="006B4BB5"/>
    <w:rsid w:val="006B4D32"/>
    <w:rsid w:val="006B4D6F"/>
    <w:rsid w:val="006B54CE"/>
    <w:rsid w:val="006B5A47"/>
    <w:rsid w:val="006B5BCB"/>
    <w:rsid w:val="006B7064"/>
    <w:rsid w:val="006B742E"/>
    <w:rsid w:val="006B7A8D"/>
    <w:rsid w:val="006C0161"/>
    <w:rsid w:val="006C03B7"/>
    <w:rsid w:val="006C0C82"/>
    <w:rsid w:val="006C125B"/>
    <w:rsid w:val="006C16CD"/>
    <w:rsid w:val="006C1B60"/>
    <w:rsid w:val="006C203A"/>
    <w:rsid w:val="006C232C"/>
    <w:rsid w:val="006C27FE"/>
    <w:rsid w:val="006C2C3A"/>
    <w:rsid w:val="006C40DE"/>
    <w:rsid w:val="006C40F4"/>
    <w:rsid w:val="006C46B5"/>
    <w:rsid w:val="006C47C8"/>
    <w:rsid w:val="006C4BD9"/>
    <w:rsid w:val="006C4BF0"/>
    <w:rsid w:val="006C53F2"/>
    <w:rsid w:val="006C5560"/>
    <w:rsid w:val="006C68D8"/>
    <w:rsid w:val="006C690F"/>
    <w:rsid w:val="006C7A6C"/>
    <w:rsid w:val="006D0055"/>
    <w:rsid w:val="006D1198"/>
    <w:rsid w:val="006D1875"/>
    <w:rsid w:val="006D1FB9"/>
    <w:rsid w:val="006D2116"/>
    <w:rsid w:val="006D2660"/>
    <w:rsid w:val="006D270F"/>
    <w:rsid w:val="006D2CBE"/>
    <w:rsid w:val="006D2CDC"/>
    <w:rsid w:val="006D3E1B"/>
    <w:rsid w:val="006D3FA9"/>
    <w:rsid w:val="006D403C"/>
    <w:rsid w:val="006D408B"/>
    <w:rsid w:val="006D4350"/>
    <w:rsid w:val="006D4D8A"/>
    <w:rsid w:val="006D51AB"/>
    <w:rsid w:val="006D53A9"/>
    <w:rsid w:val="006D54C1"/>
    <w:rsid w:val="006D611C"/>
    <w:rsid w:val="006D67BB"/>
    <w:rsid w:val="006D6954"/>
    <w:rsid w:val="006D714D"/>
    <w:rsid w:val="006D7221"/>
    <w:rsid w:val="006D7734"/>
    <w:rsid w:val="006D7E25"/>
    <w:rsid w:val="006E087C"/>
    <w:rsid w:val="006E1035"/>
    <w:rsid w:val="006E21F1"/>
    <w:rsid w:val="006E4497"/>
    <w:rsid w:val="006E46F0"/>
    <w:rsid w:val="006E5D24"/>
    <w:rsid w:val="006E5FD5"/>
    <w:rsid w:val="006E728D"/>
    <w:rsid w:val="006E7353"/>
    <w:rsid w:val="006E746B"/>
    <w:rsid w:val="006E79CE"/>
    <w:rsid w:val="006E7F6A"/>
    <w:rsid w:val="006F0CA8"/>
    <w:rsid w:val="006F10B5"/>
    <w:rsid w:val="006F1594"/>
    <w:rsid w:val="006F1837"/>
    <w:rsid w:val="006F1D3B"/>
    <w:rsid w:val="006F1DB4"/>
    <w:rsid w:val="006F36F4"/>
    <w:rsid w:val="006F3DD3"/>
    <w:rsid w:val="006F41F0"/>
    <w:rsid w:val="006F4627"/>
    <w:rsid w:val="006F52CD"/>
    <w:rsid w:val="006F56D7"/>
    <w:rsid w:val="006F5F02"/>
    <w:rsid w:val="006F5F6C"/>
    <w:rsid w:val="006F650F"/>
    <w:rsid w:val="006F6510"/>
    <w:rsid w:val="006F6626"/>
    <w:rsid w:val="006F697D"/>
    <w:rsid w:val="006F7293"/>
    <w:rsid w:val="006F746E"/>
    <w:rsid w:val="006F7958"/>
    <w:rsid w:val="00700267"/>
    <w:rsid w:val="0070092F"/>
    <w:rsid w:val="0070099F"/>
    <w:rsid w:val="00700A4F"/>
    <w:rsid w:val="0070104A"/>
    <w:rsid w:val="0070129A"/>
    <w:rsid w:val="007029CE"/>
    <w:rsid w:val="00702D60"/>
    <w:rsid w:val="00703E57"/>
    <w:rsid w:val="00703FE5"/>
    <w:rsid w:val="0070400B"/>
    <w:rsid w:val="0070414F"/>
    <w:rsid w:val="00704491"/>
    <w:rsid w:val="00704F7A"/>
    <w:rsid w:val="007050A8"/>
    <w:rsid w:val="00705703"/>
    <w:rsid w:val="00706845"/>
    <w:rsid w:val="007072A0"/>
    <w:rsid w:val="0070753F"/>
    <w:rsid w:val="00707CD7"/>
    <w:rsid w:val="0071016B"/>
    <w:rsid w:val="00710281"/>
    <w:rsid w:val="0071115C"/>
    <w:rsid w:val="0071130E"/>
    <w:rsid w:val="0071170D"/>
    <w:rsid w:val="00711BC6"/>
    <w:rsid w:val="00712142"/>
    <w:rsid w:val="00712196"/>
    <w:rsid w:val="007121E8"/>
    <w:rsid w:val="00712628"/>
    <w:rsid w:val="007126D3"/>
    <w:rsid w:val="007127E2"/>
    <w:rsid w:val="00712813"/>
    <w:rsid w:val="007130E1"/>
    <w:rsid w:val="00714649"/>
    <w:rsid w:val="007147FC"/>
    <w:rsid w:val="007149AF"/>
    <w:rsid w:val="00714A2E"/>
    <w:rsid w:val="00714A85"/>
    <w:rsid w:val="00714BFA"/>
    <w:rsid w:val="00714E05"/>
    <w:rsid w:val="00715307"/>
    <w:rsid w:val="007159E3"/>
    <w:rsid w:val="00715BD4"/>
    <w:rsid w:val="007162CE"/>
    <w:rsid w:val="00716C7E"/>
    <w:rsid w:val="007170DE"/>
    <w:rsid w:val="00717304"/>
    <w:rsid w:val="007175F3"/>
    <w:rsid w:val="007216C3"/>
    <w:rsid w:val="00721724"/>
    <w:rsid w:val="007224C7"/>
    <w:rsid w:val="007227D6"/>
    <w:rsid w:val="007229AB"/>
    <w:rsid w:val="00723E93"/>
    <w:rsid w:val="00724B4F"/>
    <w:rsid w:val="00725535"/>
    <w:rsid w:val="00725DEC"/>
    <w:rsid w:val="00727AB2"/>
    <w:rsid w:val="00727C74"/>
    <w:rsid w:val="00727D62"/>
    <w:rsid w:val="00727DA4"/>
    <w:rsid w:val="00727E58"/>
    <w:rsid w:val="00727F31"/>
    <w:rsid w:val="00730269"/>
    <w:rsid w:val="007304E2"/>
    <w:rsid w:val="007305E6"/>
    <w:rsid w:val="0073064F"/>
    <w:rsid w:val="00730775"/>
    <w:rsid w:val="00730AB9"/>
    <w:rsid w:val="00730EED"/>
    <w:rsid w:val="0073162C"/>
    <w:rsid w:val="00731E21"/>
    <w:rsid w:val="007328AF"/>
    <w:rsid w:val="00733987"/>
    <w:rsid w:val="00734165"/>
    <w:rsid w:val="00734248"/>
    <w:rsid w:val="00734466"/>
    <w:rsid w:val="007346D9"/>
    <w:rsid w:val="00734A88"/>
    <w:rsid w:val="007352BF"/>
    <w:rsid w:val="00735802"/>
    <w:rsid w:val="0073597B"/>
    <w:rsid w:val="00735AD2"/>
    <w:rsid w:val="00735C20"/>
    <w:rsid w:val="007361E6"/>
    <w:rsid w:val="00736775"/>
    <w:rsid w:val="00737DEF"/>
    <w:rsid w:val="007400FD"/>
    <w:rsid w:val="00740E29"/>
    <w:rsid w:val="007413D6"/>
    <w:rsid w:val="0074173F"/>
    <w:rsid w:val="00742112"/>
    <w:rsid w:val="007422CD"/>
    <w:rsid w:val="0074276B"/>
    <w:rsid w:val="00742EEB"/>
    <w:rsid w:val="00743D03"/>
    <w:rsid w:val="00744AAC"/>
    <w:rsid w:val="00745D81"/>
    <w:rsid w:val="007468AC"/>
    <w:rsid w:val="007469F7"/>
    <w:rsid w:val="0074724D"/>
    <w:rsid w:val="00747524"/>
    <w:rsid w:val="0074765B"/>
    <w:rsid w:val="0075047B"/>
    <w:rsid w:val="0075083F"/>
    <w:rsid w:val="00750869"/>
    <w:rsid w:val="0075216B"/>
    <w:rsid w:val="00752A8B"/>
    <w:rsid w:val="00752AB1"/>
    <w:rsid w:val="00753204"/>
    <w:rsid w:val="0075320E"/>
    <w:rsid w:val="00753735"/>
    <w:rsid w:val="00753DB3"/>
    <w:rsid w:val="007554E4"/>
    <w:rsid w:val="0075558D"/>
    <w:rsid w:val="0075572C"/>
    <w:rsid w:val="00755828"/>
    <w:rsid w:val="007558CF"/>
    <w:rsid w:val="00755905"/>
    <w:rsid w:val="0075626D"/>
    <w:rsid w:val="00757F33"/>
    <w:rsid w:val="00757F7C"/>
    <w:rsid w:val="00760874"/>
    <w:rsid w:val="00760D84"/>
    <w:rsid w:val="00761DDC"/>
    <w:rsid w:val="00762A1A"/>
    <w:rsid w:val="00762ABD"/>
    <w:rsid w:val="007630CF"/>
    <w:rsid w:val="0076381C"/>
    <w:rsid w:val="00763EC6"/>
    <w:rsid w:val="00765618"/>
    <w:rsid w:val="00765D35"/>
    <w:rsid w:val="007663F9"/>
    <w:rsid w:val="007665E5"/>
    <w:rsid w:val="00766E8E"/>
    <w:rsid w:val="00767897"/>
    <w:rsid w:val="00767C75"/>
    <w:rsid w:val="00767E4C"/>
    <w:rsid w:val="00767F22"/>
    <w:rsid w:val="00770290"/>
    <w:rsid w:val="00770790"/>
    <w:rsid w:val="00770AD7"/>
    <w:rsid w:val="00770F14"/>
    <w:rsid w:val="00771077"/>
    <w:rsid w:val="007715E6"/>
    <w:rsid w:val="00771987"/>
    <w:rsid w:val="00771D55"/>
    <w:rsid w:val="00773013"/>
    <w:rsid w:val="00773122"/>
    <w:rsid w:val="007731D8"/>
    <w:rsid w:val="00773D1E"/>
    <w:rsid w:val="00775D9C"/>
    <w:rsid w:val="007760C7"/>
    <w:rsid w:val="007766F3"/>
    <w:rsid w:val="00776839"/>
    <w:rsid w:val="00776CD8"/>
    <w:rsid w:val="0077706B"/>
    <w:rsid w:val="0077725A"/>
    <w:rsid w:val="0077778E"/>
    <w:rsid w:val="00777FD5"/>
    <w:rsid w:val="00780D1B"/>
    <w:rsid w:val="007811A4"/>
    <w:rsid w:val="00782470"/>
    <w:rsid w:val="007824B2"/>
    <w:rsid w:val="007828FC"/>
    <w:rsid w:val="00783881"/>
    <w:rsid w:val="00783974"/>
    <w:rsid w:val="007848F5"/>
    <w:rsid w:val="00785206"/>
    <w:rsid w:val="007853C9"/>
    <w:rsid w:val="00785B9B"/>
    <w:rsid w:val="00785F9A"/>
    <w:rsid w:val="00786244"/>
    <w:rsid w:val="00786605"/>
    <w:rsid w:val="00787D24"/>
    <w:rsid w:val="00787F30"/>
    <w:rsid w:val="00787F8C"/>
    <w:rsid w:val="00790E22"/>
    <w:rsid w:val="00790F91"/>
    <w:rsid w:val="007912C4"/>
    <w:rsid w:val="00791482"/>
    <w:rsid w:val="007918C5"/>
    <w:rsid w:val="00792F34"/>
    <w:rsid w:val="00793051"/>
    <w:rsid w:val="00793C02"/>
    <w:rsid w:val="00794BEA"/>
    <w:rsid w:val="00795639"/>
    <w:rsid w:val="00795EA8"/>
    <w:rsid w:val="00796A56"/>
    <w:rsid w:val="00796EAE"/>
    <w:rsid w:val="007979E0"/>
    <w:rsid w:val="00797D44"/>
    <w:rsid w:val="00797FFA"/>
    <w:rsid w:val="007A0116"/>
    <w:rsid w:val="007A118D"/>
    <w:rsid w:val="007A1726"/>
    <w:rsid w:val="007A185B"/>
    <w:rsid w:val="007A1AE6"/>
    <w:rsid w:val="007A211B"/>
    <w:rsid w:val="007A2A23"/>
    <w:rsid w:val="007A3900"/>
    <w:rsid w:val="007A3B77"/>
    <w:rsid w:val="007A4223"/>
    <w:rsid w:val="007A425B"/>
    <w:rsid w:val="007A4359"/>
    <w:rsid w:val="007A495B"/>
    <w:rsid w:val="007A4DD5"/>
    <w:rsid w:val="007A559B"/>
    <w:rsid w:val="007A5EB7"/>
    <w:rsid w:val="007A6158"/>
    <w:rsid w:val="007A7641"/>
    <w:rsid w:val="007A79CB"/>
    <w:rsid w:val="007B0354"/>
    <w:rsid w:val="007B0DCA"/>
    <w:rsid w:val="007B143D"/>
    <w:rsid w:val="007B197C"/>
    <w:rsid w:val="007B1BA6"/>
    <w:rsid w:val="007B280F"/>
    <w:rsid w:val="007B29B0"/>
    <w:rsid w:val="007B2A75"/>
    <w:rsid w:val="007B2B8A"/>
    <w:rsid w:val="007B2C14"/>
    <w:rsid w:val="007B37F0"/>
    <w:rsid w:val="007B3974"/>
    <w:rsid w:val="007B3C1E"/>
    <w:rsid w:val="007B4098"/>
    <w:rsid w:val="007B45F8"/>
    <w:rsid w:val="007B4C98"/>
    <w:rsid w:val="007B5189"/>
    <w:rsid w:val="007B5772"/>
    <w:rsid w:val="007B5B9C"/>
    <w:rsid w:val="007B5D88"/>
    <w:rsid w:val="007B62CB"/>
    <w:rsid w:val="007B6A73"/>
    <w:rsid w:val="007B6CE3"/>
    <w:rsid w:val="007B7853"/>
    <w:rsid w:val="007B7AF7"/>
    <w:rsid w:val="007C094B"/>
    <w:rsid w:val="007C196A"/>
    <w:rsid w:val="007C2244"/>
    <w:rsid w:val="007C2A45"/>
    <w:rsid w:val="007C32FF"/>
    <w:rsid w:val="007C3495"/>
    <w:rsid w:val="007C35D8"/>
    <w:rsid w:val="007C3777"/>
    <w:rsid w:val="007C3A64"/>
    <w:rsid w:val="007C3C29"/>
    <w:rsid w:val="007C3E5E"/>
    <w:rsid w:val="007C49FE"/>
    <w:rsid w:val="007C4D22"/>
    <w:rsid w:val="007C4DF7"/>
    <w:rsid w:val="007C5090"/>
    <w:rsid w:val="007C54A4"/>
    <w:rsid w:val="007C5924"/>
    <w:rsid w:val="007C6307"/>
    <w:rsid w:val="007C6574"/>
    <w:rsid w:val="007C6ADB"/>
    <w:rsid w:val="007C6B8C"/>
    <w:rsid w:val="007C6F23"/>
    <w:rsid w:val="007D0B13"/>
    <w:rsid w:val="007D0F54"/>
    <w:rsid w:val="007D1C73"/>
    <w:rsid w:val="007D1F23"/>
    <w:rsid w:val="007D1FED"/>
    <w:rsid w:val="007D26D7"/>
    <w:rsid w:val="007D34B4"/>
    <w:rsid w:val="007D37CD"/>
    <w:rsid w:val="007D42F3"/>
    <w:rsid w:val="007D4311"/>
    <w:rsid w:val="007D475D"/>
    <w:rsid w:val="007D4BE2"/>
    <w:rsid w:val="007D4E89"/>
    <w:rsid w:val="007D63E9"/>
    <w:rsid w:val="007D65F5"/>
    <w:rsid w:val="007D66DC"/>
    <w:rsid w:val="007D67EE"/>
    <w:rsid w:val="007D7296"/>
    <w:rsid w:val="007D7441"/>
    <w:rsid w:val="007E098F"/>
    <w:rsid w:val="007E17F5"/>
    <w:rsid w:val="007E3AF8"/>
    <w:rsid w:val="007E3B28"/>
    <w:rsid w:val="007E4309"/>
    <w:rsid w:val="007E5213"/>
    <w:rsid w:val="007E59EE"/>
    <w:rsid w:val="007E5ACF"/>
    <w:rsid w:val="007E5DA4"/>
    <w:rsid w:val="007E630A"/>
    <w:rsid w:val="007E72D4"/>
    <w:rsid w:val="007E795F"/>
    <w:rsid w:val="007E7AE9"/>
    <w:rsid w:val="007F00CF"/>
    <w:rsid w:val="007F09A6"/>
    <w:rsid w:val="007F0A29"/>
    <w:rsid w:val="007F1633"/>
    <w:rsid w:val="007F1AA1"/>
    <w:rsid w:val="007F1AEB"/>
    <w:rsid w:val="007F20D9"/>
    <w:rsid w:val="007F271B"/>
    <w:rsid w:val="007F2A72"/>
    <w:rsid w:val="007F41B1"/>
    <w:rsid w:val="007F5FEF"/>
    <w:rsid w:val="007F61B3"/>
    <w:rsid w:val="007F6804"/>
    <w:rsid w:val="007F71E8"/>
    <w:rsid w:val="007F7482"/>
    <w:rsid w:val="007F74B9"/>
    <w:rsid w:val="007F7794"/>
    <w:rsid w:val="007F7D1A"/>
    <w:rsid w:val="007F7F5B"/>
    <w:rsid w:val="007F7FB9"/>
    <w:rsid w:val="008002E6"/>
    <w:rsid w:val="00800364"/>
    <w:rsid w:val="0080051A"/>
    <w:rsid w:val="00800D54"/>
    <w:rsid w:val="00801215"/>
    <w:rsid w:val="008013D0"/>
    <w:rsid w:val="00801E1E"/>
    <w:rsid w:val="00802790"/>
    <w:rsid w:val="00804792"/>
    <w:rsid w:val="00804ACC"/>
    <w:rsid w:val="00804DD4"/>
    <w:rsid w:val="00805479"/>
    <w:rsid w:val="008059C8"/>
    <w:rsid w:val="00805CAA"/>
    <w:rsid w:val="00805E05"/>
    <w:rsid w:val="008060E2"/>
    <w:rsid w:val="00806E7B"/>
    <w:rsid w:val="00807105"/>
    <w:rsid w:val="00810B70"/>
    <w:rsid w:val="00810E8A"/>
    <w:rsid w:val="00811788"/>
    <w:rsid w:val="00812F6E"/>
    <w:rsid w:val="0081305D"/>
    <w:rsid w:val="0081352A"/>
    <w:rsid w:val="008135AE"/>
    <w:rsid w:val="00813A78"/>
    <w:rsid w:val="00813DDB"/>
    <w:rsid w:val="0081420E"/>
    <w:rsid w:val="00814436"/>
    <w:rsid w:val="00814EA2"/>
    <w:rsid w:val="00814EC4"/>
    <w:rsid w:val="00815131"/>
    <w:rsid w:val="008172C9"/>
    <w:rsid w:val="008177FE"/>
    <w:rsid w:val="00817DBE"/>
    <w:rsid w:val="008208E5"/>
    <w:rsid w:val="00820F5F"/>
    <w:rsid w:val="00821A34"/>
    <w:rsid w:val="00821F17"/>
    <w:rsid w:val="00824C75"/>
    <w:rsid w:val="00825E58"/>
    <w:rsid w:val="00827F11"/>
    <w:rsid w:val="00830977"/>
    <w:rsid w:val="00830EDE"/>
    <w:rsid w:val="00831234"/>
    <w:rsid w:val="00831458"/>
    <w:rsid w:val="008315F1"/>
    <w:rsid w:val="008325A3"/>
    <w:rsid w:val="00832B0B"/>
    <w:rsid w:val="00832E83"/>
    <w:rsid w:val="00832FBC"/>
    <w:rsid w:val="00832FD2"/>
    <w:rsid w:val="00833BB2"/>
    <w:rsid w:val="008343EF"/>
    <w:rsid w:val="008346EE"/>
    <w:rsid w:val="00835866"/>
    <w:rsid w:val="00835BBB"/>
    <w:rsid w:val="00835CC6"/>
    <w:rsid w:val="00835F45"/>
    <w:rsid w:val="00835F47"/>
    <w:rsid w:val="0083664A"/>
    <w:rsid w:val="008370B2"/>
    <w:rsid w:val="00837442"/>
    <w:rsid w:val="008377FD"/>
    <w:rsid w:val="00837C67"/>
    <w:rsid w:val="00837F54"/>
    <w:rsid w:val="00840B2E"/>
    <w:rsid w:val="00840EBD"/>
    <w:rsid w:val="008413DC"/>
    <w:rsid w:val="00841633"/>
    <w:rsid w:val="008419C5"/>
    <w:rsid w:val="00841D00"/>
    <w:rsid w:val="008421BB"/>
    <w:rsid w:val="00842D18"/>
    <w:rsid w:val="0084316E"/>
    <w:rsid w:val="008435D9"/>
    <w:rsid w:val="00843CB8"/>
    <w:rsid w:val="00843DCB"/>
    <w:rsid w:val="008442E0"/>
    <w:rsid w:val="008445A0"/>
    <w:rsid w:val="00844945"/>
    <w:rsid w:val="00844A39"/>
    <w:rsid w:val="00845471"/>
    <w:rsid w:val="0084570A"/>
    <w:rsid w:val="00845794"/>
    <w:rsid w:val="008459CB"/>
    <w:rsid w:val="0084631D"/>
    <w:rsid w:val="00846F07"/>
    <w:rsid w:val="008475AA"/>
    <w:rsid w:val="00847B41"/>
    <w:rsid w:val="00847E1F"/>
    <w:rsid w:val="00847E7A"/>
    <w:rsid w:val="008503AA"/>
    <w:rsid w:val="008508E4"/>
    <w:rsid w:val="008513F9"/>
    <w:rsid w:val="0085166F"/>
    <w:rsid w:val="00851F19"/>
    <w:rsid w:val="0085213A"/>
    <w:rsid w:val="008525A3"/>
    <w:rsid w:val="0085263B"/>
    <w:rsid w:val="008540A7"/>
    <w:rsid w:val="008540DE"/>
    <w:rsid w:val="008541B5"/>
    <w:rsid w:val="008546F4"/>
    <w:rsid w:val="0085479F"/>
    <w:rsid w:val="00855221"/>
    <w:rsid w:val="00855CFF"/>
    <w:rsid w:val="00855F80"/>
    <w:rsid w:val="00856826"/>
    <w:rsid w:val="00856969"/>
    <w:rsid w:val="00856C59"/>
    <w:rsid w:val="00856E02"/>
    <w:rsid w:val="00857213"/>
    <w:rsid w:val="008572DA"/>
    <w:rsid w:val="00860AD3"/>
    <w:rsid w:val="00861276"/>
    <w:rsid w:val="0086217C"/>
    <w:rsid w:val="00862369"/>
    <w:rsid w:val="008627C8"/>
    <w:rsid w:val="0086290C"/>
    <w:rsid w:val="0086364D"/>
    <w:rsid w:val="00863E56"/>
    <w:rsid w:val="008642AB"/>
    <w:rsid w:val="0086449D"/>
    <w:rsid w:val="008645B0"/>
    <w:rsid w:val="00864644"/>
    <w:rsid w:val="00864764"/>
    <w:rsid w:val="00864D35"/>
    <w:rsid w:val="00865C06"/>
    <w:rsid w:val="00865DAD"/>
    <w:rsid w:val="00865E4D"/>
    <w:rsid w:val="008663A4"/>
    <w:rsid w:val="00866E10"/>
    <w:rsid w:val="00867207"/>
    <w:rsid w:val="0086724B"/>
    <w:rsid w:val="00867CB9"/>
    <w:rsid w:val="00871015"/>
    <w:rsid w:val="00871296"/>
    <w:rsid w:val="00872B17"/>
    <w:rsid w:val="00872F7A"/>
    <w:rsid w:val="008738B6"/>
    <w:rsid w:val="00873AF3"/>
    <w:rsid w:val="008740D3"/>
    <w:rsid w:val="00874495"/>
    <w:rsid w:val="008744DA"/>
    <w:rsid w:val="008749EC"/>
    <w:rsid w:val="00874CD9"/>
    <w:rsid w:val="0087508D"/>
    <w:rsid w:val="0087515A"/>
    <w:rsid w:val="00875739"/>
    <w:rsid w:val="00876609"/>
    <w:rsid w:val="00876DCF"/>
    <w:rsid w:val="0087778A"/>
    <w:rsid w:val="00877A3F"/>
    <w:rsid w:val="00877A57"/>
    <w:rsid w:val="00877D6E"/>
    <w:rsid w:val="00881845"/>
    <w:rsid w:val="00881B55"/>
    <w:rsid w:val="00881EFC"/>
    <w:rsid w:val="008838B6"/>
    <w:rsid w:val="00883CBC"/>
    <w:rsid w:val="00883F2F"/>
    <w:rsid w:val="00885139"/>
    <w:rsid w:val="008853A9"/>
    <w:rsid w:val="00886308"/>
    <w:rsid w:val="008865C7"/>
    <w:rsid w:val="008874A7"/>
    <w:rsid w:val="008875D2"/>
    <w:rsid w:val="00887E14"/>
    <w:rsid w:val="00890354"/>
    <w:rsid w:val="008903BA"/>
    <w:rsid w:val="008909A9"/>
    <w:rsid w:val="00890A0E"/>
    <w:rsid w:val="0089154F"/>
    <w:rsid w:val="0089226D"/>
    <w:rsid w:val="00892554"/>
    <w:rsid w:val="0089255F"/>
    <w:rsid w:val="00892987"/>
    <w:rsid w:val="00892E32"/>
    <w:rsid w:val="008942FB"/>
    <w:rsid w:val="008944B4"/>
    <w:rsid w:val="00895088"/>
    <w:rsid w:val="008955BC"/>
    <w:rsid w:val="008958D8"/>
    <w:rsid w:val="0089606A"/>
    <w:rsid w:val="0089629F"/>
    <w:rsid w:val="00896462"/>
    <w:rsid w:val="0089678C"/>
    <w:rsid w:val="00896C77"/>
    <w:rsid w:val="00896D45"/>
    <w:rsid w:val="00896EA9"/>
    <w:rsid w:val="0089700A"/>
    <w:rsid w:val="008976C6"/>
    <w:rsid w:val="008977EB"/>
    <w:rsid w:val="0089790D"/>
    <w:rsid w:val="00897C71"/>
    <w:rsid w:val="00897CDC"/>
    <w:rsid w:val="008A0186"/>
    <w:rsid w:val="008A0488"/>
    <w:rsid w:val="008A0B5E"/>
    <w:rsid w:val="008A0CE7"/>
    <w:rsid w:val="008A1243"/>
    <w:rsid w:val="008A143E"/>
    <w:rsid w:val="008A1B24"/>
    <w:rsid w:val="008A20BD"/>
    <w:rsid w:val="008A2419"/>
    <w:rsid w:val="008A2458"/>
    <w:rsid w:val="008A44B7"/>
    <w:rsid w:val="008A4B34"/>
    <w:rsid w:val="008A58D0"/>
    <w:rsid w:val="008A67B6"/>
    <w:rsid w:val="008A6855"/>
    <w:rsid w:val="008B1B66"/>
    <w:rsid w:val="008B2B57"/>
    <w:rsid w:val="008B2E9B"/>
    <w:rsid w:val="008B37DB"/>
    <w:rsid w:val="008B3871"/>
    <w:rsid w:val="008B392B"/>
    <w:rsid w:val="008B3B56"/>
    <w:rsid w:val="008B3E5C"/>
    <w:rsid w:val="008B4CF8"/>
    <w:rsid w:val="008B4F1D"/>
    <w:rsid w:val="008B5382"/>
    <w:rsid w:val="008B5C26"/>
    <w:rsid w:val="008B5D27"/>
    <w:rsid w:val="008B5F24"/>
    <w:rsid w:val="008B5F34"/>
    <w:rsid w:val="008B6597"/>
    <w:rsid w:val="008B7B42"/>
    <w:rsid w:val="008C06D8"/>
    <w:rsid w:val="008C0763"/>
    <w:rsid w:val="008C0C01"/>
    <w:rsid w:val="008C1322"/>
    <w:rsid w:val="008C14B3"/>
    <w:rsid w:val="008C189B"/>
    <w:rsid w:val="008C2098"/>
    <w:rsid w:val="008C227E"/>
    <w:rsid w:val="008C2385"/>
    <w:rsid w:val="008C2677"/>
    <w:rsid w:val="008C2716"/>
    <w:rsid w:val="008C2734"/>
    <w:rsid w:val="008C2F83"/>
    <w:rsid w:val="008C36B1"/>
    <w:rsid w:val="008C3F33"/>
    <w:rsid w:val="008C3F43"/>
    <w:rsid w:val="008C40FC"/>
    <w:rsid w:val="008C4D52"/>
    <w:rsid w:val="008C5429"/>
    <w:rsid w:val="008C5E70"/>
    <w:rsid w:val="008C67E7"/>
    <w:rsid w:val="008C73CA"/>
    <w:rsid w:val="008C75DB"/>
    <w:rsid w:val="008D047A"/>
    <w:rsid w:val="008D0D5B"/>
    <w:rsid w:val="008D0EBD"/>
    <w:rsid w:val="008D1078"/>
    <w:rsid w:val="008D131C"/>
    <w:rsid w:val="008D1B11"/>
    <w:rsid w:val="008D26DE"/>
    <w:rsid w:val="008D2AE6"/>
    <w:rsid w:val="008D2D15"/>
    <w:rsid w:val="008D3341"/>
    <w:rsid w:val="008D3CCC"/>
    <w:rsid w:val="008D48F7"/>
    <w:rsid w:val="008D5902"/>
    <w:rsid w:val="008D7461"/>
    <w:rsid w:val="008E04A9"/>
    <w:rsid w:val="008E0835"/>
    <w:rsid w:val="008E1AA9"/>
    <w:rsid w:val="008E1B5E"/>
    <w:rsid w:val="008E25C2"/>
    <w:rsid w:val="008E2B90"/>
    <w:rsid w:val="008E32A8"/>
    <w:rsid w:val="008E3318"/>
    <w:rsid w:val="008E38E6"/>
    <w:rsid w:val="008E3CB0"/>
    <w:rsid w:val="008E4699"/>
    <w:rsid w:val="008E475A"/>
    <w:rsid w:val="008E66B3"/>
    <w:rsid w:val="008E6AE3"/>
    <w:rsid w:val="008E7698"/>
    <w:rsid w:val="008E7728"/>
    <w:rsid w:val="008E7C61"/>
    <w:rsid w:val="008E7D16"/>
    <w:rsid w:val="008F0943"/>
    <w:rsid w:val="008F0B09"/>
    <w:rsid w:val="008F0DBF"/>
    <w:rsid w:val="008F10A1"/>
    <w:rsid w:val="008F121F"/>
    <w:rsid w:val="008F143E"/>
    <w:rsid w:val="008F1B20"/>
    <w:rsid w:val="008F2294"/>
    <w:rsid w:val="008F2579"/>
    <w:rsid w:val="008F2DA8"/>
    <w:rsid w:val="008F3199"/>
    <w:rsid w:val="008F4C4F"/>
    <w:rsid w:val="008F4CA9"/>
    <w:rsid w:val="008F5184"/>
    <w:rsid w:val="008F5B89"/>
    <w:rsid w:val="008F5C97"/>
    <w:rsid w:val="008F5D22"/>
    <w:rsid w:val="008F6078"/>
    <w:rsid w:val="008F6488"/>
    <w:rsid w:val="008F679F"/>
    <w:rsid w:val="008F7030"/>
    <w:rsid w:val="008F73C3"/>
    <w:rsid w:val="008F7613"/>
    <w:rsid w:val="008F7E77"/>
    <w:rsid w:val="009001D2"/>
    <w:rsid w:val="00900638"/>
    <w:rsid w:val="00901407"/>
    <w:rsid w:val="00901D6E"/>
    <w:rsid w:val="009021B9"/>
    <w:rsid w:val="009026A8"/>
    <w:rsid w:val="00902A68"/>
    <w:rsid w:val="00902DAB"/>
    <w:rsid w:val="0090374C"/>
    <w:rsid w:val="00903B66"/>
    <w:rsid w:val="00903C35"/>
    <w:rsid w:val="00904338"/>
    <w:rsid w:val="00904E6E"/>
    <w:rsid w:val="00905304"/>
    <w:rsid w:val="009058ED"/>
    <w:rsid w:val="00905BFC"/>
    <w:rsid w:val="00906782"/>
    <w:rsid w:val="009068F2"/>
    <w:rsid w:val="00906EAB"/>
    <w:rsid w:val="009101EF"/>
    <w:rsid w:val="00910DC5"/>
    <w:rsid w:val="0091105A"/>
    <w:rsid w:val="00911E41"/>
    <w:rsid w:val="00912127"/>
    <w:rsid w:val="0091263C"/>
    <w:rsid w:val="009138EB"/>
    <w:rsid w:val="0091409D"/>
    <w:rsid w:val="00914A52"/>
    <w:rsid w:val="00914EEF"/>
    <w:rsid w:val="00914F50"/>
    <w:rsid w:val="00915582"/>
    <w:rsid w:val="00915946"/>
    <w:rsid w:val="00915B2E"/>
    <w:rsid w:val="00915DB9"/>
    <w:rsid w:val="00916DD0"/>
    <w:rsid w:val="00916F26"/>
    <w:rsid w:val="0091721A"/>
    <w:rsid w:val="0091745E"/>
    <w:rsid w:val="00917599"/>
    <w:rsid w:val="009176FC"/>
    <w:rsid w:val="009202A0"/>
    <w:rsid w:val="009205C6"/>
    <w:rsid w:val="0092063B"/>
    <w:rsid w:val="00921BD8"/>
    <w:rsid w:val="00921D55"/>
    <w:rsid w:val="009220DA"/>
    <w:rsid w:val="009229B9"/>
    <w:rsid w:val="00922E13"/>
    <w:rsid w:val="009232FC"/>
    <w:rsid w:val="00924622"/>
    <w:rsid w:val="009247EC"/>
    <w:rsid w:val="00924C89"/>
    <w:rsid w:val="0092576C"/>
    <w:rsid w:val="00925D04"/>
    <w:rsid w:val="009261ED"/>
    <w:rsid w:val="00926331"/>
    <w:rsid w:val="009263F6"/>
    <w:rsid w:val="009269CD"/>
    <w:rsid w:val="00926EDD"/>
    <w:rsid w:val="00927AF6"/>
    <w:rsid w:val="00927C2D"/>
    <w:rsid w:val="00927CAC"/>
    <w:rsid w:val="00930004"/>
    <w:rsid w:val="00930197"/>
    <w:rsid w:val="00930607"/>
    <w:rsid w:val="00930E11"/>
    <w:rsid w:val="00930EEB"/>
    <w:rsid w:val="00931E13"/>
    <w:rsid w:val="009323CA"/>
    <w:rsid w:val="0093282C"/>
    <w:rsid w:val="009328A9"/>
    <w:rsid w:val="009331D2"/>
    <w:rsid w:val="0093369C"/>
    <w:rsid w:val="00933922"/>
    <w:rsid w:val="00933DD3"/>
    <w:rsid w:val="00933F1D"/>
    <w:rsid w:val="00935650"/>
    <w:rsid w:val="009358F6"/>
    <w:rsid w:val="0093632A"/>
    <w:rsid w:val="00936D32"/>
    <w:rsid w:val="00937B52"/>
    <w:rsid w:val="00937DFB"/>
    <w:rsid w:val="00940680"/>
    <w:rsid w:val="00940A68"/>
    <w:rsid w:val="00940DA9"/>
    <w:rsid w:val="00941638"/>
    <w:rsid w:val="00941A87"/>
    <w:rsid w:val="00942044"/>
    <w:rsid w:val="009426D3"/>
    <w:rsid w:val="009428BC"/>
    <w:rsid w:val="00942F1B"/>
    <w:rsid w:val="00943248"/>
    <w:rsid w:val="009432C2"/>
    <w:rsid w:val="00943411"/>
    <w:rsid w:val="00944072"/>
    <w:rsid w:val="00944609"/>
    <w:rsid w:val="00944A2A"/>
    <w:rsid w:val="00944F9E"/>
    <w:rsid w:val="009453D3"/>
    <w:rsid w:val="00945953"/>
    <w:rsid w:val="00945E23"/>
    <w:rsid w:val="00946BA4"/>
    <w:rsid w:val="00952335"/>
    <w:rsid w:val="00952FED"/>
    <w:rsid w:val="00953630"/>
    <w:rsid w:val="009536B0"/>
    <w:rsid w:val="00953F14"/>
    <w:rsid w:val="0095455D"/>
    <w:rsid w:val="00954868"/>
    <w:rsid w:val="00954E6C"/>
    <w:rsid w:val="0095549C"/>
    <w:rsid w:val="009559E1"/>
    <w:rsid w:val="00955BBE"/>
    <w:rsid w:val="00955D07"/>
    <w:rsid w:val="00955F54"/>
    <w:rsid w:val="009560A4"/>
    <w:rsid w:val="00956849"/>
    <w:rsid w:val="00956963"/>
    <w:rsid w:val="00957917"/>
    <w:rsid w:val="009609BF"/>
    <w:rsid w:val="00960A74"/>
    <w:rsid w:val="00962799"/>
    <w:rsid w:val="00962B2B"/>
    <w:rsid w:val="00964038"/>
    <w:rsid w:val="00965560"/>
    <w:rsid w:val="00965D0F"/>
    <w:rsid w:val="0096661B"/>
    <w:rsid w:val="009673B9"/>
    <w:rsid w:val="009673C7"/>
    <w:rsid w:val="00967923"/>
    <w:rsid w:val="00967DAE"/>
    <w:rsid w:val="00967DE4"/>
    <w:rsid w:val="009702DD"/>
    <w:rsid w:val="00970AA5"/>
    <w:rsid w:val="00970AB5"/>
    <w:rsid w:val="009718DA"/>
    <w:rsid w:val="0097232A"/>
    <w:rsid w:val="009725B7"/>
    <w:rsid w:val="00972830"/>
    <w:rsid w:val="00972C87"/>
    <w:rsid w:val="009742FC"/>
    <w:rsid w:val="009751A5"/>
    <w:rsid w:val="00975219"/>
    <w:rsid w:val="00975DD9"/>
    <w:rsid w:val="00975FD0"/>
    <w:rsid w:val="009764F4"/>
    <w:rsid w:val="00976581"/>
    <w:rsid w:val="009767FC"/>
    <w:rsid w:val="0097684A"/>
    <w:rsid w:val="00977497"/>
    <w:rsid w:val="00977C1A"/>
    <w:rsid w:val="00977F51"/>
    <w:rsid w:val="00980CE6"/>
    <w:rsid w:val="009813CD"/>
    <w:rsid w:val="00981CD8"/>
    <w:rsid w:val="00981E7F"/>
    <w:rsid w:val="00982028"/>
    <w:rsid w:val="009821CD"/>
    <w:rsid w:val="009822DE"/>
    <w:rsid w:val="009823B8"/>
    <w:rsid w:val="00982E74"/>
    <w:rsid w:val="00982F80"/>
    <w:rsid w:val="0098330E"/>
    <w:rsid w:val="0098368E"/>
    <w:rsid w:val="009837DF"/>
    <w:rsid w:val="00983F5F"/>
    <w:rsid w:val="009844D8"/>
    <w:rsid w:val="00984E69"/>
    <w:rsid w:val="00985052"/>
    <w:rsid w:val="00985385"/>
    <w:rsid w:val="00985431"/>
    <w:rsid w:val="009854FB"/>
    <w:rsid w:val="00985CBF"/>
    <w:rsid w:val="00985D39"/>
    <w:rsid w:val="00985FA4"/>
    <w:rsid w:val="009861DF"/>
    <w:rsid w:val="00986601"/>
    <w:rsid w:val="0098699E"/>
    <w:rsid w:val="00986B6F"/>
    <w:rsid w:val="00987A6A"/>
    <w:rsid w:val="00987B86"/>
    <w:rsid w:val="009922AE"/>
    <w:rsid w:val="00992999"/>
    <w:rsid w:val="00992EF6"/>
    <w:rsid w:val="0099362F"/>
    <w:rsid w:val="00993A21"/>
    <w:rsid w:val="0099464E"/>
    <w:rsid w:val="00994E99"/>
    <w:rsid w:val="00995BBA"/>
    <w:rsid w:val="00995E88"/>
    <w:rsid w:val="009968EA"/>
    <w:rsid w:val="009970FF"/>
    <w:rsid w:val="009976FE"/>
    <w:rsid w:val="00997829"/>
    <w:rsid w:val="009A02B3"/>
    <w:rsid w:val="009A0EF6"/>
    <w:rsid w:val="009A127F"/>
    <w:rsid w:val="009A1424"/>
    <w:rsid w:val="009A1442"/>
    <w:rsid w:val="009A209A"/>
    <w:rsid w:val="009A282F"/>
    <w:rsid w:val="009A345E"/>
    <w:rsid w:val="009A3726"/>
    <w:rsid w:val="009A3789"/>
    <w:rsid w:val="009A37B6"/>
    <w:rsid w:val="009A3922"/>
    <w:rsid w:val="009A3A51"/>
    <w:rsid w:val="009A3C58"/>
    <w:rsid w:val="009A43D0"/>
    <w:rsid w:val="009A47B9"/>
    <w:rsid w:val="009A4930"/>
    <w:rsid w:val="009A4BF9"/>
    <w:rsid w:val="009A4C7E"/>
    <w:rsid w:val="009A535A"/>
    <w:rsid w:val="009A540E"/>
    <w:rsid w:val="009A5B1B"/>
    <w:rsid w:val="009A5BFB"/>
    <w:rsid w:val="009A5C2D"/>
    <w:rsid w:val="009A6072"/>
    <w:rsid w:val="009A61B6"/>
    <w:rsid w:val="009A6497"/>
    <w:rsid w:val="009A6785"/>
    <w:rsid w:val="009A68EB"/>
    <w:rsid w:val="009A693B"/>
    <w:rsid w:val="009A6A66"/>
    <w:rsid w:val="009A6C0A"/>
    <w:rsid w:val="009A7E21"/>
    <w:rsid w:val="009B021D"/>
    <w:rsid w:val="009B026F"/>
    <w:rsid w:val="009B0497"/>
    <w:rsid w:val="009B05BC"/>
    <w:rsid w:val="009B05EC"/>
    <w:rsid w:val="009B078F"/>
    <w:rsid w:val="009B0BB4"/>
    <w:rsid w:val="009B134C"/>
    <w:rsid w:val="009B15C3"/>
    <w:rsid w:val="009B17CC"/>
    <w:rsid w:val="009B17DF"/>
    <w:rsid w:val="009B1801"/>
    <w:rsid w:val="009B183B"/>
    <w:rsid w:val="009B1A42"/>
    <w:rsid w:val="009B1E0D"/>
    <w:rsid w:val="009B28D4"/>
    <w:rsid w:val="009B2BF3"/>
    <w:rsid w:val="009B2FD2"/>
    <w:rsid w:val="009B3B66"/>
    <w:rsid w:val="009B3DF3"/>
    <w:rsid w:val="009B3F47"/>
    <w:rsid w:val="009B45FE"/>
    <w:rsid w:val="009B49C8"/>
    <w:rsid w:val="009B546C"/>
    <w:rsid w:val="009B55C0"/>
    <w:rsid w:val="009B6125"/>
    <w:rsid w:val="009B66C8"/>
    <w:rsid w:val="009B6D57"/>
    <w:rsid w:val="009B7033"/>
    <w:rsid w:val="009C0176"/>
    <w:rsid w:val="009C0B0F"/>
    <w:rsid w:val="009C202F"/>
    <w:rsid w:val="009C2E24"/>
    <w:rsid w:val="009C3402"/>
    <w:rsid w:val="009C45FF"/>
    <w:rsid w:val="009C4696"/>
    <w:rsid w:val="009C4E5E"/>
    <w:rsid w:val="009C55D1"/>
    <w:rsid w:val="009C5600"/>
    <w:rsid w:val="009C5A8A"/>
    <w:rsid w:val="009C680F"/>
    <w:rsid w:val="009C69E4"/>
    <w:rsid w:val="009C6A9F"/>
    <w:rsid w:val="009C6C40"/>
    <w:rsid w:val="009C733E"/>
    <w:rsid w:val="009D0D87"/>
    <w:rsid w:val="009D19C3"/>
    <w:rsid w:val="009D3371"/>
    <w:rsid w:val="009D3374"/>
    <w:rsid w:val="009D3634"/>
    <w:rsid w:val="009D47E1"/>
    <w:rsid w:val="009D4F8B"/>
    <w:rsid w:val="009D4FC3"/>
    <w:rsid w:val="009D658D"/>
    <w:rsid w:val="009D72E7"/>
    <w:rsid w:val="009D74C8"/>
    <w:rsid w:val="009D7DD5"/>
    <w:rsid w:val="009E0DE3"/>
    <w:rsid w:val="009E2E5D"/>
    <w:rsid w:val="009E34AC"/>
    <w:rsid w:val="009E3640"/>
    <w:rsid w:val="009E381F"/>
    <w:rsid w:val="009E4193"/>
    <w:rsid w:val="009E4A2F"/>
    <w:rsid w:val="009E589F"/>
    <w:rsid w:val="009E6ABD"/>
    <w:rsid w:val="009E6E48"/>
    <w:rsid w:val="009E77E4"/>
    <w:rsid w:val="009E7D01"/>
    <w:rsid w:val="009F0964"/>
    <w:rsid w:val="009F1FFE"/>
    <w:rsid w:val="009F314E"/>
    <w:rsid w:val="009F3882"/>
    <w:rsid w:val="009F39DE"/>
    <w:rsid w:val="009F3DAA"/>
    <w:rsid w:val="009F4247"/>
    <w:rsid w:val="009F43DA"/>
    <w:rsid w:val="009F46D5"/>
    <w:rsid w:val="009F482D"/>
    <w:rsid w:val="009F4DA0"/>
    <w:rsid w:val="009F4DD8"/>
    <w:rsid w:val="009F4E46"/>
    <w:rsid w:val="009F4E4F"/>
    <w:rsid w:val="009F51EE"/>
    <w:rsid w:val="009F5210"/>
    <w:rsid w:val="009F53D5"/>
    <w:rsid w:val="009F56E8"/>
    <w:rsid w:val="009F61F3"/>
    <w:rsid w:val="009F6476"/>
    <w:rsid w:val="009F7854"/>
    <w:rsid w:val="009F7D4A"/>
    <w:rsid w:val="009F7F03"/>
    <w:rsid w:val="00A00541"/>
    <w:rsid w:val="00A01BE6"/>
    <w:rsid w:val="00A02512"/>
    <w:rsid w:val="00A026DF"/>
    <w:rsid w:val="00A02761"/>
    <w:rsid w:val="00A02F3C"/>
    <w:rsid w:val="00A03228"/>
    <w:rsid w:val="00A03807"/>
    <w:rsid w:val="00A0409C"/>
    <w:rsid w:val="00A040EE"/>
    <w:rsid w:val="00A04258"/>
    <w:rsid w:val="00A04EA0"/>
    <w:rsid w:val="00A04F2D"/>
    <w:rsid w:val="00A05501"/>
    <w:rsid w:val="00A05AAC"/>
    <w:rsid w:val="00A05F04"/>
    <w:rsid w:val="00A064D9"/>
    <w:rsid w:val="00A0694E"/>
    <w:rsid w:val="00A06F27"/>
    <w:rsid w:val="00A06FF1"/>
    <w:rsid w:val="00A07148"/>
    <w:rsid w:val="00A100BD"/>
    <w:rsid w:val="00A100FD"/>
    <w:rsid w:val="00A10E9B"/>
    <w:rsid w:val="00A113DF"/>
    <w:rsid w:val="00A1167F"/>
    <w:rsid w:val="00A11D70"/>
    <w:rsid w:val="00A12F6B"/>
    <w:rsid w:val="00A13349"/>
    <w:rsid w:val="00A141FB"/>
    <w:rsid w:val="00A146B5"/>
    <w:rsid w:val="00A14BC7"/>
    <w:rsid w:val="00A14E1A"/>
    <w:rsid w:val="00A15290"/>
    <w:rsid w:val="00A15C9F"/>
    <w:rsid w:val="00A160E7"/>
    <w:rsid w:val="00A166E3"/>
    <w:rsid w:val="00A16AEC"/>
    <w:rsid w:val="00A16BDC"/>
    <w:rsid w:val="00A16CD7"/>
    <w:rsid w:val="00A175B8"/>
    <w:rsid w:val="00A177F7"/>
    <w:rsid w:val="00A200FB"/>
    <w:rsid w:val="00A20132"/>
    <w:rsid w:val="00A20376"/>
    <w:rsid w:val="00A2098E"/>
    <w:rsid w:val="00A20FCC"/>
    <w:rsid w:val="00A212AC"/>
    <w:rsid w:val="00A2158E"/>
    <w:rsid w:val="00A21926"/>
    <w:rsid w:val="00A227F0"/>
    <w:rsid w:val="00A23979"/>
    <w:rsid w:val="00A23CB8"/>
    <w:rsid w:val="00A2421C"/>
    <w:rsid w:val="00A24658"/>
    <w:rsid w:val="00A249B4"/>
    <w:rsid w:val="00A24D17"/>
    <w:rsid w:val="00A25BA8"/>
    <w:rsid w:val="00A25F6B"/>
    <w:rsid w:val="00A2627A"/>
    <w:rsid w:val="00A26401"/>
    <w:rsid w:val="00A26502"/>
    <w:rsid w:val="00A268E5"/>
    <w:rsid w:val="00A27000"/>
    <w:rsid w:val="00A271E2"/>
    <w:rsid w:val="00A27B11"/>
    <w:rsid w:val="00A30296"/>
    <w:rsid w:val="00A30793"/>
    <w:rsid w:val="00A31218"/>
    <w:rsid w:val="00A31242"/>
    <w:rsid w:val="00A313CE"/>
    <w:rsid w:val="00A3194A"/>
    <w:rsid w:val="00A32183"/>
    <w:rsid w:val="00A32CA8"/>
    <w:rsid w:val="00A32DE3"/>
    <w:rsid w:val="00A33F1D"/>
    <w:rsid w:val="00A33FF5"/>
    <w:rsid w:val="00A3415D"/>
    <w:rsid w:val="00A34250"/>
    <w:rsid w:val="00A34341"/>
    <w:rsid w:val="00A345F8"/>
    <w:rsid w:val="00A348A0"/>
    <w:rsid w:val="00A3522D"/>
    <w:rsid w:val="00A35C90"/>
    <w:rsid w:val="00A36526"/>
    <w:rsid w:val="00A365A6"/>
    <w:rsid w:val="00A3695C"/>
    <w:rsid w:val="00A3724D"/>
    <w:rsid w:val="00A374D8"/>
    <w:rsid w:val="00A3753A"/>
    <w:rsid w:val="00A378B3"/>
    <w:rsid w:val="00A37AF3"/>
    <w:rsid w:val="00A40A25"/>
    <w:rsid w:val="00A40F6B"/>
    <w:rsid w:val="00A4164F"/>
    <w:rsid w:val="00A4165B"/>
    <w:rsid w:val="00A41FCA"/>
    <w:rsid w:val="00A42148"/>
    <w:rsid w:val="00A42738"/>
    <w:rsid w:val="00A43045"/>
    <w:rsid w:val="00A430AA"/>
    <w:rsid w:val="00A43B8A"/>
    <w:rsid w:val="00A44161"/>
    <w:rsid w:val="00A4469C"/>
    <w:rsid w:val="00A44ADC"/>
    <w:rsid w:val="00A450E6"/>
    <w:rsid w:val="00A451D0"/>
    <w:rsid w:val="00A459AD"/>
    <w:rsid w:val="00A45E1B"/>
    <w:rsid w:val="00A45E91"/>
    <w:rsid w:val="00A45EFE"/>
    <w:rsid w:val="00A45FEE"/>
    <w:rsid w:val="00A462E3"/>
    <w:rsid w:val="00A468D2"/>
    <w:rsid w:val="00A47A21"/>
    <w:rsid w:val="00A47AE8"/>
    <w:rsid w:val="00A501B7"/>
    <w:rsid w:val="00A50393"/>
    <w:rsid w:val="00A51718"/>
    <w:rsid w:val="00A51743"/>
    <w:rsid w:val="00A5206F"/>
    <w:rsid w:val="00A52411"/>
    <w:rsid w:val="00A529D3"/>
    <w:rsid w:val="00A52C49"/>
    <w:rsid w:val="00A530CF"/>
    <w:rsid w:val="00A53872"/>
    <w:rsid w:val="00A53BC9"/>
    <w:rsid w:val="00A53EA8"/>
    <w:rsid w:val="00A54FD5"/>
    <w:rsid w:val="00A550E0"/>
    <w:rsid w:val="00A5647F"/>
    <w:rsid w:val="00A568B6"/>
    <w:rsid w:val="00A56CBE"/>
    <w:rsid w:val="00A56E21"/>
    <w:rsid w:val="00A57A21"/>
    <w:rsid w:val="00A57B5D"/>
    <w:rsid w:val="00A57E1F"/>
    <w:rsid w:val="00A601D2"/>
    <w:rsid w:val="00A60290"/>
    <w:rsid w:val="00A60BD9"/>
    <w:rsid w:val="00A611FB"/>
    <w:rsid w:val="00A61612"/>
    <w:rsid w:val="00A61C6C"/>
    <w:rsid w:val="00A628B9"/>
    <w:rsid w:val="00A62DB2"/>
    <w:rsid w:val="00A63D8E"/>
    <w:rsid w:val="00A64007"/>
    <w:rsid w:val="00A64059"/>
    <w:rsid w:val="00A64C16"/>
    <w:rsid w:val="00A6509C"/>
    <w:rsid w:val="00A65A16"/>
    <w:rsid w:val="00A65F18"/>
    <w:rsid w:val="00A66073"/>
    <w:rsid w:val="00A663CC"/>
    <w:rsid w:val="00A6642E"/>
    <w:rsid w:val="00A669D3"/>
    <w:rsid w:val="00A66CE4"/>
    <w:rsid w:val="00A679B3"/>
    <w:rsid w:val="00A67C94"/>
    <w:rsid w:val="00A70200"/>
    <w:rsid w:val="00A7079D"/>
    <w:rsid w:val="00A70F00"/>
    <w:rsid w:val="00A70F2F"/>
    <w:rsid w:val="00A71ABA"/>
    <w:rsid w:val="00A71F63"/>
    <w:rsid w:val="00A72309"/>
    <w:rsid w:val="00A72EEC"/>
    <w:rsid w:val="00A7389C"/>
    <w:rsid w:val="00A74007"/>
    <w:rsid w:val="00A74042"/>
    <w:rsid w:val="00A74108"/>
    <w:rsid w:val="00A741D2"/>
    <w:rsid w:val="00A74AE0"/>
    <w:rsid w:val="00A74C54"/>
    <w:rsid w:val="00A753C1"/>
    <w:rsid w:val="00A75A6D"/>
    <w:rsid w:val="00A75E6D"/>
    <w:rsid w:val="00A762ED"/>
    <w:rsid w:val="00A763D0"/>
    <w:rsid w:val="00A76EDC"/>
    <w:rsid w:val="00A77A6F"/>
    <w:rsid w:val="00A8048F"/>
    <w:rsid w:val="00A8057B"/>
    <w:rsid w:val="00A80706"/>
    <w:rsid w:val="00A80C7A"/>
    <w:rsid w:val="00A80D54"/>
    <w:rsid w:val="00A80D67"/>
    <w:rsid w:val="00A80EFF"/>
    <w:rsid w:val="00A8197D"/>
    <w:rsid w:val="00A820B3"/>
    <w:rsid w:val="00A820C7"/>
    <w:rsid w:val="00A83052"/>
    <w:rsid w:val="00A83710"/>
    <w:rsid w:val="00A83EAB"/>
    <w:rsid w:val="00A840F4"/>
    <w:rsid w:val="00A8461F"/>
    <w:rsid w:val="00A84A3A"/>
    <w:rsid w:val="00A84AA2"/>
    <w:rsid w:val="00A84C13"/>
    <w:rsid w:val="00A85AE4"/>
    <w:rsid w:val="00A85D2E"/>
    <w:rsid w:val="00A86E87"/>
    <w:rsid w:val="00A86FF0"/>
    <w:rsid w:val="00A8701F"/>
    <w:rsid w:val="00A87F38"/>
    <w:rsid w:val="00A90567"/>
    <w:rsid w:val="00A90670"/>
    <w:rsid w:val="00A90904"/>
    <w:rsid w:val="00A90BD4"/>
    <w:rsid w:val="00A90C53"/>
    <w:rsid w:val="00A91A8F"/>
    <w:rsid w:val="00A922B7"/>
    <w:rsid w:val="00A925D5"/>
    <w:rsid w:val="00A925F3"/>
    <w:rsid w:val="00A929AA"/>
    <w:rsid w:val="00A95281"/>
    <w:rsid w:val="00A954A6"/>
    <w:rsid w:val="00A9608D"/>
    <w:rsid w:val="00A9612C"/>
    <w:rsid w:val="00A96614"/>
    <w:rsid w:val="00A969BF"/>
    <w:rsid w:val="00A96E4C"/>
    <w:rsid w:val="00A973CE"/>
    <w:rsid w:val="00A978EC"/>
    <w:rsid w:val="00AA03AD"/>
    <w:rsid w:val="00AA04E6"/>
    <w:rsid w:val="00AA1158"/>
    <w:rsid w:val="00AA1C78"/>
    <w:rsid w:val="00AA1D63"/>
    <w:rsid w:val="00AA2413"/>
    <w:rsid w:val="00AA322E"/>
    <w:rsid w:val="00AA43C2"/>
    <w:rsid w:val="00AA4BDC"/>
    <w:rsid w:val="00AA50D2"/>
    <w:rsid w:val="00AA5334"/>
    <w:rsid w:val="00AA53A9"/>
    <w:rsid w:val="00AA56EB"/>
    <w:rsid w:val="00AA5A62"/>
    <w:rsid w:val="00AA68B5"/>
    <w:rsid w:val="00AA6A2F"/>
    <w:rsid w:val="00AA7739"/>
    <w:rsid w:val="00AA7F13"/>
    <w:rsid w:val="00AB0729"/>
    <w:rsid w:val="00AB08CD"/>
    <w:rsid w:val="00AB0A01"/>
    <w:rsid w:val="00AB15C0"/>
    <w:rsid w:val="00AB1991"/>
    <w:rsid w:val="00AB206C"/>
    <w:rsid w:val="00AB259A"/>
    <w:rsid w:val="00AB2C66"/>
    <w:rsid w:val="00AB30B0"/>
    <w:rsid w:val="00AB452B"/>
    <w:rsid w:val="00AB49E0"/>
    <w:rsid w:val="00AB4A08"/>
    <w:rsid w:val="00AB4AA5"/>
    <w:rsid w:val="00AB4F50"/>
    <w:rsid w:val="00AB556E"/>
    <w:rsid w:val="00AB5EE6"/>
    <w:rsid w:val="00AB63EC"/>
    <w:rsid w:val="00AB67B1"/>
    <w:rsid w:val="00AB6DBE"/>
    <w:rsid w:val="00AB7394"/>
    <w:rsid w:val="00AC0575"/>
    <w:rsid w:val="00AC076F"/>
    <w:rsid w:val="00AC090D"/>
    <w:rsid w:val="00AC1180"/>
    <w:rsid w:val="00AC1608"/>
    <w:rsid w:val="00AC180C"/>
    <w:rsid w:val="00AC1894"/>
    <w:rsid w:val="00AC1B51"/>
    <w:rsid w:val="00AC244F"/>
    <w:rsid w:val="00AC2703"/>
    <w:rsid w:val="00AC2DBA"/>
    <w:rsid w:val="00AC3944"/>
    <w:rsid w:val="00AC4085"/>
    <w:rsid w:val="00AC4120"/>
    <w:rsid w:val="00AC4553"/>
    <w:rsid w:val="00AC4FD8"/>
    <w:rsid w:val="00AC5773"/>
    <w:rsid w:val="00AC5A16"/>
    <w:rsid w:val="00AC611A"/>
    <w:rsid w:val="00AC6AA5"/>
    <w:rsid w:val="00AC7DDF"/>
    <w:rsid w:val="00AC7EB6"/>
    <w:rsid w:val="00AD0F7E"/>
    <w:rsid w:val="00AD1A73"/>
    <w:rsid w:val="00AD1C6F"/>
    <w:rsid w:val="00AD1E36"/>
    <w:rsid w:val="00AD20DD"/>
    <w:rsid w:val="00AD2872"/>
    <w:rsid w:val="00AD459B"/>
    <w:rsid w:val="00AD5A6A"/>
    <w:rsid w:val="00AD5E7B"/>
    <w:rsid w:val="00AD6C5C"/>
    <w:rsid w:val="00AD72E9"/>
    <w:rsid w:val="00AD761C"/>
    <w:rsid w:val="00AD77A7"/>
    <w:rsid w:val="00AD7DD0"/>
    <w:rsid w:val="00AE0133"/>
    <w:rsid w:val="00AE2480"/>
    <w:rsid w:val="00AE261D"/>
    <w:rsid w:val="00AE2710"/>
    <w:rsid w:val="00AE3654"/>
    <w:rsid w:val="00AE4037"/>
    <w:rsid w:val="00AE48F2"/>
    <w:rsid w:val="00AE4AA7"/>
    <w:rsid w:val="00AE4C44"/>
    <w:rsid w:val="00AE510A"/>
    <w:rsid w:val="00AE5120"/>
    <w:rsid w:val="00AE561E"/>
    <w:rsid w:val="00AE5953"/>
    <w:rsid w:val="00AE5E4F"/>
    <w:rsid w:val="00AF03C0"/>
    <w:rsid w:val="00AF07BA"/>
    <w:rsid w:val="00AF0C5B"/>
    <w:rsid w:val="00AF24C2"/>
    <w:rsid w:val="00AF28D7"/>
    <w:rsid w:val="00AF2909"/>
    <w:rsid w:val="00AF3E2D"/>
    <w:rsid w:val="00AF3EF3"/>
    <w:rsid w:val="00AF40E6"/>
    <w:rsid w:val="00AF5655"/>
    <w:rsid w:val="00AF5AA9"/>
    <w:rsid w:val="00AF6420"/>
    <w:rsid w:val="00AF696D"/>
    <w:rsid w:val="00AF7131"/>
    <w:rsid w:val="00AF7DFE"/>
    <w:rsid w:val="00B012C5"/>
    <w:rsid w:val="00B017B2"/>
    <w:rsid w:val="00B01CDE"/>
    <w:rsid w:val="00B01E81"/>
    <w:rsid w:val="00B02504"/>
    <w:rsid w:val="00B03430"/>
    <w:rsid w:val="00B04486"/>
    <w:rsid w:val="00B04527"/>
    <w:rsid w:val="00B0507D"/>
    <w:rsid w:val="00B06072"/>
    <w:rsid w:val="00B064A8"/>
    <w:rsid w:val="00B06DF9"/>
    <w:rsid w:val="00B07A8C"/>
    <w:rsid w:val="00B07F42"/>
    <w:rsid w:val="00B102BC"/>
    <w:rsid w:val="00B11290"/>
    <w:rsid w:val="00B12E33"/>
    <w:rsid w:val="00B133D1"/>
    <w:rsid w:val="00B137A1"/>
    <w:rsid w:val="00B1385B"/>
    <w:rsid w:val="00B15600"/>
    <w:rsid w:val="00B15D66"/>
    <w:rsid w:val="00B15E68"/>
    <w:rsid w:val="00B1646B"/>
    <w:rsid w:val="00B16B9C"/>
    <w:rsid w:val="00B16EB8"/>
    <w:rsid w:val="00B1718F"/>
    <w:rsid w:val="00B1739C"/>
    <w:rsid w:val="00B20157"/>
    <w:rsid w:val="00B202BC"/>
    <w:rsid w:val="00B20765"/>
    <w:rsid w:val="00B20842"/>
    <w:rsid w:val="00B2089F"/>
    <w:rsid w:val="00B2091F"/>
    <w:rsid w:val="00B20ACD"/>
    <w:rsid w:val="00B214F7"/>
    <w:rsid w:val="00B218B9"/>
    <w:rsid w:val="00B227EA"/>
    <w:rsid w:val="00B23740"/>
    <w:rsid w:val="00B239E7"/>
    <w:rsid w:val="00B23B06"/>
    <w:rsid w:val="00B242E3"/>
    <w:rsid w:val="00B243A5"/>
    <w:rsid w:val="00B2466B"/>
    <w:rsid w:val="00B2483E"/>
    <w:rsid w:val="00B2494B"/>
    <w:rsid w:val="00B24BC1"/>
    <w:rsid w:val="00B24E3F"/>
    <w:rsid w:val="00B259EF"/>
    <w:rsid w:val="00B25B1A"/>
    <w:rsid w:val="00B2691C"/>
    <w:rsid w:val="00B26A46"/>
    <w:rsid w:val="00B2790E"/>
    <w:rsid w:val="00B301D9"/>
    <w:rsid w:val="00B3046B"/>
    <w:rsid w:val="00B30487"/>
    <w:rsid w:val="00B30726"/>
    <w:rsid w:val="00B30A74"/>
    <w:rsid w:val="00B31098"/>
    <w:rsid w:val="00B31519"/>
    <w:rsid w:val="00B317EB"/>
    <w:rsid w:val="00B31E49"/>
    <w:rsid w:val="00B32618"/>
    <w:rsid w:val="00B32C12"/>
    <w:rsid w:val="00B32CA6"/>
    <w:rsid w:val="00B3485C"/>
    <w:rsid w:val="00B34BD3"/>
    <w:rsid w:val="00B3501E"/>
    <w:rsid w:val="00B355B2"/>
    <w:rsid w:val="00B35BEC"/>
    <w:rsid w:val="00B364E7"/>
    <w:rsid w:val="00B36603"/>
    <w:rsid w:val="00B367FB"/>
    <w:rsid w:val="00B36B3A"/>
    <w:rsid w:val="00B37134"/>
    <w:rsid w:val="00B37670"/>
    <w:rsid w:val="00B37BAF"/>
    <w:rsid w:val="00B413B7"/>
    <w:rsid w:val="00B41422"/>
    <w:rsid w:val="00B41D4D"/>
    <w:rsid w:val="00B42075"/>
    <w:rsid w:val="00B4210C"/>
    <w:rsid w:val="00B424A5"/>
    <w:rsid w:val="00B4314A"/>
    <w:rsid w:val="00B43951"/>
    <w:rsid w:val="00B43BA8"/>
    <w:rsid w:val="00B444C0"/>
    <w:rsid w:val="00B44EA5"/>
    <w:rsid w:val="00B44EB3"/>
    <w:rsid w:val="00B45E47"/>
    <w:rsid w:val="00B46CD4"/>
    <w:rsid w:val="00B47412"/>
    <w:rsid w:val="00B4778E"/>
    <w:rsid w:val="00B47D3F"/>
    <w:rsid w:val="00B50CB6"/>
    <w:rsid w:val="00B50EDE"/>
    <w:rsid w:val="00B512DD"/>
    <w:rsid w:val="00B51B02"/>
    <w:rsid w:val="00B51C94"/>
    <w:rsid w:val="00B51E58"/>
    <w:rsid w:val="00B5228D"/>
    <w:rsid w:val="00B5234E"/>
    <w:rsid w:val="00B52B98"/>
    <w:rsid w:val="00B530E6"/>
    <w:rsid w:val="00B539A6"/>
    <w:rsid w:val="00B53A83"/>
    <w:rsid w:val="00B541BF"/>
    <w:rsid w:val="00B54C8C"/>
    <w:rsid w:val="00B5506F"/>
    <w:rsid w:val="00B55268"/>
    <w:rsid w:val="00B5576D"/>
    <w:rsid w:val="00B55BE0"/>
    <w:rsid w:val="00B55C4F"/>
    <w:rsid w:val="00B55F70"/>
    <w:rsid w:val="00B56402"/>
    <w:rsid w:val="00B5647B"/>
    <w:rsid w:val="00B56AB3"/>
    <w:rsid w:val="00B56B20"/>
    <w:rsid w:val="00B56C49"/>
    <w:rsid w:val="00B570B9"/>
    <w:rsid w:val="00B57FB7"/>
    <w:rsid w:val="00B618D3"/>
    <w:rsid w:val="00B62768"/>
    <w:rsid w:val="00B62B98"/>
    <w:rsid w:val="00B64D83"/>
    <w:rsid w:val="00B6509D"/>
    <w:rsid w:val="00B65A72"/>
    <w:rsid w:val="00B65D34"/>
    <w:rsid w:val="00B65D76"/>
    <w:rsid w:val="00B6609F"/>
    <w:rsid w:val="00B66A37"/>
    <w:rsid w:val="00B67232"/>
    <w:rsid w:val="00B6744E"/>
    <w:rsid w:val="00B675BC"/>
    <w:rsid w:val="00B67B05"/>
    <w:rsid w:val="00B7032C"/>
    <w:rsid w:val="00B70E38"/>
    <w:rsid w:val="00B70E3E"/>
    <w:rsid w:val="00B71E0B"/>
    <w:rsid w:val="00B71F78"/>
    <w:rsid w:val="00B72095"/>
    <w:rsid w:val="00B7357B"/>
    <w:rsid w:val="00B73673"/>
    <w:rsid w:val="00B73D2A"/>
    <w:rsid w:val="00B73FF5"/>
    <w:rsid w:val="00B743AB"/>
    <w:rsid w:val="00B75117"/>
    <w:rsid w:val="00B7544E"/>
    <w:rsid w:val="00B75660"/>
    <w:rsid w:val="00B75CA3"/>
    <w:rsid w:val="00B76B27"/>
    <w:rsid w:val="00B76F3E"/>
    <w:rsid w:val="00B770AA"/>
    <w:rsid w:val="00B772B1"/>
    <w:rsid w:val="00B774B6"/>
    <w:rsid w:val="00B77926"/>
    <w:rsid w:val="00B77A6F"/>
    <w:rsid w:val="00B80444"/>
    <w:rsid w:val="00B80C50"/>
    <w:rsid w:val="00B80C9F"/>
    <w:rsid w:val="00B812A8"/>
    <w:rsid w:val="00B81B6F"/>
    <w:rsid w:val="00B81EA3"/>
    <w:rsid w:val="00B83803"/>
    <w:rsid w:val="00B85257"/>
    <w:rsid w:val="00B8612D"/>
    <w:rsid w:val="00B86502"/>
    <w:rsid w:val="00B86AC5"/>
    <w:rsid w:val="00B902AD"/>
    <w:rsid w:val="00B9063B"/>
    <w:rsid w:val="00B907C4"/>
    <w:rsid w:val="00B9086B"/>
    <w:rsid w:val="00B908EF"/>
    <w:rsid w:val="00B90A18"/>
    <w:rsid w:val="00B90ABF"/>
    <w:rsid w:val="00B90D08"/>
    <w:rsid w:val="00B9104C"/>
    <w:rsid w:val="00B925C2"/>
    <w:rsid w:val="00B92AB8"/>
    <w:rsid w:val="00B92B35"/>
    <w:rsid w:val="00B93B77"/>
    <w:rsid w:val="00B93BD2"/>
    <w:rsid w:val="00B93BD5"/>
    <w:rsid w:val="00B94323"/>
    <w:rsid w:val="00B948DD"/>
    <w:rsid w:val="00B94C4D"/>
    <w:rsid w:val="00B9517C"/>
    <w:rsid w:val="00B95975"/>
    <w:rsid w:val="00B96499"/>
    <w:rsid w:val="00B96C23"/>
    <w:rsid w:val="00B96ED7"/>
    <w:rsid w:val="00B97CB6"/>
    <w:rsid w:val="00BA0C14"/>
    <w:rsid w:val="00BA10FF"/>
    <w:rsid w:val="00BA1A52"/>
    <w:rsid w:val="00BA2C43"/>
    <w:rsid w:val="00BA2C9E"/>
    <w:rsid w:val="00BA3DD1"/>
    <w:rsid w:val="00BA4854"/>
    <w:rsid w:val="00BA4CF8"/>
    <w:rsid w:val="00BA54B7"/>
    <w:rsid w:val="00BA61D5"/>
    <w:rsid w:val="00BA6D63"/>
    <w:rsid w:val="00BA6F08"/>
    <w:rsid w:val="00BA7E60"/>
    <w:rsid w:val="00BA7F38"/>
    <w:rsid w:val="00BB0581"/>
    <w:rsid w:val="00BB0653"/>
    <w:rsid w:val="00BB0768"/>
    <w:rsid w:val="00BB1101"/>
    <w:rsid w:val="00BB14F1"/>
    <w:rsid w:val="00BB2651"/>
    <w:rsid w:val="00BB2702"/>
    <w:rsid w:val="00BB2A91"/>
    <w:rsid w:val="00BB4CBE"/>
    <w:rsid w:val="00BB4DAC"/>
    <w:rsid w:val="00BB51A0"/>
    <w:rsid w:val="00BB655A"/>
    <w:rsid w:val="00BB6869"/>
    <w:rsid w:val="00BB68C9"/>
    <w:rsid w:val="00BB6B25"/>
    <w:rsid w:val="00BB6B86"/>
    <w:rsid w:val="00BB6F9E"/>
    <w:rsid w:val="00BB78BE"/>
    <w:rsid w:val="00BB793B"/>
    <w:rsid w:val="00BB7EEA"/>
    <w:rsid w:val="00BC0169"/>
    <w:rsid w:val="00BC06FE"/>
    <w:rsid w:val="00BC090B"/>
    <w:rsid w:val="00BC0A58"/>
    <w:rsid w:val="00BC1822"/>
    <w:rsid w:val="00BC2CE5"/>
    <w:rsid w:val="00BC2D0D"/>
    <w:rsid w:val="00BC35FA"/>
    <w:rsid w:val="00BC3B8F"/>
    <w:rsid w:val="00BC42BB"/>
    <w:rsid w:val="00BC486A"/>
    <w:rsid w:val="00BC4E0F"/>
    <w:rsid w:val="00BC4FBA"/>
    <w:rsid w:val="00BC5754"/>
    <w:rsid w:val="00BC5E92"/>
    <w:rsid w:val="00BC6377"/>
    <w:rsid w:val="00BC66A9"/>
    <w:rsid w:val="00BC6980"/>
    <w:rsid w:val="00BC6CB1"/>
    <w:rsid w:val="00BC6CDF"/>
    <w:rsid w:val="00BC6D70"/>
    <w:rsid w:val="00BC6F9C"/>
    <w:rsid w:val="00BC711E"/>
    <w:rsid w:val="00BC736E"/>
    <w:rsid w:val="00BD0154"/>
    <w:rsid w:val="00BD1B76"/>
    <w:rsid w:val="00BD1F72"/>
    <w:rsid w:val="00BD3F47"/>
    <w:rsid w:val="00BD4260"/>
    <w:rsid w:val="00BD4595"/>
    <w:rsid w:val="00BD467D"/>
    <w:rsid w:val="00BD4A8E"/>
    <w:rsid w:val="00BD5B67"/>
    <w:rsid w:val="00BD6742"/>
    <w:rsid w:val="00BD73AF"/>
    <w:rsid w:val="00BD7786"/>
    <w:rsid w:val="00BD78B7"/>
    <w:rsid w:val="00BD7A05"/>
    <w:rsid w:val="00BD7FDE"/>
    <w:rsid w:val="00BE08B7"/>
    <w:rsid w:val="00BE1043"/>
    <w:rsid w:val="00BE1402"/>
    <w:rsid w:val="00BE17A7"/>
    <w:rsid w:val="00BE1878"/>
    <w:rsid w:val="00BE2284"/>
    <w:rsid w:val="00BE2C85"/>
    <w:rsid w:val="00BE33BB"/>
    <w:rsid w:val="00BE35E9"/>
    <w:rsid w:val="00BE4133"/>
    <w:rsid w:val="00BE4E17"/>
    <w:rsid w:val="00BE5702"/>
    <w:rsid w:val="00BE5905"/>
    <w:rsid w:val="00BE6674"/>
    <w:rsid w:val="00BE687C"/>
    <w:rsid w:val="00BE6CB8"/>
    <w:rsid w:val="00BE7918"/>
    <w:rsid w:val="00BE7AD5"/>
    <w:rsid w:val="00BF0913"/>
    <w:rsid w:val="00BF0BD7"/>
    <w:rsid w:val="00BF0CC3"/>
    <w:rsid w:val="00BF0F1B"/>
    <w:rsid w:val="00BF22A0"/>
    <w:rsid w:val="00BF27E3"/>
    <w:rsid w:val="00BF2DBA"/>
    <w:rsid w:val="00BF3185"/>
    <w:rsid w:val="00BF332C"/>
    <w:rsid w:val="00BF3708"/>
    <w:rsid w:val="00BF38BF"/>
    <w:rsid w:val="00BF4BB2"/>
    <w:rsid w:val="00BF4C24"/>
    <w:rsid w:val="00BF4C79"/>
    <w:rsid w:val="00BF5367"/>
    <w:rsid w:val="00BF5601"/>
    <w:rsid w:val="00BF5B9A"/>
    <w:rsid w:val="00BF5FA1"/>
    <w:rsid w:val="00BF63E8"/>
    <w:rsid w:val="00BF72C9"/>
    <w:rsid w:val="00BF7BAD"/>
    <w:rsid w:val="00BF7E4E"/>
    <w:rsid w:val="00C001CD"/>
    <w:rsid w:val="00C005CB"/>
    <w:rsid w:val="00C005E7"/>
    <w:rsid w:val="00C00B31"/>
    <w:rsid w:val="00C0205D"/>
    <w:rsid w:val="00C0371B"/>
    <w:rsid w:val="00C03829"/>
    <w:rsid w:val="00C03E36"/>
    <w:rsid w:val="00C044FD"/>
    <w:rsid w:val="00C04CD2"/>
    <w:rsid w:val="00C063B7"/>
    <w:rsid w:val="00C06A8E"/>
    <w:rsid w:val="00C06CA1"/>
    <w:rsid w:val="00C0717F"/>
    <w:rsid w:val="00C071FB"/>
    <w:rsid w:val="00C0724C"/>
    <w:rsid w:val="00C078ED"/>
    <w:rsid w:val="00C07C8C"/>
    <w:rsid w:val="00C10298"/>
    <w:rsid w:val="00C10439"/>
    <w:rsid w:val="00C11BCD"/>
    <w:rsid w:val="00C11C08"/>
    <w:rsid w:val="00C11DD8"/>
    <w:rsid w:val="00C11F63"/>
    <w:rsid w:val="00C12089"/>
    <w:rsid w:val="00C135DF"/>
    <w:rsid w:val="00C138BE"/>
    <w:rsid w:val="00C1391B"/>
    <w:rsid w:val="00C14609"/>
    <w:rsid w:val="00C14AFC"/>
    <w:rsid w:val="00C14D70"/>
    <w:rsid w:val="00C14F65"/>
    <w:rsid w:val="00C159C6"/>
    <w:rsid w:val="00C160F4"/>
    <w:rsid w:val="00C16421"/>
    <w:rsid w:val="00C16606"/>
    <w:rsid w:val="00C16A59"/>
    <w:rsid w:val="00C16B93"/>
    <w:rsid w:val="00C170EF"/>
    <w:rsid w:val="00C170F4"/>
    <w:rsid w:val="00C1770B"/>
    <w:rsid w:val="00C17E18"/>
    <w:rsid w:val="00C17FDD"/>
    <w:rsid w:val="00C204BB"/>
    <w:rsid w:val="00C207D7"/>
    <w:rsid w:val="00C20DFE"/>
    <w:rsid w:val="00C22D29"/>
    <w:rsid w:val="00C2302A"/>
    <w:rsid w:val="00C23571"/>
    <w:rsid w:val="00C2382B"/>
    <w:rsid w:val="00C23E23"/>
    <w:rsid w:val="00C2406E"/>
    <w:rsid w:val="00C2451B"/>
    <w:rsid w:val="00C2461F"/>
    <w:rsid w:val="00C2496A"/>
    <w:rsid w:val="00C24D52"/>
    <w:rsid w:val="00C24ECC"/>
    <w:rsid w:val="00C24F61"/>
    <w:rsid w:val="00C24FB9"/>
    <w:rsid w:val="00C24FCA"/>
    <w:rsid w:val="00C2516A"/>
    <w:rsid w:val="00C25896"/>
    <w:rsid w:val="00C261A1"/>
    <w:rsid w:val="00C2690C"/>
    <w:rsid w:val="00C269FA"/>
    <w:rsid w:val="00C26A5D"/>
    <w:rsid w:val="00C26EA4"/>
    <w:rsid w:val="00C27BBB"/>
    <w:rsid w:val="00C303D5"/>
    <w:rsid w:val="00C3106E"/>
    <w:rsid w:val="00C31451"/>
    <w:rsid w:val="00C31F18"/>
    <w:rsid w:val="00C3245F"/>
    <w:rsid w:val="00C331E3"/>
    <w:rsid w:val="00C33511"/>
    <w:rsid w:val="00C339D7"/>
    <w:rsid w:val="00C34270"/>
    <w:rsid w:val="00C34862"/>
    <w:rsid w:val="00C34B4D"/>
    <w:rsid w:val="00C3531C"/>
    <w:rsid w:val="00C35611"/>
    <w:rsid w:val="00C363B2"/>
    <w:rsid w:val="00C375D9"/>
    <w:rsid w:val="00C40A23"/>
    <w:rsid w:val="00C40EC2"/>
    <w:rsid w:val="00C4175F"/>
    <w:rsid w:val="00C4233B"/>
    <w:rsid w:val="00C42C37"/>
    <w:rsid w:val="00C42CBC"/>
    <w:rsid w:val="00C4346C"/>
    <w:rsid w:val="00C43534"/>
    <w:rsid w:val="00C449C7"/>
    <w:rsid w:val="00C451F5"/>
    <w:rsid w:val="00C45FF4"/>
    <w:rsid w:val="00C46084"/>
    <w:rsid w:val="00C4613C"/>
    <w:rsid w:val="00C466D1"/>
    <w:rsid w:val="00C46702"/>
    <w:rsid w:val="00C46820"/>
    <w:rsid w:val="00C46889"/>
    <w:rsid w:val="00C46C12"/>
    <w:rsid w:val="00C46D81"/>
    <w:rsid w:val="00C47058"/>
    <w:rsid w:val="00C471B5"/>
    <w:rsid w:val="00C47CB9"/>
    <w:rsid w:val="00C5083E"/>
    <w:rsid w:val="00C5089E"/>
    <w:rsid w:val="00C518CE"/>
    <w:rsid w:val="00C52FE0"/>
    <w:rsid w:val="00C537FC"/>
    <w:rsid w:val="00C5398D"/>
    <w:rsid w:val="00C53BD8"/>
    <w:rsid w:val="00C54A4F"/>
    <w:rsid w:val="00C54F53"/>
    <w:rsid w:val="00C550D8"/>
    <w:rsid w:val="00C55346"/>
    <w:rsid w:val="00C55AA1"/>
    <w:rsid w:val="00C55B11"/>
    <w:rsid w:val="00C55BE6"/>
    <w:rsid w:val="00C56243"/>
    <w:rsid w:val="00C565A5"/>
    <w:rsid w:val="00C5688C"/>
    <w:rsid w:val="00C569A7"/>
    <w:rsid w:val="00C57948"/>
    <w:rsid w:val="00C602C1"/>
    <w:rsid w:val="00C60609"/>
    <w:rsid w:val="00C60EF0"/>
    <w:rsid w:val="00C617DB"/>
    <w:rsid w:val="00C61C81"/>
    <w:rsid w:val="00C62653"/>
    <w:rsid w:val="00C62A5B"/>
    <w:rsid w:val="00C63067"/>
    <w:rsid w:val="00C6362C"/>
    <w:rsid w:val="00C6373F"/>
    <w:rsid w:val="00C63CE3"/>
    <w:rsid w:val="00C64411"/>
    <w:rsid w:val="00C64AD5"/>
    <w:rsid w:val="00C64C7D"/>
    <w:rsid w:val="00C651AC"/>
    <w:rsid w:val="00C6533E"/>
    <w:rsid w:val="00C65958"/>
    <w:rsid w:val="00C65DAA"/>
    <w:rsid w:val="00C663A3"/>
    <w:rsid w:val="00C66BB0"/>
    <w:rsid w:val="00C6789E"/>
    <w:rsid w:val="00C67A8C"/>
    <w:rsid w:val="00C67E0F"/>
    <w:rsid w:val="00C7148F"/>
    <w:rsid w:val="00C715C2"/>
    <w:rsid w:val="00C715F6"/>
    <w:rsid w:val="00C71853"/>
    <w:rsid w:val="00C7188E"/>
    <w:rsid w:val="00C71953"/>
    <w:rsid w:val="00C71EF9"/>
    <w:rsid w:val="00C72805"/>
    <w:rsid w:val="00C7382F"/>
    <w:rsid w:val="00C738E3"/>
    <w:rsid w:val="00C7446A"/>
    <w:rsid w:val="00C745CA"/>
    <w:rsid w:val="00C75AFC"/>
    <w:rsid w:val="00C75E19"/>
    <w:rsid w:val="00C762C3"/>
    <w:rsid w:val="00C766B3"/>
    <w:rsid w:val="00C76997"/>
    <w:rsid w:val="00C76C8A"/>
    <w:rsid w:val="00C76ED5"/>
    <w:rsid w:val="00C7718C"/>
    <w:rsid w:val="00C775B8"/>
    <w:rsid w:val="00C77604"/>
    <w:rsid w:val="00C77AEF"/>
    <w:rsid w:val="00C8030D"/>
    <w:rsid w:val="00C80682"/>
    <w:rsid w:val="00C80A2C"/>
    <w:rsid w:val="00C80BC9"/>
    <w:rsid w:val="00C80F73"/>
    <w:rsid w:val="00C81113"/>
    <w:rsid w:val="00C817AD"/>
    <w:rsid w:val="00C81AAD"/>
    <w:rsid w:val="00C81CA7"/>
    <w:rsid w:val="00C81DD8"/>
    <w:rsid w:val="00C81FCD"/>
    <w:rsid w:val="00C820B4"/>
    <w:rsid w:val="00C83BE2"/>
    <w:rsid w:val="00C83E9F"/>
    <w:rsid w:val="00C84556"/>
    <w:rsid w:val="00C85893"/>
    <w:rsid w:val="00C867FE"/>
    <w:rsid w:val="00C86AE5"/>
    <w:rsid w:val="00C86DB6"/>
    <w:rsid w:val="00C900F5"/>
    <w:rsid w:val="00C90265"/>
    <w:rsid w:val="00C907B9"/>
    <w:rsid w:val="00C92338"/>
    <w:rsid w:val="00C92841"/>
    <w:rsid w:val="00C94128"/>
    <w:rsid w:val="00C94157"/>
    <w:rsid w:val="00C95266"/>
    <w:rsid w:val="00C9587A"/>
    <w:rsid w:val="00C95CDA"/>
    <w:rsid w:val="00C96445"/>
    <w:rsid w:val="00C96922"/>
    <w:rsid w:val="00C96E5F"/>
    <w:rsid w:val="00C96E6F"/>
    <w:rsid w:val="00CA06D9"/>
    <w:rsid w:val="00CA0CB5"/>
    <w:rsid w:val="00CA0CDF"/>
    <w:rsid w:val="00CA12AC"/>
    <w:rsid w:val="00CA1C06"/>
    <w:rsid w:val="00CA1F33"/>
    <w:rsid w:val="00CA23D6"/>
    <w:rsid w:val="00CA281C"/>
    <w:rsid w:val="00CA2EB5"/>
    <w:rsid w:val="00CA43BC"/>
    <w:rsid w:val="00CA4494"/>
    <w:rsid w:val="00CA4A22"/>
    <w:rsid w:val="00CA4C39"/>
    <w:rsid w:val="00CA4F4D"/>
    <w:rsid w:val="00CA4FA5"/>
    <w:rsid w:val="00CA576B"/>
    <w:rsid w:val="00CA57BC"/>
    <w:rsid w:val="00CA63AF"/>
    <w:rsid w:val="00CA65A0"/>
    <w:rsid w:val="00CA6644"/>
    <w:rsid w:val="00CA6AFC"/>
    <w:rsid w:val="00CA7AF7"/>
    <w:rsid w:val="00CB1179"/>
    <w:rsid w:val="00CB1554"/>
    <w:rsid w:val="00CB15BC"/>
    <w:rsid w:val="00CB17DD"/>
    <w:rsid w:val="00CB1C33"/>
    <w:rsid w:val="00CB2088"/>
    <w:rsid w:val="00CB2D9B"/>
    <w:rsid w:val="00CB327B"/>
    <w:rsid w:val="00CB3412"/>
    <w:rsid w:val="00CB370A"/>
    <w:rsid w:val="00CB3793"/>
    <w:rsid w:val="00CB3B65"/>
    <w:rsid w:val="00CB3CB6"/>
    <w:rsid w:val="00CB434B"/>
    <w:rsid w:val="00CB4BE9"/>
    <w:rsid w:val="00CB502B"/>
    <w:rsid w:val="00CB51F1"/>
    <w:rsid w:val="00CB5222"/>
    <w:rsid w:val="00CB55F1"/>
    <w:rsid w:val="00CB563F"/>
    <w:rsid w:val="00CB67DB"/>
    <w:rsid w:val="00CB6D89"/>
    <w:rsid w:val="00CB730F"/>
    <w:rsid w:val="00CB77F5"/>
    <w:rsid w:val="00CB7DF5"/>
    <w:rsid w:val="00CC16B8"/>
    <w:rsid w:val="00CC204E"/>
    <w:rsid w:val="00CC2210"/>
    <w:rsid w:val="00CC29B5"/>
    <w:rsid w:val="00CC2FF0"/>
    <w:rsid w:val="00CC30C1"/>
    <w:rsid w:val="00CC344F"/>
    <w:rsid w:val="00CC384B"/>
    <w:rsid w:val="00CC4316"/>
    <w:rsid w:val="00CC43D6"/>
    <w:rsid w:val="00CC4E44"/>
    <w:rsid w:val="00CC515F"/>
    <w:rsid w:val="00CC5653"/>
    <w:rsid w:val="00CC5C6C"/>
    <w:rsid w:val="00CC641B"/>
    <w:rsid w:val="00CC6BB7"/>
    <w:rsid w:val="00CC6D8E"/>
    <w:rsid w:val="00CC7522"/>
    <w:rsid w:val="00CD09BB"/>
    <w:rsid w:val="00CD0BF6"/>
    <w:rsid w:val="00CD0C39"/>
    <w:rsid w:val="00CD10DA"/>
    <w:rsid w:val="00CD1845"/>
    <w:rsid w:val="00CD1F99"/>
    <w:rsid w:val="00CD374A"/>
    <w:rsid w:val="00CD4145"/>
    <w:rsid w:val="00CD4358"/>
    <w:rsid w:val="00CD558A"/>
    <w:rsid w:val="00CD61C1"/>
    <w:rsid w:val="00CD640E"/>
    <w:rsid w:val="00CD6670"/>
    <w:rsid w:val="00CD7C24"/>
    <w:rsid w:val="00CE009F"/>
    <w:rsid w:val="00CE03E7"/>
    <w:rsid w:val="00CE073A"/>
    <w:rsid w:val="00CE1220"/>
    <w:rsid w:val="00CE1333"/>
    <w:rsid w:val="00CE1B63"/>
    <w:rsid w:val="00CE1EB9"/>
    <w:rsid w:val="00CE1EBB"/>
    <w:rsid w:val="00CE2BBF"/>
    <w:rsid w:val="00CE2E2C"/>
    <w:rsid w:val="00CE2E3B"/>
    <w:rsid w:val="00CE3058"/>
    <w:rsid w:val="00CE31A5"/>
    <w:rsid w:val="00CE3FF7"/>
    <w:rsid w:val="00CE49DF"/>
    <w:rsid w:val="00CE4FB3"/>
    <w:rsid w:val="00CE5311"/>
    <w:rsid w:val="00CE59CC"/>
    <w:rsid w:val="00CE6022"/>
    <w:rsid w:val="00CE6379"/>
    <w:rsid w:val="00CE79E8"/>
    <w:rsid w:val="00CF12C8"/>
    <w:rsid w:val="00CF13DB"/>
    <w:rsid w:val="00CF1585"/>
    <w:rsid w:val="00CF2BEF"/>
    <w:rsid w:val="00CF2D6B"/>
    <w:rsid w:val="00CF2F28"/>
    <w:rsid w:val="00CF3F58"/>
    <w:rsid w:val="00CF4199"/>
    <w:rsid w:val="00CF44C6"/>
    <w:rsid w:val="00CF530C"/>
    <w:rsid w:val="00CF5C23"/>
    <w:rsid w:val="00CF7500"/>
    <w:rsid w:val="00CF75C7"/>
    <w:rsid w:val="00CF7B32"/>
    <w:rsid w:val="00D00440"/>
    <w:rsid w:val="00D00453"/>
    <w:rsid w:val="00D007EB"/>
    <w:rsid w:val="00D00F48"/>
    <w:rsid w:val="00D0103E"/>
    <w:rsid w:val="00D01669"/>
    <w:rsid w:val="00D02642"/>
    <w:rsid w:val="00D02F76"/>
    <w:rsid w:val="00D0306C"/>
    <w:rsid w:val="00D0494A"/>
    <w:rsid w:val="00D04BBB"/>
    <w:rsid w:val="00D04F06"/>
    <w:rsid w:val="00D05574"/>
    <w:rsid w:val="00D05901"/>
    <w:rsid w:val="00D061E6"/>
    <w:rsid w:val="00D06893"/>
    <w:rsid w:val="00D069E8"/>
    <w:rsid w:val="00D06EF3"/>
    <w:rsid w:val="00D07361"/>
    <w:rsid w:val="00D07A97"/>
    <w:rsid w:val="00D07E2E"/>
    <w:rsid w:val="00D10251"/>
    <w:rsid w:val="00D12394"/>
    <w:rsid w:val="00D12A27"/>
    <w:rsid w:val="00D12B18"/>
    <w:rsid w:val="00D130DE"/>
    <w:rsid w:val="00D13476"/>
    <w:rsid w:val="00D134CD"/>
    <w:rsid w:val="00D14B9B"/>
    <w:rsid w:val="00D14D4D"/>
    <w:rsid w:val="00D14D72"/>
    <w:rsid w:val="00D15208"/>
    <w:rsid w:val="00D1553A"/>
    <w:rsid w:val="00D156B0"/>
    <w:rsid w:val="00D16F77"/>
    <w:rsid w:val="00D17BF1"/>
    <w:rsid w:val="00D17C0C"/>
    <w:rsid w:val="00D20C9C"/>
    <w:rsid w:val="00D20E12"/>
    <w:rsid w:val="00D2156A"/>
    <w:rsid w:val="00D220FE"/>
    <w:rsid w:val="00D221B0"/>
    <w:rsid w:val="00D238D5"/>
    <w:rsid w:val="00D23BD2"/>
    <w:rsid w:val="00D23E82"/>
    <w:rsid w:val="00D24363"/>
    <w:rsid w:val="00D24F5E"/>
    <w:rsid w:val="00D25001"/>
    <w:rsid w:val="00D25A85"/>
    <w:rsid w:val="00D25F54"/>
    <w:rsid w:val="00D26021"/>
    <w:rsid w:val="00D2647C"/>
    <w:rsid w:val="00D26513"/>
    <w:rsid w:val="00D26763"/>
    <w:rsid w:val="00D26D5E"/>
    <w:rsid w:val="00D27520"/>
    <w:rsid w:val="00D278BD"/>
    <w:rsid w:val="00D27AF1"/>
    <w:rsid w:val="00D27C3F"/>
    <w:rsid w:val="00D27CB8"/>
    <w:rsid w:val="00D304E0"/>
    <w:rsid w:val="00D307FD"/>
    <w:rsid w:val="00D30FFC"/>
    <w:rsid w:val="00D31BDE"/>
    <w:rsid w:val="00D3229A"/>
    <w:rsid w:val="00D3275F"/>
    <w:rsid w:val="00D3368C"/>
    <w:rsid w:val="00D33B00"/>
    <w:rsid w:val="00D34E49"/>
    <w:rsid w:val="00D34F7C"/>
    <w:rsid w:val="00D3505B"/>
    <w:rsid w:val="00D3523F"/>
    <w:rsid w:val="00D35898"/>
    <w:rsid w:val="00D35EF7"/>
    <w:rsid w:val="00D36183"/>
    <w:rsid w:val="00D3695B"/>
    <w:rsid w:val="00D370CE"/>
    <w:rsid w:val="00D37783"/>
    <w:rsid w:val="00D37807"/>
    <w:rsid w:val="00D407F4"/>
    <w:rsid w:val="00D40BE0"/>
    <w:rsid w:val="00D415AF"/>
    <w:rsid w:val="00D41CD0"/>
    <w:rsid w:val="00D42692"/>
    <w:rsid w:val="00D43E5A"/>
    <w:rsid w:val="00D43F17"/>
    <w:rsid w:val="00D44154"/>
    <w:rsid w:val="00D44D75"/>
    <w:rsid w:val="00D455A0"/>
    <w:rsid w:val="00D4597B"/>
    <w:rsid w:val="00D45AEA"/>
    <w:rsid w:val="00D472F9"/>
    <w:rsid w:val="00D474F7"/>
    <w:rsid w:val="00D47806"/>
    <w:rsid w:val="00D478CF"/>
    <w:rsid w:val="00D507EB"/>
    <w:rsid w:val="00D50E1E"/>
    <w:rsid w:val="00D51FEB"/>
    <w:rsid w:val="00D52110"/>
    <w:rsid w:val="00D52850"/>
    <w:rsid w:val="00D53D9F"/>
    <w:rsid w:val="00D53F72"/>
    <w:rsid w:val="00D5410E"/>
    <w:rsid w:val="00D541ED"/>
    <w:rsid w:val="00D549F9"/>
    <w:rsid w:val="00D54AAD"/>
    <w:rsid w:val="00D552C4"/>
    <w:rsid w:val="00D55624"/>
    <w:rsid w:val="00D56072"/>
    <w:rsid w:val="00D56356"/>
    <w:rsid w:val="00D56449"/>
    <w:rsid w:val="00D56530"/>
    <w:rsid w:val="00D56A93"/>
    <w:rsid w:val="00D56AD2"/>
    <w:rsid w:val="00D56E37"/>
    <w:rsid w:val="00D61096"/>
    <w:rsid w:val="00D6170F"/>
    <w:rsid w:val="00D61856"/>
    <w:rsid w:val="00D6263F"/>
    <w:rsid w:val="00D62649"/>
    <w:rsid w:val="00D62DCF"/>
    <w:rsid w:val="00D631E7"/>
    <w:rsid w:val="00D6502E"/>
    <w:rsid w:val="00D65272"/>
    <w:rsid w:val="00D65D57"/>
    <w:rsid w:val="00D66134"/>
    <w:rsid w:val="00D665FE"/>
    <w:rsid w:val="00D666E6"/>
    <w:rsid w:val="00D66A79"/>
    <w:rsid w:val="00D671C5"/>
    <w:rsid w:val="00D70114"/>
    <w:rsid w:val="00D70135"/>
    <w:rsid w:val="00D7036D"/>
    <w:rsid w:val="00D703F9"/>
    <w:rsid w:val="00D71765"/>
    <w:rsid w:val="00D719B5"/>
    <w:rsid w:val="00D71B93"/>
    <w:rsid w:val="00D72EDE"/>
    <w:rsid w:val="00D734B4"/>
    <w:rsid w:val="00D73627"/>
    <w:rsid w:val="00D73CB4"/>
    <w:rsid w:val="00D73E88"/>
    <w:rsid w:val="00D73F03"/>
    <w:rsid w:val="00D74012"/>
    <w:rsid w:val="00D745EC"/>
    <w:rsid w:val="00D746E8"/>
    <w:rsid w:val="00D74B71"/>
    <w:rsid w:val="00D74C51"/>
    <w:rsid w:val="00D74F1C"/>
    <w:rsid w:val="00D75939"/>
    <w:rsid w:val="00D7680B"/>
    <w:rsid w:val="00D76952"/>
    <w:rsid w:val="00D7771E"/>
    <w:rsid w:val="00D77924"/>
    <w:rsid w:val="00D77C0E"/>
    <w:rsid w:val="00D80931"/>
    <w:rsid w:val="00D809BF"/>
    <w:rsid w:val="00D82A57"/>
    <w:rsid w:val="00D82FAA"/>
    <w:rsid w:val="00D837FA"/>
    <w:rsid w:val="00D8398A"/>
    <w:rsid w:val="00D83FF6"/>
    <w:rsid w:val="00D840AA"/>
    <w:rsid w:val="00D8463D"/>
    <w:rsid w:val="00D84789"/>
    <w:rsid w:val="00D8492B"/>
    <w:rsid w:val="00D861C6"/>
    <w:rsid w:val="00D86335"/>
    <w:rsid w:val="00D86504"/>
    <w:rsid w:val="00D867DD"/>
    <w:rsid w:val="00D86939"/>
    <w:rsid w:val="00D869E0"/>
    <w:rsid w:val="00D86EB2"/>
    <w:rsid w:val="00D86FE1"/>
    <w:rsid w:val="00D878B3"/>
    <w:rsid w:val="00D87CB8"/>
    <w:rsid w:val="00D87D81"/>
    <w:rsid w:val="00D87F5B"/>
    <w:rsid w:val="00D90317"/>
    <w:rsid w:val="00D90500"/>
    <w:rsid w:val="00D90FBD"/>
    <w:rsid w:val="00D916BE"/>
    <w:rsid w:val="00D92099"/>
    <w:rsid w:val="00D9313B"/>
    <w:rsid w:val="00D93353"/>
    <w:rsid w:val="00D93CB3"/>
    <w:rsid w:val="00D94041"/>
    <w:rsid w:val="00D94403"/>
    <w:rsid w:val="00D959FE"/>
    <w:rsid w:val="00D95C38"/>
    <w:rsid w:val="00D968C6"/>
    <w:rsid w:val="00D97079"/>
    <w:rsid w:val="00D9723D"/>
    <w:rsid w:val="00D97644"/>
    <w:rsid w:val="00D97814"/>
    <w:rsid w:val="00D97CE4"/>
    <w:rsid w:val="00D97EE9"/>
    <w:rsid w:val="00DA0213"/>
    <w:rsid w:val="00DA02FA"/>
    <w:rsid w:val="00DA0D5D"/>
    <w:rsid w:val="00DA0E46"/>
    <w:rsid w:val="00DA169E"/>
    <w:rsid w:val="00DA1A19"/>
    <w:rsid w:val="00DA1E22"/>
    <w:rsid w:val="00DA1F45"/>
    <w:rsid w:val="00DA277E"/>
    <w:rsid w:val="00DA2A04"/>
    <w:rsid w:val="00DA3638"/>
    <w:rsid w:val="00DA38D4"/>
    <w:rsid w:val="00DA3952"/>
    <w:rsid w:val="00DA3C55"/>
    <w:rsid w:val="00DA3DA8"/>
    <w:rsid w:val="00DA3FB0"/>
    <w:rsid w:val="00DA41A1"/>
    <w:rsid w:val="00DA43F8"/>
    <w:rsid w:val="00DA51AC"/>
    <w:rsid w:val="00DA59D8"/>
    <w:rsid w:val="00DA5BBD"/>
    <w:rsid w:val="00DA60DC"/>
    <w:rsid w:val="00DA61F7"/>
    <w:rsid w:val="00DA644D"/>
    <w:rsid w:val="00DA6601"/>
    <w:rsid w:val="00DA6683"/>
    <w:rsid w:val="00DA71B0"/>
    <w:rsid w:val="00DA793D"/>
    <w:rsid w:val="00DA7DC4"/>
    <w:rsid w:val="00DB0021"/>
    <w:rsid w:val="00DB02BB"/>
    <w:rsid w:val="00DB02E7"/>
    <w:rsid w:val="00DB1424"/>
    <w:rsid w:val="00DB152F"/>
    <w:rsid w:val="00DB21CF"/>
    <w:rsid w:val="00DB2437"/>
    <w:rsid w:val="00DB26A4"/>
    <w:rsid w:val="00DB2904"/>
    <w:rsid w:val="00DB2D7F"/>
    <w:rsid w:val="00DB3DFC"/>
    <w:rsid w:val="00DB40F9"/>
    <w:rsid w:val="00DB423C"/>
    <w:rsid w:val="00DB4345"/>
    <w:rsid w:val="00DB4905"/>
    <w:rsid w:val="00DB4D92"/>
    <w:rsid w:val="00DB53DA"/>
    <w:rsid w:val="00DB5CA0"/>
    <w:rsid w:val="00DB645D"/>
    <w:rsid w:val="00DB67E7"/>
    <w:rsid w:val="00DB6FE8"/>
    <w:rsid w:val="00DB72F7"/>
    <w:rsid w:val="00DB7712"/>
    <w:rsid w:val="00DB772F"/>
    <w:rsid w:val="00DC0C7A"/>
    <w:rsid w:val="00DC0DB9"/>
    <w:rsid w:val="00DC145F"/>
    <w:rsid w:val="00DC1941"/>
    <w:rsid w:val="00DC1FE7"/>
    <w:rsid w:val="00DC29B3"/>
    <w:rsid w:val="00DC2F6E"/>
    <w:rsid w:val="00DC372C"/>
    <w:rsid w:val="00DC373E"/>
    <w:rsid w:val="00DC39D8"/>
    <w:rsid w:val="00DC3B50"/>
    <w:rsid w:val="00DC3EAF"/>
    <w:rsid w:val="00DC4489"/>
    <w:rsid w:val="00DC4B61"/>
    <w:rsid w:val="00DC4E73"/>
    <w:rsid w:val="00DC597B"/>
    <w:rsid w:val="00DC614C"/>
    <w:rsid w:val="00DC6C9C"/>
    <w:rsid w:val="00DC734B"/>
    <w:rsid w:val="00DC7438"/>
    <w:rsid w:val="00DD0B3A"/>
    <w:rsid w:val="00DD0D07"/>
    <w:rsid w:val="00DD12D0"/>
    <w:rsid w:val="00DD159B"/>
    <w:rsid w:val="00DD161C"/>
    <w:rsid w:val="00DD163A"/>
    <w:rsid w:val="00DD1D22"/>
    <w:rsid w:val="00DD209A"/>
    <w:rsid w:val="00DD22E3"/>
    <w:rsid w:val="00DD24FF"/>
    <w:rsid w:val="00DD28B8"/>
    <w:rsid w:val="00DD3044"/>
    <w:rsid w:val="00DD3451"/>
    <w:rsid w:val="00DD471B"/>
    <w:rsid w:val="00DD5A28"/>
    <w:rsid w:val="00DD6974"/>
    <w:rsid w:val="00DD6C0D"/>
    <w:rsid w:val="00DD7733"/>
    <w:rsid w:val="00DE0008"/>
    <w:rsid w:val="00DE0824"/>
    <w:rsid w:val="00DE11B2"/>
    <w:rsid w:val="00DE1B98"/>
    <w:rsid w:val="00DE2007"/>
    <w:rsid w:val="00DE214A"/>
    <w:rsid w:val="00DE2497"/>
    <w:rsid w:val="00DE24BD"/>
    <w:rsid w:val="00DE497A"/>
    <w:rsid w:val="00DE4DBF"/>
    <w:rsid w:val="00DE5DFB"/>
    <w:rsid w:val="00DE7028"/>
    <w:rsid w:val="00DE7F5B"/>
    <w:rsid w:val="00DE7FF9"/>
    <w:rsid w:val="00DF106C"/>
    <w:rsid w:val="00DF1FB7"/>
    <w:rsid w:val="00DF2579"/>
    <w:rsid w:val="00DF2ADB"/>
    <w:rsid w:val="00DF2F8C"/>
    <w:rsid w:val="00DF32D2"/>
    <w:rsid w:val="00DF41FA"/>
    <w:rsid w:val="00DF430F"/>
    <w:rsid w:val="00DF452B"/>
    <w:rsid w:val="00DF4832"/>
    <w:rsid w:val="00DF4944"/>
    <w:rsid w:val="00DF4C49"/>
    <w:rsid w:val="00DF5073"/>
    <w:rsid w:val="00DF5578"/>
    <w:rsid w:val="00DF58A4"/>
    <w:rsid w:val="00DF60DD"/>
    <w:rsid w:val="00DF675E"/>
    <w:rsid w:val="00DF6AAC"/>
    <w:rsid w:val="00DF746B"/>
    <w:rsid w:val="00DF75C0"/>
    <w:rsid w:val="00DF7B8D"/>
    <w:rsid w:val="00E01736"/>
    <w:rsid w:val="00E01960"/>
    <w:rsid w:val="00E024C9"/>
    <w:rsid w:val="00E026F0"/>
    <w:rsid w:val="00E02AA7"/>
    <w:rsid w:val="00E02BF6"/>
    <w:rsid w:val="00E036EF"/>
    <w:rsid w:val="00E03D59"/>
    <w:rsid w:val="00E04942"/>
    <w:rsid w:val="00E0520F"/>
    <w:rsid w:val="00E05D8B"/>
    <w:rsid w:val="00E067C5"/>
    <w:rsid w:val="00E07085"/>
    <w:rsid w:val="00E07B06"/>
    <w:rsid w:val="00E07BE9"/>
    <w:rsid w:val="00E10576"/>
    <w:rsid w:val="00E107DB"/>
    <w:rsid w:val="00E1125A"/>
    <w:rsid w:val="00E1125B"/>
    <w:rsid w:val="00E11326"/>
    <w:rsid w:val="00E113ED"/>
    <w:rsid w:val="00E116D9"/>
    <w:rsid w:val="00E122F2"/>
    <w:rsid w:val="00E1293D"/>
    <w:rsid w:val="00E12DFB"/>
    <w:rsid w:val="00E13065"/>
    <w:rsid w:val="00E135DD"/>
    <w:rsid w:val="00E138F8"/>
    <w:rsid w:val="00E1392A"/>
    <w:rsid w:val="00E13991"/>
    <w:rsid w:val="00E14D07"/>
    <w:rsid w:val="00E14EB2"/>
    <w:rsid w:val="00E161FE"/>
    <w:rsid w:val="00E1750F"/>
    <w:rsid w:val="00E17630"/>
    <w:rsid w:val="00E17D4E"/>
    <w:rsid w:val="00E20C4D"/>
    <w:rsid w:val="00E22208"/>
    <w:rsid w:val="00E22343"/>
    <w:rsid w:val="00E2296D"/>
    <w:rsid w:val="00E22A02"/>
    <w:rsid w:val="00E22F02"/>
    <w:rsid w:val="00E236D4"/>
    <w:rsid w:val="00E2422F"/>
    <w:rsid w:val="00E263D1"/>
    <w:rsid w:val="00E263FA"/>
    <w:rsid w:val="00E26C39"/>
    <w:rsid w:val="00E271C7"/>
    <w:rsid w:val="00E306A1"/>
    <w:rsid w:val="00E310C5"/>
    <w:rsid w:val="00E317CD"/>
    <w:rsid w:val="00E31B6E"/>
    <w:rsid w:val="00E31BF9"/>
    <w:rsid w:val="00E33FF5"/>
    <w:rsid w:val="00E340FD"/>
    <w:rsid w:val="00E34128"/>
    <w:rsid w:val="00E343D2"/>
    <w:rsid w:val="00E3549D"/>
    <w:rsid w:val="00E35B5E"/>
    <w:rsid w:val="00E35D96"/>
    <w:rsid w:val="00E36732"/>
    <w:rsid w:val="00E36CBD"/>
    <w:rsid w:val="00E36D96"/>
    <w:rsid w:val="00E3710D"/>
    <w:rsid w:val="00E37A9B"/>
    <w:rsid w:val="00E37AF8"/>
    <w:rsid w:val="00E37E05"/>
    <w:rsid w:val="00E40206"/>
    <w:rsid w:val="00E40E04"/>
    <w:rsid w:val="00E4145A"/>
    <w:rsid w:val="00E414B3"/>
    <w:rsid w:val="00E41666"/>
    <w:rsid w:val="00E418BA"/>
    <w:rsid w:val="00E41B6F"/>
    <w:rsid w:val="00E424D1"/>
    <w:rsid w:val="00E42607"/>
    <w:rsid w:val="00E43729"/>
    <w:rsid w:val="00E439E3"/>
    <w:rsid w:val="00E43B5A"/>
    <w:rsid w:val="00E43F26"/>
    <w:rsid w:val="00E442DA"/>
    <w:rsid w:val="00E44CE3"/>
    <w:rsid w:val="00E44ECA"/>
    <w:rsid w:val="00E456A4"/>
    <w:rsid w:val="00E45CD0"/>
    <w:rsid w:val="00E45D91"/>
    <w:rsid w:val="00E45EC8"/>
    <w:rsid w:val="00E46C50"/>
    <w:rsid w:val="00E47CF2"/>
    <w:rsid w:val="00E5007D"/>
    <w:rsid w:val="00E503DB"/>
    <w:rsid w:val="00E50C90"/>
    <w:rsid w:val="00E517B4"/>
    <w:rsid w:val="00E518AD"/>
    <w:rsid w:val="00E51903"/>
    <w:rsid w:val="00E52DF7"/>
    <w:rsid w:val="00E5439A"/>
    <w:rsid w:val="00E54B7A"/>
    <w:rsid w:val="00E54E2C"/>
    <w:rsid w:val="00E5558F"/>
    <w:rsid w:val="00E55653"/>
    <w:rsid w:val="00E557C1"/>
    <w:rsid w:val="00E5585F"/>
    <w:rsid w:val="00E55D99"/>
    <w:rsid w:val="00E55F37"/>
    <w:rsid w:val="00E57A1C"/>
    <w:rsid w:val="00E57A98"/>
    <w:rsid w:val="00E57DB1"/>
    <w:rsid w:val="00E57EFC"/>
    <w:rsid w:val="00E60540"/>
    <w:rsid w:val="00E61561"/>
    <w:rsid w:val="00E61E6C"/>
    <w:rsid w:val="00E624C5"/>
    <w:rsid w:val="00E62530"/>
    <w:rsid w:val="00E625E2"/>
    <w:rsid w:val="00E6308B"/>
    <w:rsid w:val="00E65B2A"/>
    <w:rsid w:val="00E65B83"/>
    <w:rsid w:val="00E65C4A"/>
    <w:rsid w:val="00E65F6E"/>
    <w:rsid w:val="00E672D4"/>
    <w:rsid w:val="00E67BF5"/>
    <w:rsid w:val="00E70687"/>
    <w:rsid w:val="00E715D0"/>
    <w:rsid w:val="00E71704"/>
    <w:rsid w:val="00E72089"/>
    <w:rsid w:val="00E72A10"/>
    <w:rsid w:val="00E737AD"/>
    <w:rsid w:val="00E738A1"/>
    <w:rsid w:val="00E739CE"/>
    <w:rsid w:val="00E75134"/>
    <w:rsid w:val="00E75862"/>
    <w:rsid w:val="00E75B48"/>
    <w:rsid w:val="00E75D86"/>
    <w:rsid w:val="00E7669C"/>
    <w:rsid w:val="00E76A53"/>
    <w:rsid w:val="00E77001"/>
    <w:rsid w:val="00E7708E"/>
    <w:rsid w:val="00E772F1"/>
    <w:rsid w:val="00E773A8"/>
    <w:rsid w:val="00E77981"/>
    <w:rsid w:val="00E77B4F"/>
    <w:rsid w:val="00E77D95"/>
    <w:rsid w:val="00E80567"/>
    <w:rsid w:val="00E81549"/>
    <w:rsid w:val="00E8170B"/>
    <w:rsid w:val="00E81D01"/>
    <w:rsid w:val="00E823A3"/>
    <w:rsid w:val="00E823D6"/>
    <w:rsid w:val="00E82670"/>
    <w:rsid w:val="00E82E1F"/>
    <w:rsid w:val="00E83433"/>
    <w:rsid w:val="00E8384B"/>
    <w:rsid w:val="00E83BF5"/>
    <w:rsid w:val="00E847FA"/>
    <w:rsid w:val="00E850F8"/>
    <w:rsid w:val="00E855E4"/>
    <w:rsid w:val="00E85794"/>
    <w:rsid w:val="00E861D9"/>
    <w:rsid w:val="00E876CD"/>
    <w:rsid w:val="00E900C4"/>
    <w:rsid w:val="00E9062C"/>
    <w:rsid w:val="00E9149A"/>
    <w:rsid w:val="00E9223E"/>
    <w:rsid w:val="00E9259F"/>
    <w:rsid w:val="00E92F16"/>
    <w:rsid w:val="00E9316F"/>
    <w:rsid w:val="00E93D96"/>
    <w:rsid w:val="00E93DAF"/>
    <w:rsid w:val="00E941F8"/>
    <w:rsid w:val="00E94B36"/>
    <w:rsid w:val="00E95762"/>
    <w:rsid w:val="00E96485"/>
    <w:rsid w:val="00E9672F"/>
    <w:rsid w:val="00E96906"/>
    <w:rsid w:val="00E96A80"/>
    <w:rsid w:val="00E96F73"/>
    <w:rsid w:val="00E97058"/>
    <w:rsid w:val="00E97432"/>
    <w:rsid w:val="00E97575"/>
    <w:rsid w:val="00E97B41"/>
    <w:rsid w:val="00EA1419"/>
    <w:rsid w:val="00EA150E"/>
    <w:rsid w:val="00EA17F1"/>
    <w:rsid w:val="00EA1B73"/>
    <w:rsid w:val="00EA225F"/>
    <w:rsid w:val="00EA2308"/>
    <w:rsid w:val="00EA2897"/>
    <w:rsid w:val="00EA2CA0"/>
    <w:rsid w:val="00EA31D0"/>
    <w:rsid w:val="00EA3509"/>
    <w:rsid w:val="00EA350E"/>
    <w:rsid w:val="00EA3641"/>
    <w:rsid w:val="00EA388B"/>
    <w:rsid w:val="00EA3B0F"/>
    <w:rsid w:val="00EA3B70"/>
    <w:rsid w:val="00EA4681"/>
    <w:rsid w:val="00EA4800"/>
    <w:rsid w:val="00EA484F"/>
    <w:rsid w:val="00EA5048"/>
    <w:rsid w:val="00EA52C1"/>
    <w:rsid w:val="00EA547B"/>
    <w:rsid w:val="00EA5665"/>
    <w:rsid w:val="00EA5B3A"/>
    <w:rsid w:val="00EA5C9D"/>
    <w:rsid w:val="00EA5EDA"/>
    <w:rsid w:val="00EA6002"/>
    <w:rsid w:val="00EA6BDD"/>
    <w:rsid w:val="00EA7E58"/>
    <w:rsid w:val="00EB0C26"/>
    <w:rsid w:val="00EB0D2A"/>
    <w:rsid w:val="00EB1D0C"/>
    <w:rsid w:val="00EB1D39"/>
    <w:rsid w:val="00EB26DA"/>
    <w:rsid w:val="00EB339A"/>
    <w:rsid w:val="00EB397B"/>
    <w:rsid w:val="00EB3AE1"/>
    <w:rsid w:val="00EB4A61"/>
    <w:rsid w:val="00EB4ABB"/>
    <w:rsid w:val="00EB4AD2"/>
    <w:rsid w:val="00EB649C"/>
    <w:rsid w:val="00EB6BD7"/>
    <w:rsid w:val="00EB6DEC"/>
    <w:rsid w:val="00EB7504"/>
    <w:rsid w:val="00EB7602"/>
    <w:rsid w:val="00EB78FD"/>
    <w:rsid w:val="00EB7C80"/>
    <w:rsid w:val="00EB7DA8"/>
    <w:rsid w:val="00EC0FEF"/>
    <w:rsid w:val="00EC1263"/>
    <w:rsid w:val="00EC18B5"/>
    <w:rsid w:val="00EC1CF8"/>
    <w:rsid w:val="00EC2729"/>
    <w:rsid w:val="00EC3103"/>
    <w:rsid w:val="00EC368B"/>
    <w:rsid w:val="00EC3B29"/>
    <w:rsid w:val="00EC3CD9"/>
    <w:rsid w:val="00EC40C0"/>
    <w:rsid w:val="00EC4751"/>
    <w:rsid w:val="00EC497F"/>
    <w:rsid w:val="00EC55AB"/>
    <w:rsid w:val="00EC638D"/>
    <w:rsid w:val="00EC672D"/>
    <w:rsid w:val="00EC6CC4"/>
    <w:rsid w:val="00EC74A6"/>
    <w:rsid w:val="00EC74C1"/>
    <w:rsid w:val="00EC7C52"/>
    <w:rsid w:val="00EC7DF6"/>
    <w:rsid w:val="00ED0706"/>
    <w:rsid w:val="00ED0780"/>
    <w:rsid w:val="00ED090A"/>
    <w:rsid w:val="00ED094D"/>
    <w:rsid w:val="00ED0CCA"/>
    <w:rsid w:val="00ED2199"/>
    <w:rsid w:val="00ED30F1"/>
    <w:rsid w:val="00ED313A"/>
    <w:rsid w:val="00ED323F"/>
    <w:rsid w:val="00ED3574"/>
    <w:rsid w:val="00ED364D"/>
    <w:rsid w:val="00ED3E21"/>
    <w:rsid w:val="00ED3EBC"/>
    <w:rsid w:val="00ED454A"/>
    <w:rsid w:val="00ED523B"/>
    <w:rsid w:val="00EE0573"/>
    <w:rsid w:val="00EE09A1"/>
    <w:rsid w:val="00EE0CAE"/>
    <w:rsid w:val="00EE1705"/>
    <w:rsid w:val="00EE1AE9"/>
    <w:rsid w:val="00EE260B"/>
    <w:rsid w:val="00EE26D0"/>
    <w:rsid w:val="00EE26E6"/>
    <w:rsid w:val="00EE3AF7"/>
    <w:rsid w:val="00EE3EB1"/>
    <w:rsid w:val="00EE4B02"/>
    <w:rsid w:val="00EE4ECF"/>
    <w:rsid w:val="00EE50C3"/>
    <w:rsid w:val="00EE51D1"/>
    <w:rsid w:val="00EE5C41"/>
    <w:rsid w:val="00EE699C"/>
    <w:rsid w:val="00EE773A"/>
    <w:rsid w:val="00EF010B"/>
    <w:rsid w:val="00EF06A8"/>
    <w:rsid w:val="00EF0E20"/>
    <w:rsid w:val="00EF0FF0"/>
    <w:rsid w:val="00EF11A1"/>
    <w:rsid w:val="00EF170B"/>
    <w:rsid w:val="00EF1ED6"/>
    <w:rsid w:val="00EF2902"/>
    <w:rsid w:val="00EF2B45"/>
    <w:rsid w:val="00EF40EC"/>
    <w:rsid w:val="00EF4439"/>
    <w:rsid w:val="00EF4816"/>
    <w:rsid w:val="00EF4CCB"/>
    <w:rsid w:val="00EF4E96"/>
    <w:rsid w:val="00EF6025"/>
    <w:rsid w:val="00EF617C"/>
    <w:rsid w:val="00EF6498"/>
    <w:rsid w:val="00EF6729"/>
    <w:rsid w:val="00EF68EA"/>
    <w:rsid w:val="00EF6A6E"/>
    <w:rsid w:val="00EF75F7"/>
    <w:rsid w:val="00EF7C3A"/>
    <w:rsid w:val="00EF7E98"/>
    <w:rsid w:val="00F007E1"/>
    <w:rsid w:val="00F00F2D"/>
    <w:rsid w:val="00F01B1A"/>
    <w:rsid w:val="00F0254E"/>
    <w:rsid w:val="00F0391D"/>
    <w:rsid w:val="00F03E2D"/>
    <w:rsid w:val="00F0445E"/>
    <w:rsid w:val="00F04B4E"/>
    <w:rsid w:val="00F0541D"/>
    <w:rsid w:val="00F057AA"/>
    <w:rsid w:val="00F05BA5"/>
    <w:rsid w:val="00F05BC0"/>
    <w:rsid w:val="00F05FC3"/>
    <w:rsid w:val="00F0620C"/>
    <w:rsid w:val="00F0620F"/>
    <w:rsid w:val="00F0675C"/>
    <w:rsid w:val="00F071E4"/>
    <w:rsid w:val="00F07726"/>
    <w:rsid w:val="00F07C3D"/>
    <w:rsid w:val="00F07DDA"/>
    <w:rsid w:val="00F07E24"/>
    <w:rsid w:val="00F1048E"/>
    <w:rsid w:val="00F10874"/>
    <w:rsid w:val="00F11914"/>
    <w:rsid w:val="00F1257F"/>
    <w:rsid w:val="00F13261"/>
    <w:rsid w:val="00F1361C"/>
    <w:rsid w:val="00F13B6D"/>
    <w:rsid w:val="00F143E7"/>
    <w:rsid w:val="00F15FAE"/>
    <w:rsid w:val="00F17880"/>
    <w:rsid w:val="00F17E8E"/>
    <w:rsid w:val="00F200DF"/>
    <w:rsid w:val="00F2020B"/>
    <w:rsid w:val="00F2023E"/>
    <w:rsid w:val="00F202BA"/>
    <w:rsid w:val="00F20674"/>
    <w:rsid w:val="00F20B71"/>
    <w:rsid w:val="00F20D01"/>
    <w:rsid w:val="00F221A1"/>
    <w:rsid w:val="00F222EF"/>
    <w:rsid w:val="00F22870"/>
    <w:rsid w:val="00F232D8"/>
    <w:rsid w:val="00F239A9"/>
    <w:rsid w:val="00F24111"/>
    <w:rsid w:val="00F257E2"/>
    <w:rsid w:val="00F259CC"/>
    <w:rsid w:val="00F26D61"/>
    <w:rsid w:val="00F270EB"/>
    <w:rsid w:val="00F27225"/>
    <w:rsid w:val="00F27B51"/>
    <w:rsid w:val="00F27DD8"/>
    <w:rsid w:val="00F306BA"/>
    <w:rsid w:val="00F309C0"/>
    <w:rsid w:val="00F30A86"/>
    <w:rsid w:val="00F31FB6"/>
    <w:rsid w:val="00F320CD"/>
    <w:rsid w:val="00F330DD"/>
    <w:rsid w:val="00F3412C"/>
    <w:rsid w:val="00F34F81"/>
    <w:rsid w:val="00F352C5"/>
    <w:rsid w:val="00F35416"/>
    <w:rsid w:val="00F3565A"/>
    <w:rsid w:val="00F35827"/>
    <w:rsid w:val="00F35A5E"/>
    <w:rsid w:val="00F35DA8"/>
    <w:rsid w:val="00F35E5E"/>
    <w:rsid w:val="00F35E7B"/>
    <w:rsid w:val="00F3638B"/>
    <w:rsid w:val="00F364AF"/>
    <w:rsid w:val="00F365DA"/>
    <w:rsid w:val="00F36C21"/>
    <w:rsid w:val="00F373D0"/>
    <w:rsid w:val="00F37614"/>
    <w:rsid w:val="00F376CC"/>
    <w:rsid w:val="00F3780B"/>
    <w:rsid w:val="00F401C3"/>
    <w:rsid w:val="00F40A7D"/>
    <w:rsid w:val="00F40ED9"/>
    <w:rsid w:val="00F4195B"/>
    <w:rsid w:val="00F419B0"/>
    <w:rsid w:val="00F41D6B"/>
    <w:rsid w:val="00F423D9"/>
    <w:rsid w:val="00F42917"/>
    <w:rsid w:val="00F42CD2"/>
    <w:rsid w:val="00F42DB8"/>
    <w:rsid w:val="00F42E01"/>
    <w:rsid w:val="00F43194"/>
    <w:rsid w:val="00F436AE"/>
    <w:rsid w:val="00F44A95"/>
    <w:rsid w:val="00F44AF9"/>
    <w:rsid w:val="00F456F4"/>
    <w:rsid w:val="00F45B9C"/>
    <w:rsid w:val="00F46BE0"/>
    <w:rsid w:val="00F46D16"/>
    <w:rsid w:val="00F47361"/>
    <w:rsid w:val="00F4765A"/>
    <w:rsid w:val="00F47D48"/>
    <w:rsid w:val="00F5033C"/>
    <w:rsid w:val="00F50728"/>
    <w:rsid w:val="00F50C4E"/>
    <w:rsid w:val="00F50DED"/>
    <w:rsid w:val="00F5104D"/>
    <w:rsid w:val="00F51FE7"/>
    <w:rsid w:val="00F5246A"/>
    <w:rsid w:val="00F52835"/>
    <w:rsid w:val="00F5299C"/>
    <w:rsid w:val="00F530E2"/>
    <w:rsid w:val="00F53237"/>
    <w:rsid w:val="00F532A3"/>
    <w:rsid w:val="00F54132"/>
    <w:rsid w:val="00F54472"/>
    <w:rsid w:val="00F54933"/>
    <w:rsid w:val="00F54CD8"/>
    <w:rsid w:val="00F556D7"/>
    <w:rsid w:val="00F55779"/>
    <w:rsid w:val="00F56311"/>
    <w:rsid w:val="00F5651E"/>
    <w:rsid w:val="00F56F8A"/>
    <w:rsid w:val="00F571FA"/>
    <w:rsid w:val="00F572DF"/>
    <w:rsid w:val="00F578C6"/>
    <w:rsid w:val="00F57F67"/>
    <w:rsid w:val="00F6027B"/>
    <w:rsid w:val="00F60AB4"/>
    <w:rsid w:val="00F60B8D"/>
    <w:rsid w:val="00F60E6B"/>
    <w:rsid w:val="00F62097"/>
    <w:rsid w:val="00F62A27"/>
    <w:rsid w:val="00F62C17"/>
    <w:rsid w:val="00F631A3"/>
    <w:rsid w:val="00F632C6"/>
    <w:rsid w:val="00F63660"/>
    <w:rsid w:val="00F6380A"/>
    <w:rsid w:val="00F63BC9"/>
    <w:rsid w:val="00F6551E"/>
    <w:rsid w:val="00F662BC"/>
    <w:rsid w:val="00F66FC7"/>
    <w:rsid w:val="00F67D57"/>
    <w:rsid w:val="00F701BA"/>
    <w:rsid w:val="00F70503"/>
    <w:rsid w:val="00F705F8"/>
    <w:rsid w:val="00F706DC"/>
    <w:rsid w:val="00F718BD"/>
    <w:rsid w:val="00F71A54"/>
    <w:rsid w:val="00F72001"/>
    <w:rsid w:val="00F72060"/>
    <w:rsid w:val="00F725C2"/>
    <w:rsid w:val="00F7364B"/>
    <w:rsid w:val="00F74946"/>
    <w:rsid w:val="00F74C43"/>
    <w:rsid w:val="00F752D8"/>
    <w:rsid w:val="00F75DEB"/>
    <w:rsid w:val="00F76699"/>
    <w:rsid w:val="00F76715"/>
    <w:rsid w:val="00F76ECB"/>
    <w:rsid w:val="00F76F85"/>
    <w:rsid w:val="00F7715B"/>
    <w:rsid w:val="00F7720F"/>
    <w:rsid w:val="00F77B8F"/>
    <w:rsid w:val="00F800D1"/>
    <w:rsid w:val="00F80648"/>
    <w:rsid w:val="00F80720"/>
    <w:rsid w:val="00F80EF4"/>
    <w:rsid w:val="00F81955"/>
    <w:rsid w:val="00F81D24"/>
    <w:rsid w:val="00F82A7F"/>
    <w:rsid w:val="00F83214"/>
    <w:rsid w:val="00F8403E"/>
    <w:rsid w:val="00F85EE1"/>
    <w:rsid w:val="00F86257"/>
    <w:rsid w:val="00F86281"/>
    <w:rsid w:val="00F86321"/>
    <w:rsid w:val="00F863C9"/>
    <w:rsid w:val="00F865CC"/>
    <w:rsid w:val="00F869D4"/>
    <w:rsid w:val="00F86E42"/>
    <w:rsid w:val="00F873D7"/>
    <w:rsid w:val="00F877E8"/>
    <w:rsid w:val="00F87A7D"/>
    <w:rsid w:val="00F908E1"/>
    <w:rsid w:val="00F90A4C"/>
    <w:rsid w:val="00F90EE3"/>
    <w:rsid w:val="00F90FBF"/>
    <w:rsid w:val="00F9212D"/>
    <w:rsid w:val="00F92143"/>
    <w:rsid w:val="00F92188"/>
    <w:rsid w:val="00F92A73"/>
    <w:rsid w:val="00F9329E"/>
    <w:rsid w:val="00F9388C"/>
    <w:rsid w:val="00F947AA"/>
    <w:rsid w:val="00F94C48"/>
    <w:rsid w:val="00F95635"/>
    <w:rsid w:val="00F95801"/>
    <w:rsid w:val="00F95C6B"/>
    <w:rsid w:val="00F96A19"/>
    <w:rsid w:val="00F97422"/>
    <w:rsid w:val="00F975BC"/>
    <w:rsid w:val="00FA00FD"/>
    <w:rsid w:val="00FA0116"/>
    <w:rsid w:val="00FA1164"/>
    <w:rsid w:val="00FA1E91"/>
    <w:rsid w:val="00FA2D95"/>
    <w:rsid w:val="00FA2F86"/>
    <w:rsid w:val="00FA3E5B"/>
    <w:rsid w:val="00FA3F49"/>
    <w:rsid w:val="00FA4EB0"/>
    <w:rsid w:val="00FA4FDD"/>
    <w:rsid w:val="00FA55F6"/>
    <w:rsid w:val="00FA63EA"/>
    <w:rsid w:val="00FA7B28"/>
    <w:rsid w:val="00FA7B83"/>
    <w:rsid w:val="00FB0906"/>
    <w:rsid w:val="00FB1E96"/>
    <w:rsid w:val="00FB2AD0"/>
    <w:rsid w:val="00FB3078"/>
    <w:rsid w:val="00FB38DE"/>
    <w:rsid w:val="00FB4548"/>
    <w:rsid w:val="00FB4630"/>
    <w:rsid w:val="00FB58AF"/>
    <w:rsid w:val="00FB5EE0"/>
    <w:rsid w:val="00FB601E"/>
    <w:rsid w:val="00FB7581"/>
    <w:rsid w:val="00FC06E4"/>
    <w:rsid w:val="00FC0BDE"/>
    <w:rsid w:val="00FC0C7B"/>
    <w:rsid w:val="00FC0E0D"/>
    <w:rsid w:val="00FC1003"/>
    <w:rsid w:val="00FC175D"/>
    <w:rsid w:val="00FC24AA"/>
    <w:rsid w:val="00FC2703"/>
    <w:rsid w:val="00FC2C05"/>
    <w:rsid w:val="00FC2E16"/>
    <w:rsid w:val="00FC2FC1"/>
    <w:rsid w:val="00FC342F"/>
    <w:rsid w:val="00FC3543"/>
    <w:rsid w:val="00FC3918"/>
    <w:rsid w:val="00FC3F0B"/>
    <w:rsid w:val="00FC4174"/>
    <w:rsid w:val="00FC4593"/>
    <w:rsid w:val="00FC4FEE"/>
    <w:rsid w:val="00FC5BD9"/>
    <w:rsid w:val="00FC63D0"/>
    <w:rsid w:val="00FC6CC2"/>
    <w:rsid w:val="00FC6DA9"/>
    <w:rsid w:val="00FC768D"/>
    <w:rsid w:val="00FC7FAC"/>
    <w:rsid w:val="00FD0234"/>
    <w:rsid w:val="00FD0370"/>
    <w:rsid w:val="00FD09A0"/>
    <w:rsid w:val="00FD09B3"/>
    <w:rsid w:val="00FD14B1"/>
    <w:rsid w:val="00FD1562"/>
    <w:rsid w:val="00FD1891"/>
    <w:rsid w:val="00FD2162"/>
    <w:rsid w:val="00FD21B6"/>
    <w:rsid w:val="00FD2793"/>
    <w:rsid w:val="00FD2D40"/>
    <w:rsid w:val="00FD2F17"/>
    <w:rsid w:val="00FD300D"/>
    <w:rsid w:val="00FD345F"/>
    <w:rsid w:val="00FD3AFA"/>
    <w:rsid w:val="00FD4273"/>
    <w:rsid w:val="00FD48A3"/>
    <w:rsid w:val="00FD510E"/>
    <w:rsid w:val="00FD604E"/>
    <w:rsid w:val="00FD6189"/>
    <w:rsid w:val="00FD7934"/>
    <w:rsid w:val="00FD7AA6"/>
    <w:rsid w:val="00FD7B98"/>
    <w:rsid w:val="00FE0886"/>
    <w:rsid w:val="00FE0B7F"/>
    <w:rsid w:val="00FE11B6"/>
    <w:rsid w:val="00FE1E5F"/>
    <w:rsid w:val="00FE1EAA"/>
    <w:rsid w:val="00FE2107"/>
    <w:rsid w:val="00FE22FE"/>
    <w:rsid w:val="00FE24D9"/>
    <w:rsid w:val="00FE2865"/>
    <w:rsid w:val="00FE2C68"/>
    <w:rsid w:val="00FE3574"/>
    <w:rsid w:val="00FE35E8"/>
    <w:rsid w:val="00FE3DF3"/>
    <w:rsid w:val="00FE4122"/>
    <w:rsid w:val="00FE4239"/>
    <w:rsid w:val="00FE5829"/>
    <w:rsid w:val="00FE5B5C"/>
    <w:rsid w:val="00FE5C00"/>
    <w:rsid w:val="00FE5E82"/>
    <w:rsid w:val="00FE5E8F"/>
    <w:rsid w:val="00FE5F2B"/>
    <w:rsid w:val="00FE6649"/>
    <w:rsid w:val="00FE6C88"/>
    <w:rsid w:val="00FE7E7C"/>
    <w:rsid w:val="00FF04CA"/>
    <w:rsid w:val="00FF08CA"/>
    <w:rsid w:val="00FF0F42"/>
    <w:rsid w:val="00FF118C"/>
    <w:rsid w:val="00FF2574"/>
    <w:rsid w:val="00FF2CD2"/>
    <w:rsid w:val="00FF32DD"/>
    <w:rsid w:val="00FF3E09"/>
    <w:rsid w:val="00FF43B4"/>
    <w:rsid w:val="00FF44D1"/>
    <w:rsid w:val="00FF47B3"/>
    <w:rsid w:val="00FF49D9"/>
    <w:rsid w:val="00FF4B92"/>
    <w:rsid w:val="00FF4FE0"/>
    <w:rsid w:val="00FF52AD"/>
    <w:rsid w:val="00FF5938"/>
    <w:rsid w:val="00FF5BBB"/>
    <w:rsid w:val="00FF722C"/>
    <w:rsid w:val="00FF77A3"/>
    <w:rsid w:val="00FF7D37"/>
    <w:rsid w:val="00FF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25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1675B"/>
    <w:pPr>
      <w:keepNext/>
      <w:jc w:val="right"/>
      <w:outlineLvl w:val="0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1675B"/>
    <w:rPr>
      <w:rFonts w:cs="Times New Roman"/>
      <w:snapToGrid w:val="0"/>
      <w:sz w:val="28"/>
    </w:rPr>
  </w:style>
  <w:style w:type="paragraph" w:customStyle="1" w:styleId="ConsPlusNormal">
    <w:name w:val="ConsPlusNormal"/>
    <w:uiPriority w:val="99"/>
    <w:rsid w:val="00A0425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0425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0425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04258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36F04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A04258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36F0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042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6F04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A04258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A04258"/>
    <w:pPr>
      <w:spacing w:line="360" w:lineRule="auto"/>
      <w:ind w:firstLine="53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36F04"/>
    <w:rPr>
      <w:sz w:val="16"/>
      <w:szCs w:val="16"/>
    </w:rPr>
  </w:style>
  <w:style w:type="paragraph" w:styleId="Header">
    <w:name w:val="header"/>
    <w:basedOn w:val="Normal"/>
    <w:link w:val="HeaderChar"/>
    <w:uiPriority w:val="99"/>
    <w:rsid w:val="00A0425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6F04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042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74D8"/>
    <w:rPr>
      <w:rFonts w:ascii="Tahoma" w:hAnsi="Tahoma" w:cs="Tahoma"/>
      <w:sz w:val="16"/>
      <w:szCs w:val="16"/>
    </w:rPr>
  </w:style>
  <w:style w:type="paragraph" w:customStyle="1" w:styleId="1">
    <w:name w:val="Знак1"/>
    <w:basedOn w:val="Normal"/>
    <w:next w:val="Normal"/>
    <w:uiPriority w:val="99"/>
    <w:semiHidden/>
    <w:rsid w:val="00A04258"/>
    <w:pPr>
      <w:spacing w:after="160" w:line="240" w:lineRule="exact"/>
    </w:pPr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A0425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4173F"/>
    <w:rPr>
      <w:rFonts w:cs="Times New Roman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rsid w:val="0041675B"/>
    <w:pPr>
      <w:spacing w:before="120"/>
      <w:ind w:firstLine="720"/>
      <w:jc w:val="both"/>
    </w:pPr>
    <w:rPr>
      <w:sz w:val="28"/>
      <w:szCs w:val="20"/>
    </w:rPr>
  </w:style>
  <w:style w:type="character" w:customStyle="1" w:styleId="SalutationChar">
    <w:name w:val="Salutation Char"/>
    <w:basedOn w:val="DefaultParagraphFont"/>
    <w:link w:val="Salutation"/>
    <w:uiPriority w:val="99"/>
    <w:locked/>
    <w:rsid w:val="0041675B"/>
    <w:rPr>
      <w:rFonts w:cs="Times New Roman"/>
      <w:sz w:val="28"/>
    </w:rPr>
  </w:style>
  <w:style w:type="table" w:styleId="TableGrid">
    <w:name w:val="Table Grid"/>
    <w:basedOn w:val="TableNormal"/>
    <w:uiPriority w:val="99"/>
    <w:rsid w:val="001B6A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F593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D73F03"/>
    <w:rPr>
      <w:rFonts w:cs="Times New Roman"/>
      <w:color w:val="0000FF"/>
      <w:u w:val="single"/>
    </w:rPr>
  </w:style>
  <w:style w:type="paragraph" w:styleId="Closing">
    <w:name w:val="Closing"/>
    <w:basedOn w:val="Normal"/>
    <w:link w:val="ClosingChar"/>
    <w:uiPriority w:val="99"/>
    <w:rsid w:val="00CA0CDF"/>
    <w:pPr>
      <w:spacing w:line="220" w:lineRule="atLeast"/>
      <w:ind w:left="835"/>
    </w:pPr>
    <w:rPr>
      <w:sz w:val="20"/>
      <w:szCs w:val="20"/>
    </w:rPr>
  </w:style>
  <w:style w:type="character" w:customStyle="1" w:styleId="ClosingChar">
    <w:name w:val="Closing Char"/>
    <w:basedOn w:val="DefaultParagraphFont"/>
    <w:link w:val="Closing"/>
    <w:uiPriority w:val="99"/>
    <w:locked/>
    <w:rsid w:val="00CA0CDF"/>
    <w:rPr>
      <w:rFonts w:cs="Times New Roman"/>
    </w:rPr>
  </w:style>
  <w:style w:type="paragraph" w:styleId="ListParagraph">
    <w:name w:val="List Paragraph"/>
    <w:basedOn w:val="Normal"/>
    <w:uiPriority w:val="99"/>
    <w:qFormat/>
    <w:rsid w:val="00D07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5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3</Pages>
  <Words>676</Words>
  <Characters>3854</Characters>
  <Application>Microsoft Office Outlook</Application>
  <DocSecurity>0</DocSecurity>
  <Lines>0</Lines>
  <Paragraphs>0</Paragraphs>
  <ScaleCrop>false</ScaleCrop>
  <Company>МинФинЧО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subject/>
  <dc:creator>pg_bav</dc:creator>
  <cp:keywords/>
  <dc:description/>
  <cp:lastModifiedBy>User</cp:lastModifiedBy>
  <cp:revision>12</cp:revision>
  <cp:lastPrinted>2016-09-20T09:54:00Z</cp:lastPrinted>
  <dcterms:created xsi:type="dcterms:W3CDTF">2016-09-20T06:48:00Z</dcterms:created>
  <dcterms:modified xsi:type="dcterms:W3CDTF">2016-10-17T09:38:00Z</dcterms:modified>
</cp:coreProperties>
</file>