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D293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F35CED">
              <w:rPr>
                <w:sz w:val="26"/>
                <w:szCs w:val="26"/>
              </w:rPr>
              <w:t xml:space="preserve"> </w:t>
            </w:r>
            <w:r w:rsidR="001D2936">
              <w:rPr>
                <w:sz w:val="26"/>
                <w:szCs w:val="26"/>
              </w:rPr>
              <w:t>13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57D30">
        <w:rPr>
          <w:sz w:val="26"/>
          <w:szCs w:val="26"/>
        </w:rPr>
        <w:t>35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A57D30" w:rsidRDefault="00A57D30" w:rsidP="00A57D30">
      <w:pPr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427B79" w:rsidRDefault="00A57D30" w:rsidP="00A57D30">
      <w:pPr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политических репрессий (ежемесячная денежная выплата),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C4121A" w:rsidRPr="00010CC4" w:rsidTr="00A57D30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D30" w:rsidRDefault="00A57D30" w:rsidP="00220CB7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2 082,5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8 488,7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582,6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30 719,9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1 142,2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39 270,4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9 882,0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3 039,8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1 171,7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305,0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3 606,1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2 083,1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90 976,3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1 701,1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1 918,6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709,0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1 590,5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1 252,1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1 393,2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753,2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11 020,3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2 049,1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1 427,5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834,4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535,6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12 090,8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3 098,4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785,4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754,0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592,2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419,7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2 864,6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576,5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3 346,8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3 323,5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1 137,3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1 365,9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320,6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706,9</w:t>
            </w:r>
          </w:p>
        </w:tc>
      </w:tr>
      <w:tr w:rsidR="00A57D30" w:rsidTr="00A57D30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A57D30">
            <w:pPr>
              <w:spacing w:line="276" w:lineRule="auto"/>
              <w:ind w:left="34" w:righ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451,1</w:t>
            </w:r>
          </w:p>
        </w:tc>
      </w:tr>
      <w:tr w:rsidR="00A57D30" w:rsidTr="00A57D30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pStyle w:val="1"/>
              <w:spacing w:line="276" w:lineRule="auto"/>
              <w:ind w:right="57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30" w:rsidRDefault="00A57D30" w:rsidP="00220CB7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251 793,3»</w:t>
            </w:r>
          </w:p>
        </w:tc>
      </w:tr>
    </w:tbl>
    <w:p w:rsidR="00427B79" w:rsidRPr="00626F49" w:rsidRDefault="00427B79" w:rsidP="003F33DC">
      <w:pPr>
        <w:ind w:left="0"/>
        <w:rPr>
          <w:sz w:val="26"/>
          <w:szCs w:val="26"/>
        </w:rPr>
      </w:pPr>
    </w:p>
    <w:sectPr w:rsidR="00427B79" w:rsidRPr="00626F49" w:rsidSect="007560AB">
      <w:footerReference w:type="default" r:id="rId7"/>
      <w:pgSz w:w="11906" w:h="16838"/>
      <w:pgMar w:top="1134" w:right="567" w:bottom="1134" w:left="1701" w:header="709" w:footer="709" w:gutter="0"/>
      <w:pgNumType w:start="4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B78" w:rsidRDefault="00FB7B78" w:rsidP="005211A3">
      <w:r>
        <w:separator/>
      </w:r>
    </w:p>
  </w:endnote>
  <w:endnote w:type="continuationSeparator" w:id="0">
    <w:p w:rsidR="00FB7B78" w:rsidRDefault="00FB7B7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87211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560AB">
          <w:rPr>
            <w:noProof/>
            <w:sz w:val="24"/>
            <w:szCs w:val="24"/>
          </w:rPr>
          <w:t>405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B78" w:rsidRDefault="00FB7B78" w:rsidP="005211A3">
      <w:r>
        <w:separator/>
      </w:r>
    </w:p>
  </w:footnote>
  <w:footnote w:type="continuationSeparator" w:id="0">
    <w:p w:rsidR="00FB7B78" w:rsidRDefault="00FB7B7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D2936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27B79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C5B3E"/>
    <w:rsid w:val="004D06CE"/>
    <w:rsid w:val="004D2BA6"/>
    <w:rsid w:val="004E0C68"/>
    <w:rsid w:val="004F455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560AB"/>
    <w:rsid w:val="00762DCE"/>
    <w:rsid w:val="00773CF1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2117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60E4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D44E6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35CED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B7B7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04A85-DA49-4D98-BB66-1AF3AEBB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2016-02-24T06:37:00Z</cp:lastPrinted>
  <dcterms:created xsi:type="dcterms:W3CDTF">2016-04-08T05:01:00Z</dcterms:created>
  <dcterms:modified xsi:type="dcterms:W3CDTF">2016-04-22T04:16:00Z</dcterms:modified>
</cp:coreProperties>
</file>